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847252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Stimate Domnule Mihai Andrei</w:t>
      </w:r>
      <w:r w:rsidR="00872DF3" w:rsidRPr="00DF42E8">
        <w:rPr>
          <w:rFonts w:ascii="Arial" w:hAnsi="Arial" w:cs="Arial"/>
          <w:color w:val="555555"/>
          <w:sz w:val="24"/>
          <w:szCs w:val="24"/>
        </w:rPr>
        <w:t xml:space="preserve">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Intentie ca raspuns la anuntul dumneavoastra pentru postul vacant pe care il aveti in institutie.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Deoarece am absolvit la Facultatea de </w:t>
      </w:r>
      <w:r w:rsidR="00847252">
        <w:rPr>
          <w:rFonts w:ascii="Arial" w:hAnsi="Arial" w:cs="Arial"/>
          <w:color w:val="555555"/>
          <w:sz w:val="24"/>
          <w:szCs w:val="24"/>
        </w:rPr>
        <w:t>Medicina, Universitatea Transilvania,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consider ca, in anii de studentie, am acumulat multe cunostinte in </w:t>
      </w:r>
      <w:r w:rsidR="00847252">
        <w:rPr>
          <w:rFonts w:ascii="Arial" w:hAnsi="Arial" w:cs="Arial"/>
          <w:color w:val="555555"/>
          <w:sz w:val="24"/>
          <w:szCs w:val="24"/>
        </w:rPr>
        <w:t xml:space="preserve"> medicina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astept cu nerabdare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</w:t>
      </w:r>
      <w:r w:rsidR="00847252">
        <w:rPr>
          <w:rFonts w:ascii="Arial" w:hAnsi="Arial" w:cs="Arial"/>
          <w:color w:val="555555"/>
          <w:sz w:val="24"/>
          <w:szCs w:val="24"/>
        </w:rPr>
        <w:t>doban</w:t>
      </w:r>
      <w:r w:rsidR="0078089E">
        <w:rPr>
          <w:rFonts w:ascii="Arial" w:hAnsi="Arial" w:cs="Arial"/>
          <w:color w:val="555555"/>
          <w:sz w:val="24"/>
          <w:szCs w:val="24"/>
        </w:rPr>
        <w:t>dite in experienta mea (de liceu</w:t>
      </w:r>
      <w:r w:rsidR="00847252">
        <w:rPr>
          <w:rFonts w:ascii="Arial" w:hAnsi="Arial" w:cs="Arial"/>
          <w:color w:val="555555"/>
          <w:sz w:val="24"/>
          <w:szCs w:val="24"/>
        </w:rPr>
        <w:t xml:space="preserve"> si facultate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hotarata, interesata in perfectionarea profesionala in domeniul </w:t>
      </w:r>
      <w:r w:rsidR="00847252">
        <w:rPr>
          <w:rFonts w:ascii="Arial" w:hAnsi="Arial" w:cs="Arial"/>
          <w:color w:val="555555"/>
          <w:sz w:val="24"/>
          <w:szCs w:val="24"/>
        </w:rPr>
        <w:t>medicinei.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Mi-as dori sa am sansa de a lucra alaturi de dumneavoastra unde as putea sa-mi pun in evidenta capacitatile intelectuale si experienta acumulata (conform CV anexat) pentru a indeplini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Daca veti considera ca motivatia si calificarea mea sunt oportune pentru obtinerea unui loc in cadrul companiei dumneavoastra sunt disponibila in orice moment pentru a fi contactata in vederea discutarii detaliilor unei posibile colaborari.</w:t>
      </w:r>
    </w:p>
    <w:p w:rsidR="00465C37" w:rsidRPr="00DF42E8" w:rsidRDefault="00847252" w:rsidP="00DF42E8">
      <w:pPr>
        <w:jc w:val="both"/>
        <w:rPr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br/>
        <w:t>Va multumesc Irimia Georgian Alexandru</w:t>
      </w:r>
    </w:p>
    <w:sectPr w:rsidR="00465C37" w:rsidRPr="00DF42E8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847252"/>
    <w:rsid w:val="00465C37"/>
    <w:rsid w:val="0078089E"/>
    <w:rsid w:val="00803A25"/>
    <w:rsid w:val="00847252"/>
    <w:rsid w:val="00872DF3"/>
    <w:rsid w:val="00A76D7A"/>
    <w:rsid w:val="00DF42E8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%20a1\scrisoare_de_intentie_model_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scrisoare_de_intentie_model_2.dotx</Template>
  <TotalTime>1</TotalTime>
  <Pages>1</Pages>
  <Words>164</Words>
  <Characters>955</Characters>
  <Application>Microsoft Office Word</Application>
  <DocSecurity>0</DocSecurity>
  <Lines>7</Lines>
  <Paragraphs>2</Paragraphs>
  <ScaleCrop>false</ScaleCrop>
  <Company>Unitate Scolara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2010-11-30T12:10:00Z</dcterms:created>
  <dcterms:modified xsi:type="dcterms:W3CDTF">2010-11-30T12:12:00Z</dcterms:modified>
</cp:coreProperties>
</file>