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/>
      </w:tblPr>
      <w:tblGrid>
        <w:gridCol w:w="2834"/>
        <w:gridCol w:w="281"/>
        <w:gridCol w:w="141"/>
        <w:gridCol w:w="281"/>
        <w:gridCol w:w="1220"/>
        <w:gridCol w:w="279"/>
        <w:gridCol w:w="913"/>
        <w:gridCol w:w="311"/>
        <w:gridCol w:w="276"/>
        <w:gridCol w:w="1223"/>
        <w:gridCol w:w="173"/>
        <w:gridCol w:w="104"/>
        <w:gridCol w:w="1237"/>
        <w:gridCol w:w="263"/>
        <w:gridCol w:w="1236"/>
      </w:tblGrid>
      <w:tr w:rsidR="00E95F1F">
        <w:trPr>
          <w:cantSplit/>
          <w:trHeight w:hRule="exact" w:val="425"/>
        </w:trPr>
        <w:tc>
          <w:tcPr>
            <w:tcW w:w="2834" w:type="dxa"/>
            <w:vMerge w:val="restart"/>
          </w:tcPr>
          <w:p w:rsidR="00E95F1F" w:rsidRDefault="00684BEB">
            <w:pPr>
              <w:pStyle w:val="CVHeading3"/>
            </w:pPr>
            <w:r>
              <w:rPr>
                <w:noProof/>
                <w:lang w:eastAsia="ro-RO"/>
              </w:rPr>
              <w:drawing>
                <wp:anchor distT="0" distB="0" distL="0" distR="0" simplePos="0" relativeHeight="251657728" behindDoc="0" locked="0" layoutInCell="1" allowOverlap="1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19050" t="0" r="9525" b="0"/>
                  <wp:wrapTopAndBottom/>
                  <wp:docPr id="2" name="I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  <w:r w:rsidR="00AF2A98">
              <w:t xml:space="preserve"> </w:t>
            </w:r>
          </w:p>
          <w:p w:rsidR="00E95F1F" w:rsidRDefault="00E95F1F">
            <w:pPr>
              <w:pStyle w:val="CVNormal"/>
            </w:pPr>
          </w:p>
        </w:tc>
        <w:tc>
          <w:tcPr>
            <w:tcW w:w="281" w:type="dxa"/>
          </w:tcPr>
          <w:p w:rsidR="00E95F1F" w:rsidRDefault="00E95F1F">
            <w:pPr>
              <w:pStyle w:val="CVNormal"/>
            </w:pPr>
          </w:p>
        </w:tc>
        <w:tc>
          <w:tcPr>
            <w:tcW w:w="7657" w:type="dxa"/>
            <w:gridSpan w:val="13"/>
            <w:vMerge w:val="restart"/>
          </w:tcPr>
          <w:p w:rsidR="00E95F1F" w:rsidRDefault="00E95F1F">
            <w:pPr>
              <w:pStyle w:val="CVNormal"/>
            </w:pPr>
          </w:p>
        </w:tc>
      </w:tr>
      <w:tr w:rsidR="00E95F1F">
        <w:trPr>
          <w:cantSplit/>
          <w:trHeight w:hRule="exact" w:val="425"/>
        </w:trPr>
        <w:tc>
          <w:tcPr>
            <w:tcW w:w="2834" w:type="dxa"/>
            <w:vMerge/>
          </w:tcPr>
          <w:p w:rsidR="00E95F1F" w:rsidRDefault="00E95F1F"/>
        </w:tc>
        <w:tc>
          <w:tcPr>
            <w:tcW w:w="281" w:type="dxa"/>
            <w:tcBorders>
              <w:top w:val="single" w:sz="1" w:space="0" w:color="000000"/>
              <w:right w:val="single" w:sz="1" w:space="0" w:color="000000"/>
            </w:tcBorders>
          </w:tcPr>
          <w:p w:rsidR="00E95F1F" w:rsidRDefault="00E95F1F">
            <w:pPr>
              <w:pStyle w:val="CVNormal"/>
            </w:pPr>
          </w:p>
        </w:tc>
        <w:tc>
          <w:tcPr>
            <w:tcW w:w="7657" w:type="dxa"/>
            <w:gridSpan w:val="13"/>
            <w:vMerge/>
          </w:tcPr>
          <w:p w:rsidR="00E95F1F" w:rsidRDefault="00E95F1F"/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AF2A98">
            <w:pPr>
              <w:pStyle w:val="CVTitle"/>
            </w:pPr>
            <w:r>
              <w:t xml:space="preserve">Curriculum vitae </w:t>
            </w:r>
          </w:p>
          <w:p w:rsidR="00E95F1F" w:rsidRDefault="00AF2A98">
            <w:pPr>
              <w:pStyle w:val="CVTitle"/>
            </w:pPr>
            <w:r>
              <w:t xml:space="preserve">Europass </w:t>
            </w:r>
          </w:p>
        </w:tc>
        <w:tc>
          <w:tcPr>
            <w:tcW w:w="7657" w:type="dxa"/>
            <w:gridSpan w:val="13"/>
          </w:tcPr>
          <w:p w:rsidR="00E95F1F" w:rsidRDefault="00E95F1F" w:rsidP="00FC3327">
            <w:pPr>
              <w:pStyle w:val="CVNormal"/>
            </w:pP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E95F1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E95F1F" w:rsidRDefault="00E95F1F">
            <w:pPr>
              <w:pStyle w:val="CVSpacer"/>
            </w:pP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AF2A98">
            <w:pPr>
              <w:pStyle w:val="CVHeading1"/>
              <w:spacing w:before="0"/>
            </w:pPr>
            <w:r>
              <w:t>Informaţii personale</w:t>
            </w:r>
          </w:p>
        </w:tc>
        <w:tc>
          <w:tcPr>
            <w:tcW w:w="7657" w:type="dxa"/>
            <w:gridSpan w:val="13"/>
          </w:tcPr>
          <w:p w:rsidR="00E95F1F" w:rsidRDefault="00E95F1F">
            <w:pPr>
              <w:pStyle w:val="CVNormal"/>
            </w:pP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AF2A98">
            <w:pPr>
              <w:pStyle w:val="CVHeading2-FirstLine"/>
              <w:spacing w:before="0"/>
            </w:pPr>
            <w:r>
              <w:t>Nume / Prenume</w:t>
            </w:r>
          </w:p>
        </w:tc>
        <w:tc>
          <w:tcPr>
            <w:tcW w:w="7657" w:type="dxa"/>
            <w:gridSpan w:val="13"/>
          </w:tcPr>
          <w:p w:rsidR="00E95F1F" w:rsidRDefault="00FC3327">
            <w:pPr>
              <w:pStyle w:val="CVMajor-FirstLine"/>
              <w:spacing w:before="0"/>
              <w:rPr>
                <w:b w:val="0"/>
                <w:sz w:val="20"/>
              </w:rPr>
            </w:pPr>
            <w:r>
              <w:t>Birla Narcis Ionut</w:t>
            </w: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AF2A98">
            <w:pPr>
              <w:pStyle w:val="CVHeading3"/>
            </w:pPr>
            <w:r>
              <w:t>Adresă(e)</w:t>
            </w:r>
          </w:p>
        </w:tc>
        <w:tc>
          <w:tcPr>
            <w:tcW w:w="7657" w:type="dxa"/>
            <w:gridSpan w:val="13"/>
          </w:tcPr>
          <w:p w:rsidR="00E95F1F" w:rsidRDefault="00FC3327">
            <w:pPr>
              <w:pStyle w:val="CVNormal"/>
            </w:pPr>
            <w:r>
              <w:t>M.Casin,nr.281,jud.Bacau</w:t>
            </w: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AF2A98">
            <w:pPr>
              <w:pStyle w:val="CVHeading3"/>
            </w:pPr>
            <w:r>
              <w:t>Telefon(oane)</w:t>
            </w:r>
          </w:p>
        </w:tc>
        <w:tc>
          <w:tcPr>
            <w:tcW w:w="2834" w:type="dxa"/>
            <w:gridSpan w:val="5"/>
          </w:tcPr>
          <w:p w:rsidR="00E95F1F" w:rsidRDefault="00FC3327" w:rsidP="00FC3327">
            <w:pPr>
              <w:pStyle w:val="CVNormal"/>
            </w:pPr>
            <w:r>
              <w:t>0234/331903</w:t>
            </w:r>
          </w:p>
        </w:tc>
        <w:tc>
          <w:tcPr>
            <w:tcW w:w="1983" w:type="dxa"/>
            <w:gridSpan w:val="4"/>
          </w:tcPr>
          <w:p w:rsidR="00E95F1F" w:rsidRDefault="00AF2A98">
            <w:pPr>
              <w:pStyle w:val="CVHeading3"/>
            </w:pPr>
            <w:r>
              <w:t>Mobil:</w:t>
            </w:r>
          </w:p>
        </w:tc>
        <w:tc>
          <w:tcPr>
            <w:tcW w:w="2840" w:type="dxa"/>
            <w:gridSpan w:val="4"/>
          </w:tcPr>
          <w:p w:rsidR="00E95F1F" w:rsidRDefault="00FC3327" w:rsidP="00FC3327">
            <w:pPr>
              <w:pStyle w:val="CVNormal"/>
            </w:pPr>
            <w:r>
              <w:t>0756567688</w:t>
            </w: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AF2A98">
            <w:pPr>
              <w:pStyle w:val="CVHeading3"/>
            </w:pPr>
            <w:r>
              <w:t>Fax(uri)</w:t>
            </w:r>
          </w:p>
        </w:tc>
        <w:tc>
          <w:tcPr>
            <w:tcW w:w="7657" w:type="dxa"/>
            <w:gridSpan w:val="13"/>
          </w:tcPr>
          <w:p w:rsidR="00E95F1F" w:rsidRDefault="00AF2A98">
            <w:pPr>
              <w:pStyle w:val="CVNormal"/>
            </w:pPr>
            <w:r>
              <w:t>(rubrică facultativă, vezi instrucţiunile)</w:t>
            </w: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AF2A98">
            <w:pPr>
              <w:pStyle w:val="CVHeading3"/>
            </w:pPr>
            <w:r>
              <w:t>E-mail(uri)</w:t>
            </w:r>
          </w:p>
        </w:tc>
        <w:tc>
          <w:tcPr>
            <w:tcW w:w="7657" w:type="dxa"/>
            <w:gridSpan w:val="13"/>
          </w:tcPr>
          <w:p w:rsidR="00E95F1F" w:rsidRDefault="00FC3327">
            <w:pPr>
              <w:pStyle w:val="CVNormal"/>
            </w:pPr>
            <w:r>
              <w:t>nice.princ3@yahoo.com</w:t>
            </w: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E95F1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E95F1F" w:rsidRDefault="00E95F1F">
            <w:pPr>
              <w:pStyle w:val="CVSpacer"/>
            </w:pP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AF2A98">
            <w:pPr>
              <w:pStyle w:val="CVHeading3-FirstLine"/>
              <w:spacing w:before="0"/>
            </w:pPr>
            <w:r>
              <w:t>Naţionalitate(-tăţi)</w:t>
            </w:r>
          </w:p>
        </w:tc>
        <w:tc>
          <w:tcPr>
            <w:tcW w:w="7657" w:type="dxa"/>
            <w:gridSpan w:val="13"/>
          </w:tcPr>
          <w:p w:rsidR="00E95F1F" w:rsidRDefault="00FC3327" w:rsidP="00FC3327">
            <w:pPr>
              <w:pStyle w:val="CVNormal"/>
            </w:pPr>
            <w:r>
              <w:t>Roman</w:t>
            </w: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E95F1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E95F1F" w:rsidRDefault="00E95F1F">
            <w:pPr>
              <w:pStyle w:val="CVSpacer"/>
            </w:pP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AF2A98">
            <w:pPr>
              <w:pStyle w:val="CVHeading3-FirstLine"/>
              <w:spacing w:before="0"/>
            </w:pPr>
            <w:r>
              <w:t>Data naşterii</w:t>
            </w:r>
          </w:p>
        </w:tc>
        <w:tc>
          <w:tcPr>
            <w:tcW w:w="7657" w:type="dxa"/>
            <w:gridSpan w:val="13"/>
          </w:tcPr>
          <w:p w:rsidR="00E95F1F" w:rsidRDefault="00FC3327" w:rsidP="00FC3327">
            <w:pPr>
              <w:pStyle w:val="CVNormal"/>
            </w:pPr>
            <w:r>
              <w:t>25.06.1992</w:t>
            </w: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E95F1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E95F1F" w:rsidRDefault="00E95F1F">
            <w:pPr>
              <w:pStyle w:val="CVSpacer"/>
            </w:pP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AF2A98">
            <w:pPr>
              <w:pStyle w:val="CVHeading3-FirstLine"/>
              <w:spacing w:before="0"/>
            </w:pPr>
            <w:r>
              <w:t>Sex</w:t>
            </w:r>
          </w:p>
        </w:tc>
        <w:tc>
          <w:tcPr>
            <w:tcW w:w="7657" w:type="dxa"/>
            <w:gridSpan w:val="13"/>
          </w:tcPr>
          <w:p w:rsidR="00E95F1F" w:rsidRDefault="00FC3327">
            <w:pPr>
              <w:pStyle w:val="CVNormal"/>
            </w:pPr>
            <w:r>
              <w:t>Masculin</w:t>
            </w: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E95F1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E95F1F" w:rsidRDefault="00E95F1F">
            <w:pPr>
              <w:pStyle w:val="CVSpacer"/>
            </w:pP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AF2A98">
            <w:pPr>
              <w:pStyle w:val="CVHeading1"/>
              <w:spacing w:before="0"/>
            </w:pPr>
            <w:r>
              <w:t>Locul de muncă vizat / Domeniul ocupaţional</w:t>
            </w:r>
          </w:p>
        </w:tc>
        <w:tc>
          <w:tcPr>
            <w:tcW w:w="7657" w:type="dxa"/>
            <w:gridSpan w:val="13"/>
          </w:tcPr>
          <w:p w:rsidR="00E95F1F" w:rsidRDefault="00C630C5">
            <w:pPr>
              <w:pStyle w:val="CVMajor-FirstLine"/>
              <w:spacing w:before="0"/>
            </w:pPr>
            <w:r>
              <w:t xml:space="preserve">Arhitect </w:t>
            </w: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E95F1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E95F1F" w:rsidRDefault="00E95F1F">
            <w:pPr>
              <w:pStyle w:val="CVSpacer"/>
            </w:pP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AF2A98">
            <w:pPr>
              <w:pStyle w:val="CVHeading1"/>
              <w:spacing w:before="0"/>
            </w:pPr>
            <w:r>
              <w:t>Experienţa profesională</w:t>
            </w:r>
          </w:p>
        </w:tc>
        <w:tc>
          <w:tcPr>
            <w:tcW w:w="7657" w:type="dxa"/>
            <w:gridSpan w:val="13"/>
          </w:tcPr>
          <w:p w:rsidR="00E95F1F" w:rsidRDefault="00E95F1F">
            <w:pPr>
              <w:pStyle w:val="CVNormal-FirstLine"/>
              <w:spacing w:before="0"/>
            </w:pP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E95F1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E95F1F" w:rsidRDefault="00E95F1F">
            <w:pPr>
              <w:pStyle w:val="CVSpacer"/>
            </w:pP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AF2A98">
            <w:pPr>
              <w:pStyle w:val="CVHeading3-FirstLine"/>
              <w:spacing w:before="0"/>
            </w:pPr>
            <w:r>
              <w:t>Perioada</w:t>
            </w:r>
          </w:p>
        </w:tc>
        <w:tc>
          <w:tcPr>
            <w:tcW w:w="7657" w:type="dxa"/>
            <w:gridSpan w:val="13"/>
          </w:tcPr>
          <w:p w:rsidR="00E95F1F" w:rsidRDefault="00E95F1F">
            <w:pPr>
              <w:pStyle w:val="CVNormal"/>
            </w:pP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AF2A98">
            <w:pPr>
              <w:pStyle w:val="CVHeading3"/>
            </w:pPr>
            <w:r>
              <w:t>Funcţia sau postul ocupat</w:t>
            </w:r>
          </w:p>
        </w:tc>
        <w:tc>
          <w:tcPr>
            <w:tcW w:w="7657" w:type="dxa"/>
            <w:gridSpan w:val="13"/>
          </w:tcPr>
          <w:p w:rsidR="00E95F1F" w:rsidRDefault="00E95F1F">
            <w:pPr>
              <w:pStyle w:val="CVNormal"/>
            </w:pP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AF2A98">
            <w:pPr>
              <w:pStyle w:val="CVHeading3"/>
            </w:pPr>
            <w:r>
              <w:t>Activităţi şi responsabilităţi principale</w:t>
            </w:r>
          </w:p>
        </w:tc>
        <w:tc>
          <w:tcPr>
            <w:tcW w:w="7657" w:type="dxa"/>
            <w:gridSpan w:val="13"/>
          </w:tcPr>
          <w:p w:rsidR="00E95F1F" w:rsidRDefault="00E95F1F">
            <w:pPr>
              <w:pStyle w:val="CVNormal"/>
            </w:pP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AF2A98">
            <w:pPr>
              <w:pStyle w:val="CVHeading3"/>
            </w:pPr>
            <w:r>
              <w:t>Numele şi adresa angajatorului</w:t>
            </w:r>
          </w:p>
        </w:tc>
        <w:tc>
          <w:tcPr>
            <w:tcW w:w="7657" w:type="dxa"/>
            <w:gridSpan w:val="13"/>
          </w:tcPr>
          <w:p w:rsidR="00E95F1F" w:rsidRDefault="00E95F1F">
            <w:pPr>
              <w:pStyle w:val="CVNormal"/>
            </w:pP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AF2A98">
            <w:pPr>
              <w:pStyle w:val="CVHeading3"/>
            </w:pPr>
            <w:r>
              <w:t>Tipul activităţii sau sectorul de activitate</w:t>
            </w:r>
          </w:p>
        </w:tc>
        <w:tc>
          <w:tcPr>
            <w:tcW w:w="7657" w:type="dxa"/>
            <w:gridSpan w:val="13"/>
          </w:tcPr>
          <w:p w:rsidR="00E95F1F" w:rsidRDefault="00E95F1F">
            <w:pPr>
              <w:pStyle w:val="CVNormal"/>
            </w:pP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E95F1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E95F1F" w:rsidRDefault="00E95F1F">
            <w:pPr>
              <w:pStyle w:val="CVSpacer"/>
            </w:pP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AF2A98">
            <w:pPr>
              <w:pStyle w:val="CVHeading1"/>
              <w:spacing w:before="0"/>
            </w:pPr>
            <w:r>
              <w:t>Educaţie şi formare</w:t>
            </w:r>
          </w:p>
        </w:tc>
        <w:tc>
          <w:tcPr>
            <w:tcW w:w="7657" w:type="dxa"/>
            <w:gridSpan w:val="13"/>
          </w:tcPr>
          <w:p w:rsidR="00E95F1F" w:rsidRDefault="00E95F1F">
            <w:pPr>
              <w:pStyle w:val="CVNormal-FirstLine"/>
              <w:spacing w:before="0"/>
            </w:pP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E95F1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E95F1F" w:rsidRDefault="00E95F1F">
            <w:pPr>
              <w:pStyle w:val="CVSpacer"/>
            </w:pP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AF2A98">
            <w:pPr>
              <w:pStyle w:val="CVHeading3-FirstLine"/>
              <w:spacing w:before="0"/>
            </w:pPr>
            <w:r>
              <w:t>Perioada</w:t>
            </w:r>
          </w:p>
        </w:tc>
        <w:tc>
          <w:tcPr>
            <w:tcW w:w="7657" w:type="dxa"/>
            <w:gridSpan w:val="13"/>
          </w:tcPr>
          <w:p w:rsidR="00E95F1F" w:rsidRDefault="00FC3327">
            <w:pPr>
              <w:pStyle w:val="CVNormal"/>
            </w:pPr>
            <w:r>
              <w:t>2007-2011</w:t>
            </w: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AF2A98">
            <w:pPr>
              <w:pStyle w:val="CVHeading3"/>
            </w:pPr>
            <w:r>
              <w:t>Calificarea / diploma obţinută</w:t>
            </w:r>
          </w:p>
        </w:tc>
        <w:tc>
          <w:tcPr>
            <w:tcW w:w="7657" w:type="dxa"/>
            <w:gridSpan w:val="13"/>
          </w:tcPr>
          <w:p w:rsidR="00E95F1F" w:rsidRDefault="00E95F1F">
            <w:pPr>
              <w:pStyle w:val="CVNormal"/>
            </w:pP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AF2A98">
            <w:pPr>
              <w:pStyle w:val="CVHeading3"/>
            </w:pPr>
            <w:r>
              <w:t>Disciplinele principale studiate / competenţe profesionale dobândite</w:t>
            </w:r>
          </w:p>
        </w:tc>
        <w:tc>
          <w:tcPr>
            <w:tcW w:w="7657" w:type="dxa"/>
            <w:gridSpan w:val="13"/>
          </w:tcPr>
          <w:p w:rsidR="00E95F1F" w:rsidRDefault="006C2B0B">
            <w:pPr>
              <w:pStyle w:val="CVNormal"/>
            </w:pPr>
            <w:r>
              <w:t>Matematica ,romana,chimie,informatica</w:t>
            </w: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AF2A98">
            <w:pPr>
              <w:pStyle w:val="CVHeading3"/>
            </w:pPr>
            <w:r>
              <w:t>Numele şi tipul instituţiei de învăţământ / furnizorului de formare</w:t>
            </w:r>
          </w:p>
        </w:tc>
        <w:tc>
          <w:tcPr>
            <w:tcW w:w="7657" w:type="dxa"/>
            <w:gridSpan w:val="13"/>
          </w:tcPr>
          <w:p w:rsidR="00E95F1F" w:rsidRDefault="006C2B0B">
            <w:pPr>
              <w:pStyle w:val="CVNormal"/>
            </w:pPr>
            <w:r>
              <w:t>Colegiul tehnic Gh.Asachii</w:t>
            </w: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AF2A98">
            <w:pPr>
              <w:pStyle w:val="CVHeading3"/>
            </w:pPr>
            <w:r>
              <w:t>Nivelul în clasificarea naţională sau internaţională</w:t>
            </w:r>
          </w:p>
        </w:tc>
        <w:tc>
          <w:tcPr>
            <w:tcW w:w="7657" w:type="dxa"/>
            <w:gridSpan w:val="13"/>
          </w:tcPr>
          <w:p w:rsidR="00E95F1F" w:rsidRDefault="00E95F1F" w:rsidP="006C2B0B">
            <w:pPr>
              <w:pStyle w:val="CVNormal"/>
            </w:pP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E95F1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E95F1F" w:rsidRDefault="00E95F1F">
            <w:pPr>
              <w:pStyle w:val="CVSpacer"/>
            </w:pP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AF2A98">
            <w:pPr>
              <w:pStyle w:val="CVHeading1"/>
              <w:spacing w:before="0"/>
            </w:pPr>
            <w:r>
              <w:t>Aptitudini şi competenţe personale</w:t>
            </w:r>
          </w:p>
        </w:tc>
        <w:tc>
          <w:tcPr>
            <w:tcW w:w="7657" w:type="dxa"/>
            <w:gridSpan w:val="13"/>
          </w:tcPr>
          <w:p w:rsidR="00E95F1F" w:rsidRDefault="00E95F1F">
            <w:pPr>
              <w:pStyle w:val="CVNormal-FirstLine"/>
              <w:spacing w:before="0"/>
            </w:pP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E95F1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E95F1F" w:rsidRDefault="00E95F1F">
            <w:pPr>
              <w:pStyle w:val="CVSpacer"/>
            </w:pP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AF2A98">
            <w:pPr>
              <w:pStyle w:val="CVHeading2-FirstLine"/>
              <w:spacing w:before="0"/>
            </w:pPr>
            <w:r>
              <w:t>Limba(i) maternă(e)</w:t>
            </w:r>
          </w:p>
        </w:tc>
        <w:tc>
          <w:tcPr>
            <w:tcW w:w="7657" w:type="dxa"/>
            <w:gridSpan w:val="13"/>
          </w:tcPr>
          <w:p w:rsidR="00E95F1F" w:rsidRDefault="006C2B0B">
            <w:pPr>
              <w:pStyle w:val="CVMedium-FirstLine"/>
              <w:spacing w:before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Romana </w:t>
            </w: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E95F1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E95F1F" w:rsidRDefault="00E95F1F">
            <w:pPr>
              <w:pStyle w:val="CVSpacer"/>
            </w:pP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AF2A98">
            <w:pPr>
              <w:pStyle w:val="CVHeading2-FirstLine"/>
              <w:spacing w:before="0"/>
              <w:rPr>
                <w:szCs w:val="22"/>
              </w:rPr>
            </w:pPr>
            <w:r>
              <w:t xml:space="preserve">Limba(i) străină(e) </w:t>
            </w:r>
            <w:r>
              <w:rPr>
                <w:szCs w:val="22"/>
              </w:rPr>
              <w:t>cunoscută(e)</w:t>
            </w:r>
          </w:p>
        </w:tc>
        <w:tc>
          <w:tcPr>
            <w:tcW w:w="7657" w:type="dxa"/>
            <w:gridSpan w:val="13"/>
          </w:tcPr>
          <w:p w:rsidR="00E95F1F" w:rsidRDefault="00FC3327">
            <w:pPr>
              <w:pStyle w:val="CVMedium-FirstLine"/>
              <w:spacing w:before="0"/>
            </w:pPr>
            <w:r>
              <w:t>Engleza,Franceza</w:t>
            </w: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AF2A98">
            <w:pPr>
              <w:pStyle w:val="CVHeading2"/>
            </w:pPr>
            <w:r>
              <w:t>Autoevaluare</w:t>
            </w:r>
          </w:p>
        </w:tc>
        <w:tc>
          <w:tcPr>
            <w:tcW w:w="141" w:type="dxa"/>
          </w:tcPr>
          <w:p w:rsidR="00E95F1F" w:rsidRDefault="00E95F1F">
            <w:pPr>
              <w:pStyle w:val="CVNormal"/>
            </w:pPr>
          </w:p>
        </w:tc>
        <w:tc>
          <w:tcPr>
            <w:tcW w:w="300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95F1F" w:rsidRDefault="00AF2A98">
            <w:pPr>
              <w:pStyle w:val="LevelAssessment-Heading1"/>
            </w:pPr>
            <w:r>
              <w:t>Înţelegere</w:t>
            </w:r>
          </w:p>
        </w:tc>
        <w:tc>
          <w:tcPr>
            <w:tcW w:w="301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95F1F" w:rsidRDefault="00AF2A98">
            <w:pPr>
              <w:pStyle w:val="LevelAssessment-Heading1"/>
            </w:pPr>
            <w:r>
              <w:t>Vorbire</w:t>
            </w:r>
          </w:p>
        </w:tc>
        <w:tc>
          <w:tcPr>
            <w:tcW w:w="149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95F1F" w:rsidRDefault="00AF2A98">
            <w:pPr>
              <w:pStyle w:val="LevelAssessment-Heading1"/>
            </w:pPr>
            <w:r>
              <w:t>Scriere</w:t>
            </w: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AF2A98">
            <w:pPr>
              <w:pStyle w:val="CVHeadingLevel"/>
            </w:pPr>
            <w:r>
              <w:t>Nivel european (*)</w:t>
            </w:r>
          </w:p>
        </w:tc>
        <w:tc>
          <w:tcPr>
            <w:tcW w:w="141" w:type="dxa"/>
          </w:tcPr>
          <w:p w:rsidR="00E95F1F" w:rsidRDefault="00E95F1F">
            <w:pPr>
              <w:pStyle w:val="CVNormal"/>
            </w:pP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95F1F" w:rsidRDefault="00AF2A98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Ascultare</w:t>
            </w:r>
          </w:p>
        </w:tc>
        <w:tc>
          <w:tcPr>
            <w:tcW w:w="150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95F1F" w:rsidRDefault="00AF2A98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Citire</w:t>
            </w:r>
          </w:p>
        </w:tc>
        <w:tc>
          <w:tcPr>
            <w:tcW w:w="149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95F1F" w:rsidRDefault="00AF2A98">
            <w:pPr>
              <w:pStyle w:val="LevelAssessment-Heading2"/>
              <w:rPr>
                <w:lang w:val="ro-RO"/>
              </w:rPr>
            </w:pPr>
            <w:r>
              <w:rPr>
                <w:lang w:val="ro-RO"/>
              </w:rPr>
              <w:t>Participare la conversaţie</w:t>
            </w:r>
          </w:p>
        </w:tc>
        <w:tc>
          <w:tcPr>
            <w:tcW w:w="1514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95F1F" w:rsidRDefault="00AF2A98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Discurs oral</w:t>
            </w:r>
          </w:p>
        </w:tc>
        <w:tc>
          <w:tcPr>
            <w:tcW w:w="149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95F1F" w:rsidRDefault="00AF2A98">
            <w:pPr>
              <w:pStyle w:val="Corptext"/>
              <w:spacing w:after="0"/>
              <w:jc w:val="center"/>
              <w:rPr>
                <w:sz w:val="18"/>
              </w:rPr>
            </w:pPr>
            <w:r>
              <w:rPr>
                <w:sz w:val="18"/>
              </w:rPr>
              <w:t>Exprimare scrisă</w:t>
            </w: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6C2B0B">
            <w:pPr>
              <w:pStyle w:val="CVHeadingLanguage"/>
            </w:pPr>
            <w:r>
              <w:t xml:space="preserve">Engleza </w:t>
            </w:r>
          </w:p>
        </w:tc>
        <w:tc>
          <w:tcPr>
            <w:tcW w:w="141" w:type="dxa"/>
          </w:tcPr>
          <w:p w:rsidR="00E95F1F" w:rsidRDefault="00E95F1F">
            <w:pPr>
              <w:pStyle w:val="CVNormal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E95F1F" w:rsidRDefault="00E95F1F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:rsidR="00E95F1F" w:rsidRDefault="00FC3327">
            <w:pPr>
              <w:pStyle w:val="LevelAssessment-Description"/>
            </w:pPr>
            <w:r>
              <w:t>mediu</w:t>
            </w: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E95F1F" w:rsidRDefault="00E95F1F">
            <w:pPr>
              <w:pStyle w:val="LevelAssessment-Code"/>
            </w:pPr>
          </w:p>
        </w:tc>
        <w:tc>
          <w:tcPr>
            <w:tcW w:w="1224" w:type="dxa"/>
            <w:gridSpan w:val="2"/>
            <w:tcBorders>
              <w:bottom w:val="single" w:sz="1" w:space="0" w:color="000000"/>
            </w:tcBorders>
            <w:vAlign w:val="center"/>
          </w:tcPr>
          <w:p w:rsidR="00E95F1F" w:rsidRDefault="00FC3327">
            <w:pPr>
              <w:pStyle w:val="LevelAssessment-Description"/>
            </w:pPr>
            <w:r>
              <w:t>mediu</w:t>
            </w: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E95F1F" w:rsidRDefault="00E95F1F">
            <w:pPr>
              <w:pStyle w:val="LevelAssessment-Code"/>
            </w:pP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:rsidR="00E95F1F" w:rsidRDefault="00FC3327">
            <w:pPr>
              <w:pStyle w:val="LevelAssessment-Description"/>
            </w:pPr>
            <w:r>
              <w:t>mediu</w:t>
            </w:r>
          </w:p>
        </w:tc>
        <w:tc>
          <w:tcPr>
            <w:tcW w:w="27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E95F1F" w:rsidRDefault="00E95F1F">
            <w:pPr>
              <w:pStyle w:val="LevelAssessment-Code"/>
            </w:pP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:rsidR="00E95F1F" w:rsidRDefault="00FC3327">
            <w:pPr>
              <w:pStyle w:val="LevelAssessment-Description"/>
            </w:pPr>
            <w:r>
              <w:t>mediu</w:t>
            </w: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E95F1F" w:rsidRDefault="00E95F1F">
            <w:pPr>
              <w:pStyle w:val="LevelAssessment-Code"/>
            </w:pPr>
          </w:p>
        </w:tc>
        <w:tc>
          <w:tcPr>
            <w:tcW w:w="1236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E95F1F" w:rsidRDefault="00FC3327">
            <w:pPr>
              <w:pStyle w:val="LevelAssessment-Description"/>
            </w:pPr>
            <w:r>
              <w:t>mediu</w:t>
            </w: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6C2B0B" w:rsidP="006C2B0B">
            <w:pPr>
              <w:pStyle w:val="CVHeadingLanguage"/>
              <w:jc w:val="left"/>
            </w:pPr>
            <w:r>
              <w:t xml:space="preserve">                                         Franceza </w:t>
            </w:r>
          </w:p>
        </w:tc>
        <w:tc>
          <w:tcPr>
            <w:tcW w:w="141" w:type="dxa"/>
          </w:tcPr>
          <w:p w:rsidR="00E95F1F" w:rsidRDefault="00E95F1F">
            <w:pPr>
              <w:pStyle w:val="CVNormal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E95F1F" w:rsidRDefault="00E95F1F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:rsidR="00E95F1F" w:rsidRDefault="00FC3327">
            <w:pPr>
              <w:pStyle w:val="LevelAssessment-Description"/>
            </w:pPr>
            <w:r>
              <w:t>mediu</w:t>
            </w: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E95F1F" w:rsidRDefault="00E95F1F">
            <w:pPr>
              <w:pStyle w:val="LevelAssessment-Code"/>
            </w:pPr>
          </w:p>
        </w:tc>
        <w:tc>
          <w:tcPr>
            <w:tcW w:w="1224" w:type="dxa"/>
            <w:gridSpan w:val="2"/>
            <w:tcBorders>
              <w:bottom w:val="single" w:sz="1" w:space="0" w:color="000000"/>
            </w:tcBorders>
            <w:vAlign w:val="center"/>
          </w:tcPr>
          <w:p w:rsidR="00E95F1F" w:rsidRDefault="00FC3327">
            <w:pPr>
              <w:pStyle w:val="LevelAssessment-Description"/>
            </w:pPr>
            <w:r>
              <w:t>mediu</w:t>
            </w: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E95F1F" w:rsidRDefault="00E95F1F">
            <w:pPr>
              <w:pStyle w:val="LevelAssessment-Code"/>
            </w:pP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:rsidR="00E95F1F" w:rsidRDefault="00FC3327">
            <w:pPr>
              <w:pStyle w:val="LevelAssessment-Description"/>
            </w:pPr>
            <w:r>
              <w:t>mediu</w:t>
            </w:r>
          </w:p>
        </w:tc>
        <w:tc>
          <w:tcPr>
            <w:tcW w:w="27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E95F1F" w:rsidRDefault="00E95F1F">
            <w:pPr>
              <w:pStyle w:val="LevelAssessment-Code"/>
            </w:pP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:rsidR="00E95F1F" w:rsidRDefault="00FC3327">
            <w:pPr>
              <w:pStyle w:val="LevelAssessment-Description"/>
            </w:pPr>
            <w:r>
              <w:t>mediu</w:t>
            </w: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E95F1F" w:rsidRDefault="00E95F1F">
            <w:pPr>
              <w:pStyle w:val="LevelAssessment-Code"/>
            </w:pPr>
          </w:p>
        </w:tc>
        <w:tc>
          <w:tcPr>
            <w:tcW w:w="1236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E95F1F" w:rsidRDefault="00FC3327">
            <w:pPr>
              <w:pStyle w:val="LevelAssessment-Description"/>
            </w:pPr>
            <w:r>
              <w:t>mediu</w:t>
            </w: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E95F1F">
            <w:pPr>
              <w:pStyle w:val="CVNormal"/>
            </w:pPr>
          </w:p>
        </w:tc>
        <w:tc>
          <w:tcPr>
            <w:tcW w:w="7657" w:type="dxa"/>
            <w:gridSpan w:val="13"/>
            <w:tcMar>
              <w:top w:w="0" w:type="dxa"/>
              <w:bottom w:w="113" w:type="dxa"/>
            </w:tcMar>
          </w:tcPr>
          <w:p w:rsidR="00E95F1F" w:rsidRDefault="00AF2A98">
            <w:pPr>
              <w:pStyle w:val="LevelAssessment-Note"/>
            </w:pPr>
            <w:r>
              <w:t xml:space="preserve">(*) </w:t>
            </w:r>
            <w:hyperlink r:id="rId7" w:history="1">
              <w:r>
                <w:rPr>
                  <w:rStyle w:val="Hyperlink"/>
                </w:rPr>
                <w:t>Nivelul Cadrului European Comun de Referinţă Pentru Limbi Străine</w:t>
              </w:r>
            </w:hyperlink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E95F1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E95F1F" w:rsidRDefault="00E95F1F">
            <w:pPr>
              <w:pStyle w:val="CVSpacer"/>
            </w:pPr>
          </w:p>
        </w:tc>
      </w:tr>
      <w:tr w:rsidR="00E95F1F" w:rsidTr="00684BEB">
        <w:trPr>
          <w:cantSplit/>
          <w:trHeight w:val="40"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AF2A98">
            <w:pPr>
              <w:pStyle w:val="CVHeading2-FirstLine"/>
              <w:spacing w:before="0"/>
            </w:pPr>
            <w:r>
              <w:lastRenderedPageBreak/>
              <w:t>Competenţe şi abilităţi sociale</w:t>
            </w:r>
          </w:p>
        </w:tc>
        <w:tc>
          <w:tcPr>
            <w:tcW w:w="7657" w:type="dxa"/>
            <w:gridSpan w:val="13"/>
          </w:tcPr>
          <w:p w:rsidR="00E95F1F" w:rsidRDefault="00684BEB">
            <w:pPr>
              <w:pStyle w:val="CVNormal"/>
            </w:pPr>
            <w:r>
              <w:t>Spirit de echipa, comunicare,seriozitate</w:t>
            </w: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E95F1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E95F1F" w:rsidRDefault="00E95F1F">
            <w:pPr>
              <w:pStyle w:val="CVSpacer"/>
            </w:pP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AF2A98">
            <w:pPr>
              <w:pStyle w:val="CVHeading2-FirstLine"/>
              <w:spacing w:before="0"/>
            </w:pPr>
            <w:r>
              <w:t>Competenţe şi aptitudini organizatorice</w:t>
            </w:r>
          </w:p>
        </w:tc>
        <w:tc>
          <w:tcPr>
            <w:tcW w:w="7657" w:type="dxa"/>
            <w:gridSpan w:val="13"/>
          </w:tcPr>
          <w:p w:rsidR="00E95F1F" w:rsidRDefault="00684BEB">
            <w:pPr>
              <w:pStyle w:val="CVNormal"/>
            </w:pPr>
            <w:r>
              <w:t>Capacitate de sinteza, spirit de echipa</w:t>
            </w: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E95F1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E95F1F" w:rsidRDefault="00E95F1F">
            <w:pPr>
              <w:pStyle w:val="CVSpacer"/>
            </w:pP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AF2A98">
            <w:pPr>
              <w:pStyle w:val="CVHeading2-FirstLine"/>
              <w:spacing w:before="0"/>
            </w:pPr>
            <w:r>
              <w:t>Competenţe şi aptitudini tehnice</w:t>
            </w:r>
          </w:p>
        </w:tc>
        <w:tc>
          <w:tcPr>
            <w:tcW w:w="7657" w:type="dxa"/>
            <w:gridSpan w:val="13"/>
          </w:tcPr>
          <w:p w:rsidR="00E95F1F" w:rsidRDefault="00E95F1F">
            <w:pPr>
              <w:pStyle w:val="CVNormal"/>
            </w:pP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E95F1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E95F1F" w:rsidRDefault="00E95F1F">
            <w:pPr>
              <w:pStyle w:val="CVSpacer"/>
            </w:pP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AF2A98">
            <w:pPr>
              <w:pStyle w:val="CVHeading2-FirstLine"/>
              <w:spacing w:before="0"/>
            </w:pPr>
            <w:r>
              <w:t>Competenţe şi aptitudini de utilizare a calculatorului</w:t>
            </w:r>
          </w:p>
        </w:tc>
        <w:tc>
          <w:tcPr>
            <w:tcW w:w="7657" w:type="dxa"/>
            <w:gridSpan w:val="13"/>
          </w:tcPr>
          <w:p w:rsidR="00E95F1F" w:rsidRDefault="00175561">
            <w:pPr>
              <w:pStyle w:val="CVNormal"/>
            </w:pPr>
            <w:r>
              <w:t>CISCO, ORACLE</w:t>
            </w: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E95F1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E95F1F" w:rsidRDefault="00E95F1F">
            <w:pPr>
              <w:pStyle w:val="CVSpacer"/>
            </w:pP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AF2A98">
            <w:pPr>
              <w:pStyle w:val="CVHeading2-FirstLine"/>
              <w:spacing w:before="0"/>
            </w:pPr>
            <w:r>
              <w:t>Competenţe şi aptitudini artistice</w:t>
            </w:r>
          </w:p>
        </w:tc>
        <w:tc>
          <w:tcPr>
            <w:tcW w:w="7657" w:type="dxa"/>
            <w:gridSpan w:val="13"/>
          </w:tcPr>
          <w:p w:rsidR="00E95F1F" w:rsidRDefault="00E95F1F" w:rsidP="006C2B0B">
            <w:pPr>
              <w:pStyle w:val="CVNormal"/>
            </w:pP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E95F1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E95F1F" w:rsidRDefault="00E95F1F">
            <w:pPr>
              <w:pStyle w:val="CVSpacer"/>
            </w:pP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AF2A98">
            <w:pPr>
              <w:pStyle w:val="CVHeading2-FirstLine"/>
              <w:spacing w:before="0"/>
            </w:pPr>
            <w:r>
              <w:t>Alte competenţe şi aptitudini</w:t>
            </w:r>
          </w:p>
        </w:tc>
        <w:tc>
          <w:tcPr>
            <w:tcW w:w="7657" w:type="dxa"/>
            <w:gridSpan w:val="13"/>
          </w:tcPr>
          <w:p w:rsidR="00E95F1F" w:rsidRDefault="00E95F1F">
            <w:pPr>
              <w:pStyle w:val="CVNormal"/>
            </w:pP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E95F1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E95F1F" w:rsidRDefault="00E95F1F">
            <w:pPr>
              <w:pStyle w:val="CVSpacer"/>
            </w:pP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AF2A98">
            <w:pPr>
              <w:pStyle w:val="CVHeading2-FirstLine"/>
              <w:spacing w:before="0"/>
            </w:pPr>
            <w:r>
              <w:t>Permis(e) de conducere</w:t>
            </w:r>
          </w:p>
        </w:tc>
        <w:tc>
          <w:tcPr>
            <w:tcW w:w="7657" w:type="dxa"/>
            <w:gridSpan w:val="13"/>
          </w:tcPr>
          <w:p w:rsidR="00E95F1F" w:rsidRDefault="00E95F1F">
            <w:pPr>
              <w:pStyle w:val="CVNormal"/>
            </w:pP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E95F1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E95F1F" w:rsidRDefault="00E95F1F">
            <w:pPr>
              <w:pStyle w:val="CVSpacer"/>
            </w:pP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AF2A98">
            <w:pPr>
              <w:pStyle w:val="CVHeading1"/>
              <w:spacing w:before="0"/>
            </w:pPr>
            <w:r>
              <w:t>Informaţii suplimentare</w:t>
            </w:r>
          </w:p>
        </w:tc>
        <w:tc>
          <w:tcPr>
            <w:tcW w:w="7657" w:type="dxa"/>
            <w:gridSpan w:val="13"/>
          </w:tcPr>
          <w:p w:rsidR="00E95F1F" w:rsidRDefault="00E95F1F" w:rsidP="006C2B0B">
            <w:pPr>
              <w:pStyle w:val="CVNormal"/>
            </w:pP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E95F1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E95F1F" w:rsidRDefault="00E95F1F">
            <w:pPr>
              <w:pStyle w:val="CVSpacer"/>
            </w:pPr>
          </w:p>
        </w:tc>
      </w:tr>
      <w:tr w:rsidR="00E95F1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E95F1F" w:rsidRDefault="00AF2A98">
            <w:pPr>
              <w:pStyle w:val="CVHeading1"/>
              <w:spacing w:before="0"/>
            </w:pPr>
            <w:r>
              <w:t>Anexe</w:t>
            </w:r>
          </w:p>
        </w:tc>
        <w:tc>
          <w:tcPr>
            <w:tcW w:w="7657" w:type="dxa"/>
            <w:gridSpan w:val="13"/>
          </w:tcPr>
          <w:p w:rsidR="00E95F1F" w:rsidRDefault="00E95F1F">
            <w:pPr>
              <w:pStyle w:val="CVNormal"/>
            </w:pPr>
          </w:p>
        </w:tc>
      </w:tr>
    </w:tbl>
    <w:p w:rsidR="00AF2A98" w:rsidRDefault="00AF2A98">
      <w:pPr>
        <w:pStyle w:val="CVNormal"/>
      </w:pPr>
    </w:p>
    <w:sectPr w:rsidR="00AF2A98" w:rsidSect="00E95F1F">
      <w:footerReference w:type="default" r:id="rId8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08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70DA" w:rsidRDefault="008C70DA">
      <w:r>
        <w:separator/>
      </w:r>
    </w:p>
  </w:endnote>
  <w:endnote w:type="continuationSeparator" w:id="1">
    <w:p w:rsidR="008C70DA" w:rsidRDefault="008C70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/>
    </w:tblPr>
    <w:tblGrid>
      <w:gridCol w:w="3117"/>
      <w:gridCol w:w="7655"/>
    </w:tblGrid>
    <w:tr w:rsidR="00E95F1F">
      <w:trPr>
        <w:cantSplit/>
      </w:trPr>
      <w:tc>
        <w:tcPr>
          <w:tcW w:w="3117" w:type="dxa"/>
        </w:tcPr>
        <w:p w:rsidR="00E95F1F" w:rsidRDefault="00AF2A98">
          <w:pPr>
            <w:pStyle w:val="CVFooterLeft"/>
          </w:pPr>
          <w:r>
            <w:t xml:space="preserve">Pagina / - Curriculum vitae al </w:t>
          </w:r>
        </w:p>
        <w:p w:rsidR="00E95F1F" w:rsidRDefault="00AF2A98">
          <w:pPr>
            <w:pStyle w:val="CVFooterLeft"/>
          </w:pPr>
          <w:r>
            <w:t xml:space="preserve">Nume Prenume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:rsidR="00E95F1F" w:rsidRDefault="00AF2A98">
          <w:pPr>
            <w:pStyle w:val="CVFooterRight"/>
          </w:pPr>
          <w:r>
            <w:t>Pentru mai multe informaţii despre Europass accesaţi pagina: http://europass.cedefop.europa.eu</w:t>
          </w:r>
        </w:p>
        <w:p w:rsidR="00E95F1F" w:rsidRDefault="00AF2A98">
          <w:pPr>
            <w:pStyle w:val="CVFooterRight"/>
          </w:pPr>
          <w:r>
            <w:t>© Uniunea Europeană, 2002-2010   24082010</w:t>
          </w:r>
        </w:p>
      </w:tc>
    </w:tr>
  </w:tbl>
  <w:p w:rsidR="00E95F1F" w:rsidRDefault="00E95F1F">
    <w:pPr>
      <w:pStyle w:val="CVFooter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70DA" w:rsidRDefault="008C70DA">
      <w:r>
        <w:separator/>
      </w:r>
    </w:p>
  </w:footnote>
  <w:footnote w:type="continuationSeparator" w:id="1">
    <w:p w:rsidR="008C70DA" w:rsidRDefault="008C70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ttachedTemplate r:id="rId1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0"/>
    <w:footnote w:id="1"/>
  </w:footnotePr>
  <w:endnotePr>
    <w:numFmt w:val="decimal"/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175561"/>
    <w:rsid w:val="00175561"/>
    <w:rsid w:val="002C748B"/>
    <w:rsid w:val="004F68EE"/>
    <w:rsid w:val="00684BEB"/>
    <w:rsid w:val="006C2B0B"/>
    <w:rsid w:val="007F4016"/>
    <w:rsid w:val="008C70DA"/>
    <w:rsid w:val="00A7427B"/>
    <w:rsid w:val="00AF2A98"/>
    <w:rsid w:val="00C630C5"/>
    <w:rsid w:val="00D90D20"/>
    <w:rsid w:val="00E95F1F"/>
    <w:rsid w:val="00FC3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4]" strokecolor="none [1]" shadowcolor="none [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F1F"/>
    <w:pPr>
      <w:suppressAutoHyphens/>
    </w:pPr>
    <w:rPr>
      <w:rFonts w:ascii="Arial Narrow" w:hAnsi="Arial Narrow"/>
      <w:lang w:eastAsia="ar-SA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FootnoteCharacters">
    <w:name w:val="Footnote Characters"/>
    <w:rsid w:val="00E95F1F"/>
  </w:style>
  <w:style w:type="character" w:styleId="Numrdepagin">
    <w:name w:val="page number"/>
    <w:basedOn w:val="WW-DefaultParagraphFont"/>
    <w:semiHidden/>
    <w:rsid w:val="00E95F1F"/>
  </w:style>
  <w:style w:type="character" w:styleId="Hyperlink">
    <w:name w:val="Hyperlink"/>
    <w:basedOn w:val="WW-DefaultParagraphFont"/>
    <w:semiHidden/>
    <w:rsid w:val="00E95F1F"/>
    <w:rPr>
      <w:color w:val="0000FF"/>
      <w:u w:val="single"/>
    </w:rPr>
  </w:style>
  <w:style w:type="character" w:customStyle="1" w:styleId="EndnoteCharacters">
    <w:name w:val="Endnote Characters"/>
    <w:rsid w:val="00E95F1F"/>
  </w:style>
  <w:style w:type="character" w:customStyle="1" w:styleId="WW-DefaultParagraphFont">
    <w:name w:val="WW-Default Paragraph Font"/>
    <w:rsid w:val="00E95F1F"/>
  </w:style>
  <w:style w:type="paragraph" w:styleId="Corptext">
    <w:name w:val="Body Text"/>
    <w:basedOn w:val="Normal"/>
    <w:semiHidden/>
    <w:rsid w:val="00E95F1F"/>
    <w:pPr>
      <w:spacing w:after="120"/>
    </w:pPr>
  </w:style>
  <w:style w:type="paragraph" w:styleId="Antet">
    <w:name w:val="header"/>
    <w:basedOn w:val="Normal"/>
    <w:semiHidden/>
    <w:rsid w:val="00E95F1F"/>
    <w:pPr>
      <w:suppressLineNumbers/>
      <w:tabs>
        <w:tab w:val="center" w:pos="4320"/>
        <w:tab w:val="right" w:pos="8640"/>
      </w:tabs>
    </w:pPr>
  </w:style>
  <w:style w:type="paragraph" w:styleId="Subsol">
    <w:name w:val="footer"/>
    <w:basedOn w:val="Normal"/>
    <w:semiHidden/>
    <w:rsid w:val="00E95F1F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text"/>
    <w:rsid w:val="00E95F1F"/>
    <w:pPr>
      <w:suppressLineNumbers/>
    </w:pPr>
  </w:style>
  <w:style w:type="paragraph" w:customStyle="1" w:styleId="TableHeading">
    <w:name w:val="Table Heading"/>
    <w:basedOn w:val="TableContents"/>
    <w:rsid w:val="00E95F1F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rsid w:val="00E95F1F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rsid w:val="00E95F1F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rsid w:val="00E95F1F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E95F1F"/>
    <w:pPr>
      <w:spacing w:before="74"/>
    </w:pPr>
  </w:style>
  <w:style w:type="paragraph" w:customStyle="1" w:styleId="CVHeading3">
    <w:name w:val="CV Heading 3"/>
    <w:basedOn w:val="Normal"/>
    <w:next w:val="Normal"/>
    <w:rsid w:val="00E95F1F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E95F1F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E95F1F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E95F1F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E95F1F"/>
    <w:pPr>
      <w:textAlignment w:val="bottom"/>
    </w:pPr>
  </w:style>
  <w:style w:type="paragraph" w:customStyle="1" w:styleId="SmallGap">
    <w:name w:val="Small Gap"/>
    <w:basedOn w:val="Normal"/>
    <w:next w:val="Normal"/>
    <w:rsid w:val="00E95F1F"/>
    <w:rPr>
      <w:sz w:val="10"/>
    </w:rPr>
  </w:style>
  <w:style w:type="paragraph" w:customStyle="1" w:styleId="CVHeadingLevel">
    <w:name w:val="CV Heading Level"/>
    <w:basedOn w:val="CVHeading3"/>
    <w:next w:val="Normal"/>
    <w:rsid w:val="00E95F1F"/>
    <w:rPr>
      <w:i/>
    </w:rPr>
  </w:style>
  <w:style w:type="paragraph" w:customStyle="1" w:styleId="LevelAssessment-Heading1">
    <w:name w:val="Level Assessment - Heading 1"/>
    <w:basedOn w:val="LevelAssessment-Code"/>
    <w:rsid w:val="00E95F1F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E95F1F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rsid w:val="00E95F1F"/>
    <w:pPr>
      <w:ind w:left="113"/>
      <w:jc w:val="left"/>
    </w:pPr>
    <w:rPr>
      <w:i/>
    </w:rPr>
  </w:style>
  <w:style w:type="paragraph" w:customStyle="1" w:styleId="CVMajor">
    <w:name w:val="CV Major"/>
    <w:basedOn w:val="Normal"/>
    <w:rsid w:val="00E95F1F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rsid w:val="00E95F1F"/>
    <w:pPr>
      <w:spacing w:before="74"/>
    </w:pPr>
  </w:style>
  <w:style w:type="paragraph" w:customStyle="1" w:styleId="CVMedium">
    <w:name w:val="CV Medium"/>
    <w:basedOn w:val="CVMajor"/>
    <w:rsid w:val="00E95F1F"/>
    <w:rPr>
      <w:sz w:val="22"/>
    </w:rPr>
  </w:style>
  <w:style w:type="paragraph" w:customStyle="1" w:styleId="CVMedium-FirstLine">
    <w:name w:val="CV Medium - First Line"/>
    <w:basedOn w:val="CVMedium"/>
    <w:next w:val="CVMedium"/>
    <w:rsid w:val="00E95F1F"/>
    <w:pPr>
      <w:spacing w:before="74"/>
    </w:pPr>
  </w:style>
  <w:style w:type="paragraph" w:customStyle="1" w:styleId="CVNormal">
    <w:name w:val="CV Normal"/>
    <w:basedOn w:val="CVMedium"/>
    <w:rsid w:val="00E95F1F"/>
    <w:rPr>
      <w:b w:val="0"/>
      <w:sz w:val="20"/>
    </w:rPr>
  </w:style>
  <w:style w:type="paragraph" w:customStyle="1" w:styleId="CVSpacer">
    <w:name w:val="CV Spacer"/>
    <w:basedOn w:val="CVNormal"/>
    <w:rsid w:val="00E95F1F"/>
    <w:rPr>
      <w:sz w:val="4"/>
    </w:rPr>
  </w:style>
  <w:style w:type="paragraph" w:customStyle="1" w:styleId="CVNormal-FirstLine">
    <w:name w:val="CV Normal - First Line"/>
    <w:basedOn w:val="CVNormal"/>
    <w:next w:val="CVNormal"/>
    <w:rsid w:val="00E95F1F"/>
    <w:pPr>
      <w:spacing w:before="74"/>
    </w:pPr>
  </w:style>
  <w:style w:type="paragraph" w:customStyle="1" w:styleId="CVFooterLeft">
    <w:name w:val="CV Footer Left"/>
    <w:basedOn w:val="Normal"/>
    <w:rsid w:val="00E95F1F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sid w:val="00E95F1F"/>
    <w:rPr>
      <w:bCs/>
      <w:sz w:val="16"/>
      <w:lang w:val="de-DE"/>
    </w:rPr>
  </w:style>
  <w:style w:type="paragraph" w:customStyle="1" w:styleId="GridStandard">
    <w:name w:val="Grid Standard"/>
    <w:rsid w:val="00E95F1F"/>
    <w:pPr>
      <w:widowControl w:val="0"/>
      <w:suppressAutoHyphens/>
    </w:pPr>
    <w:rPr>
      <w:rFonts w:ascii="Arial Narrow" w:eastAsia="Lucida Sans Unicode" w:hAnsi="Arial Narrow"/>
      <w:szCs w:val="24"/>
    </w:rPr>
  </w:style>
  <w:style w:type="paragraph" w:customStyle="1" w:styleId="GridTitle">
    <w:name w:val="Grid Title"/>
    <w:basedOn w:val="GridStandard"/>
    <w:rsid w:val="00E95F1F"/>
    <w:pPr>
      <w:pageBreakBefore/>
      <w:jc w:val="center"/>
    </w:pPr>
    <w:rPr>
      <w:b/>
      <w:caps/>
    </w:rPr>
  </w:style>
  <w:style w:type="paragraph" w:customStyle="1" w:styleId="GridFooter">
    <w:name w:val="Grid Footer"/>
    <w:basedOn w:val="GridStandard"/>
    <w:rsid w:val="00E95F1F"/>
    <w:rPr>
      <w:sz w:val="16"/>
    </w:rPr>
  </w:style>
  <w:style w:type="paragraph" w:customStyle="1" w:styleId="GridLevel">
    <w:name w:val="Grid Level"/>
    <w:basedOn w:val="GridStandard"/>
    <w:rsid w:val="00E95F1F"/>
    <w:pPr>
      <w:jc w:val="center"/>
    </w:pPr>
    <w:rPr>
      <w:b/>
    </w:rPr>
  </w:style>
  <w:style w:type="paragraph" w:customStyle="1" w:styleId="GridCompetency1">
    <w:name w:val="Grid Competency 1"/>
    <w:basedOn w:val="GridStandard"/>
    <w:next w:val="GridCompetency2"/>
    <w:rsid w:val="00E95F1F"/>
    <w:pPr>
      <w:jc w:val="center"/>
    </w:pPr>
    <w:rPr>
      <w:caps/>
    </w:rPr>
  </w:style>
  <w:style w:type="paragraph" w:customStyle="1" w:styleId="GridCompetency2">
    <w:name w:val="Grid Competency 2"/>
    <w:basedOn w:val="GridStandard"/>
    <w:next w:val="GridDescription"/>
    <w:rsid w:val="00E95F1F"/>
    <w:pPr>
      <w:jc w:val="center"/>
    </w:pPr>
    <w:rPr>
      <w:sz w:val="18"/>
    </w:rPr>
  </w:style>
  <w:style w:type="paragraph" w:customStyle="1" w:styleId="GridDescription">
    <w:name w:val="Grid Description"/>
    <w:basedOn w:val="GridStandard"/>
    <w:rsid w:val="00E95F1F"/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europass.cedefop.europa.eu/LanguageSelfAssessmentGrid/r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UCRU\12A1\cavalu%20andrei\CVTemplate_ro_RO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CVTemplate_ro_RO.dotx</Template>
  <TotalTime>33</TotalTime>
  <Pages>2</Pages>
  <Words>280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>Unitate Scolara</Company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creator>user</dc:creator>
  <cp:lastModifiedBy>user</cp:lastModifiedBy>
  <cp:revision>3</cp:revision>
  <cp:lastPrinted>2005-01-20T15:27:00Z</cp:lastPrinted>
  <dcterms:created xsi:type="dcterms:W3CDTF">2010-12-08T06:12:00Z</dcterms:created>
  <dcterms:modified xsi:type="dcterms:W3CDTF">2010-12-08T07:08:00Z</dcterms:modified>
</cp:coreProperties>
</file>