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8E51DB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8E51DB" w:rsidRDefault="006D4E86">
            <w:pPr>
              <w:pStyle w:val="CVHeading3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76.55pt;margin-top:0;width:65.25pt;height:35.85pt;z-index:1;mso-wrap-distance-left:0;mso-wrap-distance-right:0" filled="t">
                  <v:fill color2="black"/>
                  <v:imagedata r:id="rId6" o:title=""/>
                  <w10:wrap type="topAndBottom"/>
                </v:shape>
              </w:pict>
            </w:r>
            <w:r w:rsidR="00AF2A98">
              <w:t xml:space="preserve"> </w:t>
            </w:r>
          </w:p>
          <w:p w:rsidR="008E51DB" w:rsidRDefault="008E51DB">
            <w:pPr>
              <w:pStyle w:val="CVNormal"/>
            </w:pPr>
          </w:p>
        </w:tc>
        <w:tc>
          <w:tcPr>
            <w:tcW w:w="281" w:type="dxa"/>
          </w:tcPr>
          <w:p w:rsidR="008E51DB" w:rsidRDefault="008E51DB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  <w:trHeight w:hRule="exact" w:val="425"/>
        </w:trPr>
        <w:tc>
          <w:tcPr>
            <w:tcW w:w="2834" w:type="dxa"/>
            <w:vMerge/>
          </w:tcPr>
          <w:p w:rsidR="008E51DB" w:rsidRDefault="008E51DB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8E51DB" w:rsidRDefault="008E51DB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8E51DB" w:rsidRDefault="008E51DB"/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Title"/>
            </w:pPr>
            <w:r>
              <w:t xml:space="preserve">Curriculum vitae </w:t>
            </w:r>
          </w:p>
          <w:p w:rsidR="008E51DB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8E51DB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8E51DB" w:rsidRDefault="00320260" w:rsidP="00320260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Cavalu</w:t>
            </w:r>
            <w:r w:rsidR="00AF2A98">
              <w:t xml:space="preserve">, </w:t>
            </w:r>
            <w:r>
              <w:t>Andrei</w:t>
            </w:r>
            <w:r w:rsidR="00AF2A98">
              <w:t xml:space="preserve"> 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8E51DB" w:rsidRDefault="00320260" w:rsidP="00320260">
            <w:pPr>
              <w:pStyle w:val="CVNormal"/>
              <w:ind w:left="0"/>
            </w:pPr>
            <w:r>
              <w:t xml:space="preserve">   Str. George cosbuc 1/3, Onesti, Romania 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8E51DB" w:rsidRDefault="00320260" w:rsidP="00320260">
            <w:pPr>
              <w:pStyle w:val="CVNormal"/>
            </w:pPr>
            <w:r>
              <w:t>0234235684</w:t>
            </w:r>
          </w:p>
        </w:tc>
        <w:tc>
          <w:tcPr>
            <w:tcW w:w="1983" w:type="dxa"/>
            <w:gridSpan w:val="4"/>
          </w:tcPr>
          <w:p w:rsidR="008E51DB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8E51DB" w:rsidRDefault="00320260" w:rsidP="00320260">
            <w:pPr>
              <w:pStyle w:val="CVNormal"/>
            </w:pPr>
            <w:r>
              <w:t>0754523966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8E51DB" w:rsidRDefault="00AF2A98">
            <w:pPr>
              <w:pStyle w:val="CVNormal"/>
            </w:pPr>
            <w:r>
              <w:t>(rubrică facultativă, vezi instrucţiunile)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8E51DB" w:rsidRDefault="00320260" w:rsidP="00320260">
            <w:pPr>
              <w:pStyle w:val="CVNormal"/>
            </w:pPr>
            <w:r>
              <w:t>Andreutzu45@yahoo.com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8E51DB" w:rsidRDefault="00320260">
            <w:pPr>
              <w:pStyle w:val="CVNormal"/>
            </w:pPr>
            <w:r>
              <w:t>Romana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8E51DB" w:rsidRPr="00320260" w:rsidRDefault="00320260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>11 august 1992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8E51DB" w:rsidRDefault="00320260">
            <w:pPr>
              <w:pStyle w:val="CVNormal"/>
            </w:pPr>
            <w:r>
              <w:t>Masculin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8E51DB" w:rsidRDefault="00320260">
            <w:pPr>
              <w:pStyle w:val="CVMajor-FirstLine"/>
              <w:spacing w:before="0"/>
            </w:pPr>
            <w:r>
              <w:t>Programator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-FirstLine"/>
              <w:spacing w:before="0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320260" w:rsidRDefault="00320260">
            <w:pPr>
              <w:pStyle w:val="CVNormal-FirstLine"/>
              <w:spacing w:before="0"/>
            </w:pPr>
            <w:r>
              <w:t>Colegiul Tehnic Gheorghe Asachi, Onest</w:t>
            </w:r>
          </w:p>
          <w:p w:rsidR="00320260" w:rsidRPr="00320260" w:rsidRDefault="00320260" w:rsidP="00320260">
            <w:pPr>
              <w:pStyle w:val="CVNormal-FirstLine"/>
              <w:spacing w:before="0"/>
            </w:pPr>
            <w:r>
              <w:t>Scoala generala Ghita Mocanu, Onesti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8E51DB" w:rsidRDefault="00201396">
            <w:pPr>
              <w:pStyle w:val="CVNormal"/>
            </w:pPr>
            <w:r>
              <w:t>2007-2011</w:t>
            </w:r>
          </w:p>
          <w:p w:rsidR="00201396" w:rsidRDefault="00201396">
            <w:pPr>
              <w:pStyle w:val="CVNormal"/>
            </w:pPr>
            <w:r>
              <w:t>1999-2007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8E51DB" w:rsidRDefault="00320260">
            <w:pPr>
              <w:pStyle w:val="CVNormal"/>
            </w:pPr>
            <w:r>
              <w:t>ECDL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8E51DB" w:rsidRDefault="00AF2A98">
            <w:pPr>
              <w:pStyle w:val="CVNormal"/>
            </w:pPr>
            <w:r>
              <w:t>(rubrică facultativă, vezi instrucţiunile)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-FirstLine"/>
              <w:spacing w:before="0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8E51DB" w:rsidRDefault="00320260" w:rsidP="00320260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Limba Romana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8E51DB" w:rsidRDefault="00320260">
            <w:pPr>
              <w:pStyle w:val="CVMedium-FirstLine"/>
              <w:spacing w:before="0"/>
            </w:pPr>
            <w:r>
              <w:t xml:space="preserve">Engleza, </w:t>
            </w:r>
            <w:r w:rsidR="00201396">
              <w:t xml:space="preserve"> Franceza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8E51DB" w:rsidRDefault="008E51DB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51DB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51DB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E51DB" w:rsidRDefault="00AF2A98">
            <w:pPr>
              <w:pStyle w:val="LevelAssessment-Heading1"/>
            </w:pPr>
            <w:r>
              <w:t>Scriere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8E51DB" w:rsidRDefault="008E51DB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E51DB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E51DB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E51DB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E51DB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E51DB" w:rsidRDefault="00AF2A98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201396">
            <w:pPr>
              <w:pStyle w:val="CVHeadingLanguage"/>
            </w:pPr>
            <w:r>
              <w:t>Engleza</w:t>
            </w:r>
          </w:p>
        </w:tc>
        <w:tc>
          <w:tcPr>
            <w:tcW w:w="141" w:type="dxa"/>
          </w:tcPr>
          <w:p w:rsidR="008E51DB" w:rsidRDefault="008E51DB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8E51DB" w:rsidRDefault="00201396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8E51DB" w:rsidRDefault="00201396" w:rsidP="00201396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 w:rsidP="00201396">
            <w:pPr>
              <w:pStyle w:val="LevelAssessment-Code"/>
              <w:jc w:val="left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8E51DB" w:rsidRDefault="00201396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8E51DB" w:rsidRDefault="00201396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201396">
            <w:pPr>
              <w:pStyle w:val="LevelAssessment-Description"/>
            </w:pPr>
            <w:r>
              <w:t>Mediu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201396">
            <w:pPr>
              <w:pStyle w:val="CVHeadingLanguage"/>
            </w:pPr>
            <w:r>
              <w:t>Franceza</w:t>
            </w:r>
          </w:p>
        </w:tc>
        <w:tc>
          <w:tcPr>
            <w:tcW w:w="141" w:type="dxa"/>
          </w:tcPr>
          <w:p w:rsidR="008E51DB" w:rsidRDefault="008E51DB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8E51DB" w:rsidRDefault="00201396">
            <w:pPr>
              <w:pStyle w:val="LevelAssessment-Description"/>
            </w:pPr>
            <w:r>
              <w:t>Incepator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8E51DB" w:rsidRDefault="00201396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8E51DB" w:rsidRDefault="00201396">
            <w:pPr>
              <w:pStyle w:val="LevelAssessment-Description"/>
            </w:pPr>
            <w:r>
              <w:t>Incepator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8E51DB" w:rsidRDefault="00201396">
            <w:pPr>
              <w:pStyle w:val="LevelAssessment-Description"/>
            </w:pPr>
            <w:r>
              <w:t>Incepator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8E51DB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8E51DB" w:rsidRDefault="00201396">
            <w:pPr>
              <w:pStyle w:val="LevelAssessment-Description"/>
            </w:pPr>
            <w:r>
              <w:t>Incepator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8E51DB" w:rsidRDefault="00AF2A98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7" w:type="dxa"/>
            <w:gridSpan w:val="13"/>
          </w:tcPr>
          <w:p w:rsidR="008E51DB" w:rsidRDefault="00880039">
            <w:pPr>
              <w:pStyle w:val="CVNormal"/>
            </w:pPr>
            <w:r>
              <w:t>Spirit de echipa, comunicare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8E51DB" w:rsidRDefault="00880039">
            <w:pPr>
              <w:pStyle w:val="CVNormal"/>
            </w:pPr>
            <w:r>
              <w:t>Spirit de echipa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8E51DB" w:rsidRDefault="00880039">
            <w:pPr>
              <w:pStyle w:val="CVNormal"/>
            </w:pPr>
            <w:r>
              <w:t>ECDL, CISCO, ORACLE</w:t>
            </w: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8E51DB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Spacer"/>
            </w:pPr>
          </w:p>
        </w:tc>
      </w:tr>
      <w:tr w:rsidR="008E51DB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E51DB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8E51DB" w:rsidRDefault="008E51DB">
            <w:pPr>
              <w:pStyle w:val="CVNormal"/>
            </w:pPr>
          </w:p>
        </w:tc>
      </w:tr>
    </w:tbl>
    <w:p w:rsidR="00AF2A98" w:rsidRDefault="00AF2A98">
      <w:pPr>
        <w:pStyle w:val="CVNormal"/>
      </w:pPr>
    </w:p>
    <w:sectPr w:rsidR="00AF2A98" w:rsidSect="008E51DB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376" w:rsidRDefault="009A6376">
      <w:r>
        <w:separator/>
      </w:r>
    </w:p>
  </w:endnote>
  <w:endnote w:type="continuationSeparator" w:id="1">
    <w:p w:rsidR="009A6376" w:rsidRDefault="009A6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8E51DB">
      <w:trPr>
        <w:cantSplit/>
      </w:trPr>
      <w:tc>
        <w:tcPr>
          <w:tcW w:w="3117" w:type="dxa"/>
        </w:tcPr>
        <w:p w:rsidR="008E51DB" w:rsidRDefault="00AF2A98">
          <w:pPr>
            <w:pStyle w:val="CVFooterLeft"/>
          </w:pPr>
          <w:r>
            <w:t xml:space="preserve">Pagina / - Curriculum vitae al </w:t>
          </w:r>
        </w:p>
        <w:p w:rsidR="008E51DB" w:rsidRDefault="00AF2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8E51DB" w:rsidRDefault="00AF2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8E51DB" w:rsidRDefault="00AF2A98">
          <w:pPr>
            <w:pStyle w:val="CVFooterRight"/>
          </w:pPr>
          <w:r>
            <w:t>© Uniunea Europeană, 2002-2010   24082010</w:t>
          </w:r>
        </w:p>
      </w:tc>
    </w:tr>
  </w:tbl>
  <w:p w:rsidR="008E51DB" w:rsidRDefault="008E51DB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376" w:rsidRDefault="009A6376">
      <w:r>
        <w:separator/>
      </w:r>
    </w:p>
  </w:footnote>
  <w:footnote w:type="continuationSeparator" w:id="1">
    <w:p w:rsidR="009A6376" w:rsidRDefault="009A63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1396"/>
    <w:rsid w:val="00201396"/>
    <w:rsid w:val="00311520"/>
    <w:rsid w:val="00320260"/>
    <w:rsid w:val="006D4E86"/>
    <w:rsid w:val="007F4016"/>
    <w:rsid w:val="00880039"/>
    <w:rsid w:val="008E51DB"/>
    <w:rsid w:val="009A6376"/>
    <w:rsid w:val="00AF2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1DB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8E51DB"/>
  </w:style>
  <w:style w:type="character" w:styleId="Numrdepagin">
    <w:name w:val="page number"/>
    <w:basedOn w:val="WW-DefaultParagraphFont"/>
    <w:semiHidden/>
    <w:rsid w:val="008E51DB"/>
  </w:style>
  <w:style w:type="character" w:styleId="Hyperlink">
    <w:name w:val="Hyperlink"/>
    <w:basedOn w:val="WW-DefaultParagraphFont"/>
    <w:semiHidden/>
    <w:rsid w:val="008E51DB"/>
    <w:rPr>
      <w:color w:val="0000FF"/>
      <w:u w:val="single"/>
    </w:rPr>
  </w:style>
  <w:style w:type="character" w:customStyle="1" w:styleId="EndnoteCharacters">
    <w:name w:val="Endnote Characters"/>
    <w:rsid w:val="008E51DB"/>
  </w:style>
  <w:style w:type="character" w:customStyle="1" w:styleId="WW-DefaultParagraphFont">
    <w:name w:val="WW-Default Paragraph Font"/>
    <w:rsid w:val="008E51DB"/>
  </w:style>
  <w:style w:type="paragraph" w:styleId="Corptext">
    <w:name w:val="Body Text"/>
    <w:basedOn w:val="Normal"/>
    <w:semiHidden/>
    <w:rsid w:val="008E51DB"/>
    <w:pPr>
      <w:spacing w:after="120"/>
    </w:pPr>
  </w:style>
  <w:style w:type="paragraph" w:styleId="Antet">
    <w:name w:val="header"/>
    <w:basedOn w:val="Normal"/>
    <w:semiHidden/>
    <w:rsid w:val="008E51DB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8E51DB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8E51DB"/>
    <w:pPr>
      <w:suppressLineNumbers/>
    </w:pPr>
  </w:style>
  <w:style w:type="paragraph" w:customStyle="1" w:styleId="TableHeading">
    <w:name w:val="Table Heading"/>
    <w:basedOn w:val="TableContents"/>
    <w:rsid w:val="008E51DB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8E51DB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8E51DB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8E51DB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8E51DB"/>
    <w:pPr>
      <w:spacing w:before="74"/>
    </w:pPr>
  </w:style>
  <w:style w:type="paragraph" w:customStyle="1" w:styleId="CVHeading3">
    <w:name w:val="CV Heading 3"/>
    <w:basedOn w:val="Normal"/>
    <w:next w:val="Normal"/>
    <w:rsid w:val="008E51DB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8E51DB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8E51DB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8E51DB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8E51DB"/>
    <w:pPr>
      <w:textAlignment w:val="bottom"/>
    </w:pPr>
  </w:style>
  <w:style w:type="paragraph" w:customStyle="1" w:styleId="SmallGap">
    <w:name w:val="Small Gap"/>
    <w:basedOn w:val="Normal"/>
    <w:next w:val="Normal"/>
    <w:rsid w:val="008E51DB"/>
    <w:rPr>
      <w:sz w:val="10"/>
    </w:rPr>
  </w:style>
  <w:style w:type="paragraph" w:customStyle="1" w:styleId="CVHeadingLevel">
    <w:name w:val="CV Heading Level"/>
    <w:basedOn w:val="CVHeading3"/>
    <w:next w:val="Normal"/>
    <w:rsid w:val="008E51DB"/>
    <w:rPr>
      <w:i/>
    </w:rPr>
  </w:style>
  <w:style w:type="paragraph" w:customStyle="1" w:styleId="LevelAssessment-Heading1">
    <w:name w:val="Level Assessment - Heading 1"/>
    <w:basedOn w:val="LevelAssessment-Code"/>
    <w:rsid w:val="008E51DB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8E51DB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8E51DB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8E51DB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8E51DB"/>
    <w:pPr>
      <w:spacing w:before="74"/>
    </w:pPr>
  </w:style>
  <w:style w:type="paragraph" w:customStyle="1" w:styleId="CVMedium">
    <w:name w:val="CV Medium"/>
    <w:basedOn w:val="CVMajor"/>
    <w:rsid w:val="008E51DB"/>
    <w:rPr>
      <w:sz w:val="22"/>
    </w:rPr>
  </w:style>
  <w:style w:type="paragraph" w:customStyle="1" w:styleId="CVMedium-FirstLine">
    <w:name w:val="CV Medium - First Line"/>
    <w:basedOn w:val="CVMedium"/>
    <w:next w:val="CVMedium"/>
    <w:rsid w:val="008E51DB"/>
    <w:pPr>
      <w:spacing w:before="74"/>
    </w:pPr>
  </w:style>
  <w:style w:type="paragraph" w:customStyle="1" w:styleId="CVNormal">
    <w:name w:val="CV Normal"/>
    <w:basedOn w:val="CVMedium"/>
    <w:rsid w:val="008E51DB"/>
    <w:rPr>
      <w:b w:val="0"/>
      <w:sz w:val="20"/>
    </w:rPr>
  </w:style>
  <w:style w:type="paragraph" w:customStyle="1" w:styleId="CVSpacer">
    <w:name w:val="CV Spacer"/>
    <w:basedOn w:val="CVNormal"/>
    <w:rsid w:val="008E51DB"/>
    <w:rPr>
      <w:sz w:val="4"/>
    </w:rPr>
  </w:style>
  <w:style w:type="paragraph" w:customStyle="1" w:styleId="CVNormal-FirstLine">
    <w:name w:val="CV Normal - First Line"/>
    <w:basedOn w:val="CVNormal"/>
    <w:next w:val="CVNormal"/>
    <w:rsid w:val="008E51DB"/>
    <w:pPr>
      <w:spacing w:before="74"/>
    </w:pPr>
  </w:style>
  <w:style w:type="paragraph" w:customStyle="1" w:styleId="CVFooterLeft">
    <w:name w:val="CV Footer Left"/>
    <w:basedOn w:val="Normal"/>
    <w:rsid w:val="008E51DB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8E51DB"/>
    <w:rPr>
      <w:bCs/>
      <w:sz w:val="16"/>
      <w:lang w:val="de-DE"/>
    </w:rPr>
  </w:style>
  <w:style w:type="paragraph" w:customStyle="1" w:styleId="GridStandard">
    <w:name w:val="Grid Standard"/>
    <w:rsid w:val="008E51DB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8E51DB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8E51DB"/>
    <w:rPr>
      <w:sz w:val="16"/>
    </w:rPr>
  </w:style>
  <w:style w:type="paragraph" w:customStyle="1" w:styleId="GridLevel">
    <w:name w:val="Grid Level"/>
    <w:basedOn w:val="GridStandard"/>
    <w:rsid w:val="008E51DB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8E51DB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8E51DB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8E51DB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12A1\cavalu%20andrei\CVTemplate_ro_RO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CVTemplate_ro_RO.dotx</Template>
  <TotalTime>20</TotalTime>
  <Pages>2</Pages>
  <Words>295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2</cp:revision>
  <cp:lastPrinted>2005-01-20T15:27:00Z</cp:lastPrinted>
  <dcterms:created xsi:type="dcterms:W3CDTF">2010-11-30T07:07:00Z</dcterms:created>
  <dcterms:modified xsi:type="dcterms:W3CDTF">2010-12-08T07:37:00Z</dcterms:modified>
</cp:coreProperties>
</file>