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E8" w:rsidRDefault="007A3FE5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>
        <w:rPr>
          <w:rFonts w:ascii="Arial" w:hAnsi="Arial" w:cs="Arial"/>
          <w:color w:val="555555"/>
          <w:sz w:val="24"/>
          <w:szCs w:val="24"/>
        </w:rPr>
        <w:t>Stimate Domnule Director</w:t>
      </w:r>
      <w:r w:rsidR="00872DF3" w:rsidRPr="00DF42E8">
        <w:rPr>
          <w:rFonts w:ascii="Arial" w:hAnsi="Arial" w:cs="Arial"/>
          <w:color w:val="555555"/>
          <w:sz w:val="24"/>
          <w:szCs w:val="24"/>
        </w:rPr>
        <w:t xml:space="preserve">,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Va adresez aceasta Scrisoare de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Intentie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ca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raspuns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la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anuntul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dumneavoastra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pentru postul vacant pe care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il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aveti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in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institutie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Deoarece am absolvit la Facultatea de </w:t>
      </w:r>
      <w:r w:rsidR="00252606">
        <w:rPr>
          <w:rFonts w:ascii="Arial" w:hAnsi="Arial" w:cs="Arial"/>
          <w:color w:val="555555"/>
          <w:sz w:val="24"/>
          <w:szCs w:val="24"/>
        </w:rPr>
        <w:t>informatica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, Universitatea </w:t>
      </w:r>
      <w:r w:rsidR="00252606">
        <w:rPr>
          <w:rFonts w:ascii="Arial" w:hAnsi="Arial" w:cs="Arial"/>
          <w:color w:val="555555"/>
          <w:sz w:val="24"/>
          <w:szCs w:val="24"/>
        </w:rPr>
        <w:t xml:space="preserve">din </w:t>
      </w:r>
      <w:proofErr w:type="spellStart"/>
      <w:r w:rsidR="00252606">
        <w:rPr>
          <w:rFonts w:ascii="Arial" w:hAnsi="Arial" w:cs="Arial"/>
          <w:color w:val="555555"/>
          <w:sz w:val="24"/>
          <w:szCs w:val="24"/>
        </w:rPr>
        <w:t>Bucuresti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consider ca, in anii de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studentie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, am acumulat multe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cunostinte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in </w:t>
      </w:r>
      <w:r w:rsidR="00252606">
        <w:rPr>
          <w:rFonts w:ascii="Arial" w:hAnsi="Arial" w:cs="Arial"/>
          <w:color w:val="555555"/>
          <w:sz w:val="24"/>
          <w:szCs w:val="24"/>
        </w:rPr>
        <w:t>informatica (programare)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pe care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astept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cu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nerabdare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sa le pun in practica.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Sunt o persoana dinamica, cu aptitudini foarte bune de comunicare,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dobandite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in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experienta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mea (de </w:t>
      </w:r>
      <w:r w:rsidR="00252606">
        <w:rPr>
          <w:rFonts w:ascii="Arial" w:hAnsi="Arial" w:cs="Arial"/>
          <w:color w:val="555555"/>
          <w:sz w:val="24"/>
          <w:szCs w:val="24"/>
        </w:rPr>
        <w:t>student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), responsabila,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hotarata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, interesata in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perfectionarea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profesionala in domeniul </w:t>
      </w:r>
      <w:r w:rsidR="00252606">
        <w:rPr>
          <w:rFonts w:ascii="Arial" w:hAnsi="Arial" w:cs="Arial"/>
          <w:color w:val="555555"/>
          <w:sz w:val="24"/>
          <w:szCs w:val="24"/>
        </w:rPr>
        <w:t>informaticii</w:t>
      </w:r>
      <w:r w:rsidR="007A3FE5">
        <w:rPr>
          <w:rFonts w:ascii="Arial" w:hAnsi="Arial" w:cs="Arial"/>
          <w:color w:val="555555"/>
          <w:sz w:val="24"/>
          <w:szCs w:val="24"/>
        </w:rPr>
        <w:t>.</w:t>
      </w:r>
      <w:r w:rsidRPr="00DF42E8">
        <w:rPr>
          <w:rFonts w:ascii="Arial" w:hAnsi="Arial" w:cs="Arial"/>
          <w:color w:val="555555"/>
          <w:sz w:val="24"/>
          <w:szCs w:val="24"/>
        </w:rPr>
        <w:t xml:space="preserve"> Mi-as dori sa am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sansa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de a lucra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alaturi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de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dumneavoastra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unde as putea sa-mi pun in evidenta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capacitatile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intelectuale si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experienta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acumulata (conform CV anexat) pentru 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indeplini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sarcinile si scopurile companiei cat si pentru dezvoltarea carierei mele. </w:t>
      </w:r>
    </w:p>
    <w:p w:rsidR="00DF42E8" w:rsidRDefault="00872DF3" w:rsidP="00DF42E8">
      <w:pPr>
        <w:jc w:val="both"/>
        <w:rPr>
          <w:rFonts w:ascii="Arial" w:hAnsi="Arial" w:cs="Arial"/>
          <w:color w:val="555555"/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Daca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veti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considera ca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motivatia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si calificarea mea sunt oportune pentru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obtinerea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unui loc in cadrul companiei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dumneavoastra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sunt disponibila in orice moment pentru a fi contactata in vederea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discutarii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 detaliilor unei posibile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colaborari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>.</w:t>
      </w:r>
    </w:p>
    <w:p w:rsidR="00465C37" w:rsidRPr="00DF42E8" w:rsidRDefault="00872DF3" w:rsidP="00DF42E8">
      <w:pPr>
        <w:jc w:val="both"/>
        <w:rPr>
          <w:sz w:val="24"/>
          <w:szCs w:val="24"/>
        </w:rPr>
      </w:pPr>
      <w:r w:rsidRPr="00DF42E8">
        <w:rPr>
          <w:rFonts w:ascii="Arial" w:hAnsi="Arial" w:cs="Arial"/>
          <w:color w:val="555555"/>
          <w:sz w:val="24"/>
          <w:szCs w:val="24"/>
        </w:rPr>
        <w:br/>
        <w:t xml:space="preserve">Va </w:t>
      </w:r>
      <w:proofErr w:type="spellStart"/>
      <w:r w:rsidRPr="00DF42E8">
        <w:rPr>
          <w:rFonts w:ascii="Arial" w:hAnsi="Arial" w:cs="Arial"/>
          <w:color w:val="555555"/>
          <w:sz w:val="24"/>
          <w:szCs w:val="24"/>
        </w:rPr>
        <w:t>multumesc</w:t>
      </w:r>
      <w:proofErr w:type="spellEnd"/>
      <w:r w:rsidRPr="00DF42E8">
        <w:rPr>
          <w:rFonts w:ascii="Arial" w:hAnsi="Arial" w:cs="Arial"/>
          <w:color w:val="555555"/>
          <w:sz w:val="24"/>
          <w:szCs w:val="24"/>
        </w:rPr>
        <w:t xml:space="preserve">, </w:t>
      </w:r>
      <w:proofErr w:type="spellStart"/>
      <w:r w:rsidR="00252606">
        <w:rPr>
          <w:rFonts w:ascii="Arial" w:hAnsi="Arial" w:cs="Arial"/>
          <w:color w:val="555555"/>
          <w:sz w:val="24"/>
          <w:szCs w:val="24"/>
        </w:rPr>
        <w:t>Cavalu</w:t>
      </w:r>
      <w:proofErr w:type="spellEnd"/>
      <w:r w:rsidR="00252606">
        <w:rPr>
          <w:rFonts w:ascii="Arial" w:hAnsi="Arial" w:cs="Arial"/>
          <w:color w:val="555555"/>
          <w:sz w:val="24"/>
          <w:szCs w:val="24"/>
        </w:rPr>
        <w:t xml:space="preserve"> Andrei</w:t>
      </w:r>
    </w:p>
    <w:sectPr w:rsidR="00465C37" w:rsidRPr="00DF42E8" w:rsidSect="00465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252606"/>
    <w:rsid w:val="00252606"/>
    <w:rsid w:val="00376DEC"/>
    <w:rsid w:val="00465C37"/>
    <w:rsid w:val="00550A16"/>
    <w:rsid w:val="007A3FE5"/>
    <w:rsid w:val="00872DF3"/>
    <w:rsid w:val="00DF42E8"/>
    <w:rsid w:val="00EC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C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12A1\cavalu%20andrei\scrisoare%20de%20intentie%20model%202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scrisoare de intentie model 2.dotx</Template>
  <TotalTime>5</TotalTime>
  <Pages>1</Pages>
  <Words>163</Words>
  <Characters>951</Characters>
  <Application>Microsoft Office Word</Application>
  <DocSecurity>0</DocSecurity>
  <Lines>7</Lines>
  <Paragraphs>2</Paragraphs>
  <ScaleCrop>false</ScaleCrop>
  <Company>Unitate Scolara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2010-11-30T07:24:00Z</dcterms:created>
  <dcterms:modified xsi:type="dcterms:W3CDTF">2010-12-08T07:38:00Z</dcterms:modified>
</cp:coreProperties>
</file>