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B00" w:rsidRDefault="00D72B00" w:rsidP="00D72B00">
      <w:pPr>
        <w:jc w:val="center"/>
        <w:rPr>
          <w:rFonts w:ascii="Arial" w:hAnsi="Arial" w:cs="Arial"/>
          <w:b/>
          <w:sz w:val="28"/>
          <w:szCs w:val="28"/>
        </w:rPr>
      </w:pPr>
    </w:p>
    <w:p w:rsidR="00465C37" w:rsidRPr="00D72B00" w:rsidRDefault="00D72B00" w:rsidP="00D72B00">
      <w:pPr>
        <w:jc w:val="center"/>
        <w:rPr>
          <w:rFonts w:ascii="Arial" w:hAnsi="Arial" w:cs="Arial"/>
          <w:b/>
          <w:sz w:val="28"/>
          <w:szCs w:val="28"/>
        </w:rPr>
      </w:pPr>
      <w:r w:rsidRPr="00D72B00">
        <w:rPr>
          <w:rFonts w:ascii="Arial" w:hAnsi="Arial" w:cs="Arial"/>
          <w:b/>
          <w:sz w:val="28"/>
          <w:szCs w:val="28"/>
        </w:rPr>
        <w:t>Lista cu responsabilitatile grupei</w:t>
      </w:r>
      <w:r w:rsidR="00B9292C">
        <w:rPr>
          <w:rFonts w:ascii="Arial" w:hAnsi="Arial" w:cs="Arial"/>
          <w:b/>
          <w:sz w:val="28"/>
          <w:szCs w:val="28"/>
        </w:rPr>
        <w:t xml:space="preserve"> 3</w:t>
      </w:r>
    </w:p>
    <w:p w:rsidR="00D72B00" w:rsidRPr="00B9292C" w:rsidRDefault="00D72B00" w:rsidP="00D72B00">
      <w:pPr>
        <w:jc w:val="center"/>
        <w:rPr>
          <w:rFonts w:ascii="Arial" w:hAnsi="Arial" w:cs="Arial"/>
          <w:sz w:val="24"/>
          <w:szCs w:val="24"/>
          <w:lang w:val="en-US"/>
        </w:rPr>
      </w:pPr>
      <w:r w:rsidRPr="00D72B00">
        <w:rPr>
          <w:rFonts w:ascii="Arial" w:hAnsi="Arial" w:cs="Arial"/>
          <w:b/>
          <w:sz w:val="28"/>
          <w:szCs w:val="28"/>
        </w:rPr>
        <w:t xml:space="preserve">Cu tema </w:t>
      </w:r>
      <w:r w:rsidR="00B9292C">
        <w:rPr>
          <w:rFonts w:ascii="Arial" w:hAnsi="Arial" w:cs="Arial"/>
          <w:b/>
          <w:sz w:val="28"/>
          <w:szCs w:val="28"/>
        </w:rPr>
        <w:t>4</w:t>
      </w:r>
      <w:r w:rsidR="00B9292C">
        <w:rPr>
          <w:rFonts w:ascii="Arial" w:hAnsi="Arial" w:cs="Arial"/>
          <w:b/>
          <w:sz w:val="28"/>
          <w:szCs w:val="28"/>
          <w:lang w:val="en-US"/>
        </w:rPr>
        <w:t>: Spitalul</w:t>
      </w:r>
    </w:p>
    <w:p w:rsidR="00D72B00" w:rsidRDefault="00D72B00" w:rsidP="00D72B00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GrilTabel"/>
        <w:tblW w:w="9322" w:type="dxa"/>
        <w:tblLook w:val="04A0"/>
      </w:tblPr>
      <w:tblGrid>
        <w:gridCol w:w="1101"/>
        <w:gridCol w:w="3260"/>
        <w:gridCol w:w="4961"/>
      </w:tblGrid>
      <w:tr w:rsidR="00D72B00" w:rsidTr="00D72B00">
        <w:tc>
          <w:tcPr>
            <w:tcW w:w="1101" w:type="dxa"/>
            <w:vAlign w:val="center"/>
          </w:tcPr>
          <w:p w:rsidR="00D72B00" w:rsidRPr="00D72B00" w:rsidRDefault="00D72B00" w:rsidP="00D72B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72B00">
              <w:rPr>
                <w:rFonts w:ascii="Arial" w:hAnsi="Arial" w:cs="Arial"/>
                <w:b/>
                <w:sz w:val="24"/>
                <w:szCs w:val="24"/>
              </w:rPr>
              <w:t>Nr crt</w:t>
            </w:r>
          </w:p>
        </w:tc>
        <w:tc>
          <w:tcPr>
            <w:tcW w:w="3260" w:type="dxa"/>
            <w:vAlign w:val="center"/>
          </w:tcPr>
          <w:p w:rsidR="00D72B00" w:rsidRPr="00D72B00" w:rsidRDefault="00D72B00" w:rsidP="00D72B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72B00">
              <w:rPr>
                <w:rFonts w:ascii="Arial" w:hAnsi="Arial" w:cs="Arial"/>
                <w:b/>
                <w:sz w:val="24"/>
                <w:szCs w:val="24"/>
              </w:rPr>
              <w:t>Nume si prenume</w:t>
            </w:r>
          </w:p>
        </w:tc>
        <w:tc>
          <w:tcPr>
            <w:tcW w:w="4961" w:type="dxa"/>
          </w:tcPr>
          <w:p w:rsidR="00D72B00" w:rsidRPr="00D72B00" w:rsidRDefault="00D72B00" w:rsidP="00D72B00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72B00">
              <w:rPr>
                <w:rFonts w:ascii="Arial" w:hAnsi="Arial" w:cs="Arial"/>
                <w:b/>
                <w:sz w:val="24"/>
                <w:szCs w:val="24"/>
              </w:rPr>
              <w:t>Responsabilitati</w:t>
            </w:r>
          </w:p>
        </w:tc>
      </w:tr>
      <w:tr w:rsidR="00D72B00" w:rsidTr="00D72B00">
        <w:tc>
          <w:tcPr>
            <w:tcW w:w="1101" w:type="dxa"/>
            <w:vAlign w:val="center"/>
          </w:tcPr>
          <w:p w:rsidR="00D72B00" w:rsidRDefault="00D72B00" w:rsidP="00D72B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D72B00" w:rsidRDefault="00984E52" w:rsidP="00D72B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Cavalu Andrei</w:t>
            </w:r>
          </w:p>
        </w:tc>
        <w:tc>
          <w:tcPr>
            <w:tcW w:w="4961" w:type="dxa"/>
          </w:tcPr>
          <w:p w:rsidR="00D72B00" w:rsidRDefault="00D72B00" w:rsidP="00D72B00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84E52">
              <w:rPr>
                <w:rFonts w:ascii="Arial" w:hAnsi="Arial" w:cs="Arial"/>
                <w:sz w:val="24"/>
                <w:szCs w:val="24"/>
              </w:rPr>
              <w:t>CV</w:t>
            </w:r>
          </w:p>
          <w:p w:rsidR="00D72B00" w:rsidRDefault="00D72B00" w:rsidP="00D72B00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84E52">
              <w:rPr>
                <w:rFonts w:ascii="Arial" w:hAnsi="Arial" w:cs="Arial"/>
                <w:sz w:val="24"/>
                <w:szCs w:val="24"/>
              </w:rPr>
              <w:t>Scrisoare de intentie</w:t>
            </w:r>
          </w:p>
          <w:p w:rsidR="00D72B00" w:rsidRDefault="00D72B00" w:rsidP="00D72B00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84E52">
              <w:rPr>
                <w:rFonts w:ascii="Arial" w:hAnsi="Arial" w:cs="Arial"/>
                <w:sz w:val="24"/>
                <w:szCs w:val="24"/>
              </w:rPr>
              <w:t>Power point</w:t>
            </w:r>
          </w:p>
          <w:p w:rsidR="00D72B00" w:rsidRDefault="00D72B00" w:rsidP="00D72B00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84E52">
              <w:rPr>
                <w:rFonts w:ascii="Arial" w:hAnsi="Arial" w:cs="Arial"/>
                <w:sz w:val="24"/>
                <w:szCs w:val="24"/>
              </w:rPr>
              <w:t>ERD</w:t>
            </w:r>
          </w:p>
          <w:p w:rsidR="00D72B00" w:rsidRPr="00D72B00" w:rsidRDefault="00984E52" w:rsidP="00D72B00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Document word</w:t>
            </w:r>
            <w:r w:rsidR="00D72B0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D72B00" w:rsidTr="00D72B00">
        <w:tc>
          <w:tcPr>
            <w:tcW w:w="1101" w:type="dxa"/>
            <w:vAlign w:val="center"/>
          </w:tcPr>
          <w:p w:rsidR="00D72B00" w:rsidRDefault="00D72B00" w:rsidP="00D72B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D72B00" w:rsidRDefault="00984E52" w:rsidP="00D72B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Birla Narcis</w:t>
            </w:r>
          </w:p>
        </w:tc>
        <w:tc>
          <w:tcPr>
            <w:tcW w:w="4961" w:type="dxa"/>
          </w:tcPr>
          <w:p w:rsidR="00D72B00" w:rsidRDefault="00984E52" w:rsidP="00D72B00">
            <w:pPr>
              <w:pStyle w:val="Listparagraf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CV</w:t>
            </w:r>
          </w:p>
          <w:p w:rsidR="00D72B00" w:rsidRDefault="00D72B00" w:rsidP="00D72B00">
            <w:pPr>
              <w:pStyle w:val="Listparagraf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84E52">
              <w:rPr>
                <w:rFonts w:ascii="Arial" w:hAnsi="Arial" w:cs="Arial"/>
                <w:sz w:val="24"/>
                <w:szCs w:val="24"/>
              </w:rPr>
              <w:t>Scrisoare de intentie</w:t>
            </w:r>
          </w:p>
          <w:p w:rsidR="00D72B00" w:rsidRDefault="00D72B00" w:rsidP="00D72B00">
            <w:pPr>
              <w:pStyle w:val="Listparagraf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84E52">
              <w:rPr>
                <w:rFonts w:ascii="Arial" w:hAnsi="Arial" w:cs="Arial"/>
                <w:sz w:val="24"/>
                <w:szCs w:val="24"/>
              </w:rPr>
              <w:t>Pliant</w:t>
            </w:r>
          </w:p>
          <w:p w:rsidR="00D72B00" w:rsidRDefault="00D72B00" w:rsidP="00D72B00">
            <w:pPr>
              <w:pStyle w:val="Listparagraf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84E52">
              <w:rPr>
                <w:rFonts w:ascii="Arial" w:hAnsi="Arial" w:cs="Arial"/>
                <w:sz w:val="24"/>
                <w:szCs w:val="24"/>
              </w:rPr>
              <w:t>ERD</w:t>
            </w:r>
          </w:p>
          <w:p w:rsidR="00D72B00" w:rsidRPr="00D72B00" w:rsidRDefault="00D72B00" w:rsidP="00D72B00">
            <w:pPr>
              <w:pStyle w:val="Listparagraf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84E52">
              <w:rPr>
                <w:rFonts w:ascii="Arial" w:hAnsi="Arial" w:cs="Arial"/>
                <w:sz w:val="24"/>
                <w:szCs w:val="24"/>
              </w:rPr>
              <w:t>Document word</w:t>
            </w:r>
          </w:p>
        </w:tc>
      </w:tr>
      <w:tr w:rsidR="00D72B00" w:rsidTr="00D72B00">
        <w:tc>
          <w:tcPr>
            <w:tcW w:w="1101" w:type="dxa"/>
            <w:vAlign w:val="center"/>
          </w:tcPr>
          <w:p w:rsidR="00D72B00" w:rsidRDefault="00D72B00" w:rsidP="00D72B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D72B00" w:rsidRDefault="00B9292C" w:rsidP="00D72B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Darie Vlad</w:t>
            </w:r>
          </w:p>
        </w:tc>
        <w:tc>
          <w:tcPr>
            <w:tcW w:w="4961" w:type="dxa"/>
          </w:tcPr>
          <w:p w:rsidR="00D72B00" w:rsidRDefault="00984E52" w:rsidP="00D72B00">
            <w:pPr>
              <w:pStyle w:val="Listparagraf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CV</w:t>
            </w:r>
          </w:p>
          <w:p w:rsidR="00D72B00" w:rsidRDefault="00D72B00" w:rsidP="00D72B00">
            <w:pPr>
              <w:pStyle w:val="Listparagraf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84E52">
              <w:rPr>
                <w:rFonts w:ascii="Arial" w:hAnsi="Arial" w:cs="Arial"/>
                <w:sz w:val="24"/>
                <w:szCs w:val="24"/>
              </w:rPr>
              <w:t>Scrisoare de intentie</w:t>
            </w:r>
          </w:p>
          <w:p w:rsidR="00D72B00" w:rsidRDefault="00D72B00" w:rsidP="00D72B00">
            <w:pPr>
              <w:pStyle w:val="Listparagraf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84E52">
              <w:rPr>
                <w:rFonts w:ascii="Arial" w:hAnsi="Arial" w:cs="Arial"/>
                <w:sz w:val="24"/>
                <w:szCs w:val="24"/>
              </w:rPr>
              <w:t>Afis</w:t>
            </w:r>
          </w:p>
          <w:p w:rsidR="00D72B00" w:rsidRDefault="00D72B00" w:rsidP="00D72B00">
            <w:pPr>
              <w:pStyle w:val="Listparagraf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84E52">
              <w:rPr>
                <w:rFonts w:ascii="Arial" w:hAnsi="Arial" w:cs="Arial"/>
                <w:sz w:val="24"/>
                <w:szCs w:val="24"/>
              </w:rPr>
              <w:t>ERD</w:t>
            </w:r>
          </w:p>
          <w:p w:rsidR="00D72B00" w:rsidRPr="00D72B00" w:rsidRDefault="00984E52" w:rsidP="00D72B00">
            <w:pPr>
              <w:pStyle w:val="Listparagraf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Document word</w:t>
            </w:r>
          </w:p>
        </w:tc>
      </w:tr>
    </w:tbl>
    <w:p w:rsidR="00D72B00" w:rsidRPr="00D72B00" w:rsidRDefault="00D72B00" w:rsidP="00D72B00">
      <w:pPr>
        <w:jc w:val="both"/>
        <w:rPr>
          <w:rFonts w:ascii="Arial" w:hAnsi="Arial" w:cs="Arial"/>
          <w:sz w:val="24"/>
          <w:szCs w:val="24"/>
        </w:rPr>
      </w:pPr>
    </w:p>
    <w:sectPr w:rsidR="00D72B00" w:rsidRPr="00D72B00" w:rsidSect="00465C3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0D99" w:rsidRDefault="00890D99" w:rsidP="00D72B00">
      <w:pPr>
        <w:spacing w:after="0" w:line="240" w:lineRule="auto"/>
      </w:pPr>
      <w:r>
        <w:separator/>
      </w:r>
    </w:p>
  </w:endnote>
  <w:endnote w:type="continuationSeparator" w:id="1">
    <w:p w:rsidR="00890D99" w:rsidRDefault="00890D99" w:rsidP="00D72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B00" w:rsidRDefault="00D72B00">
    <w:pPr>
      <w:pStyle w:val="Subsol"/>
    </w:pPr>
    <w:r>
      <w:t>Clasa XII A1</w:t>
    </w:r>
  </w:p>
  <w:p w:rsidR="00D72B00" w:rsidRDefault="00D72B00">
    <w:pPr>
      <w:pStyle w:val="Subsol"/>
    </w:pPr>
  </w:p>
  <w:p w:rsidR="00D72B00" w:rsidRDefault="00D72B00">
    <w:pPr>
      <w:pStyle w:val="Subsol"/>
    </w:pPr>
    <w:r>
      <w:t>2010-2011</w:t>
    </w:r>
  </w:p>
  <w:p w:rsidR="00D72B00" w:rsidRDefault="00D72B00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0D99" w:rsidRDefault="00890D99" w:rsidP="00D72B00">
      <w:pPr>
        <w:spacing w:after="0" w:line="240" w:lineRule="auto"/>
      </w:pPr>
      <w:r>
        <w:separator/>
      </w:r>
    </w:p>
  </w:footnote>
  <w:footnote w:type="continuationSeparator" w:id="1">
    <w:p w:rsidR="00890D99" w:rsidRDefault="00890D99" w:rsidP="00D72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B00" w:rsidRDefault="00D72B00">
    <w:pPr>
      <w:pStyle w:val="Antet"/>
    </w:pPr>
    <w:r>
      <w:t>Colegiul Tehnic ”Gheorghe Asachi” Onesti</w:t>
    </w:r>
  </w:p>
  <w:p w:rsidR="00D72B00" w:rsidRDefault="00D72B00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0AC0"/>
    <w:multiLevelType w:val="hybridMultilevel"/>
    <w:tmpl w:val="91141F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11204"/>
    <w:multiLevelType w:val="hybridMultilevel"/>
    <w:tmpl w:val="91141F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706977"/>
    <w:multiLevelType w:val="hybridMultilevel"/>
    <w:tmpl w:val="91141F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2E11"/>
    <w:rsid w:val="0032178C"/>
    <w:rsid w:val="00465C37"/>
    <w:rsid w:val="00890D99"/>
    <w:rsid w:val="008A3044"/>
    <w:rsid w:val="00952E11"/>
    <w:rsid w:val="00984E52"/>
    <w:rsid w:val="00B14D78"/>
    <w:rsid w:val="00B9292C"/>
    <w:rsid w:val="00CA1BD7"/>
    <w:rsid w:val="00D72B00"/>
    <w:rsid w:val="00DE6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C37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D72B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D72B00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D72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72B00"/>
  </w:style>
  <w:style w:type="paragraph" w:styleId="Subsol">
    <w:name w:val="footer"/>
    <w:basedOn w:val="Normal"/>
    <w:link w:val="SubsolCaracter"/>
    <w:uiPriority w:val="99"/>
    <w:unhideWhenUsed/>
    <w:rsid w:val="00D72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72B00"/>
  </w:style>
  <w:style w:type="paragraph" w:styleId="TextnBalon">
    <w:name w:val="Balloon Text"/>
    <w:basedOn w:val="Normal"/>
    <w:link w:val="TextnBalonCaracter"/>
    <w:uiPriority w:val="99"/>
    <w:semiHidden/>
    <w:unhideWhenUsed/>
    <w:rsid w:val="00D72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72B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UCRU\XII%20a1\lista+responsabilitati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lista+responsabilitati.dotx</Template>
  <TotalTime>4</TotalTime>
  <Pages>1</Pages>
  <Words>46</Words>
  <Characters>271</Characters>
  <Application>Microsoft Office Word</Application>
  <DocSecurity>0</DocSecurity>
  <Lines>2</Lines>
  <Paragraphs>1</Paragraphs>
  <ScaleCrop>false</ScaleCrop>
  <Company>Unitate Scolara</Company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gigolo bossul</dc:creator>
  <cp:lastModifiedBy>gigolo bossul</cp:lastModifiedBy>
  <cp:revision>2</cp:revision>
  <dcterms:created xsi:type="dcterms:W3CDTF">2010-12-08T06:28:00Z</dcterms:created>
  <dcterms:modified xsi:type="dcterms:W3CDTF">2010-12-08T07:27:00Z</dcterms:modified>
</cp:coreProperties>
</file>