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FE" w:rsidRDefault="000C3491" w:rsidP="00DA64FE">
      <w:pPr>
        <w:pStyle w:val="NormalWeb"/>
      </w:pPr>
      <w:r>
        <w:t>Data</w:t>
      </w:r>
      <w:r w:rsidR="009D21CE">
        <w:t xml:space="preserve">  29.11.2010</w:t>
      </w:r>
    </w:p>
    <w:p w:rsidR="00DA64FE" w:rsidRDefault="009D21CE" w:rsidP="00DA64FE">
      <w:pPr>
        <w:pStyle w:val="NormalWeb"/>
      </w:pPr>
      <w:proofErr w:type="spellStart"/>
      <w:r>
        <w:t>ComputerService.SRL</w:t>
      </w:r>
      <w:proofErr w:type="spellEnd"/>
      <w:r w:rsidR="00DA64FE">
        <w:br/>
      </w:r>
      <w:r w:rsidR="00DA64FE">
        <w:br/>
      </w:r>
      <w:r w:rsidR="00DA64FE">
        <w:br/>
      </w:r>
      <w:r w:rsidR="00DA64FE">
        <w:br/>
        <w:t>Stimata dna/</w:t>
      </w:r>
      <w:proofErr w:type="spellStart"/>
      <w:r w:rsidR="00DA64FE">
        <w:t>dr</w:t>
      </w:r>
      <w:proofErr w:type="spellEnd"/>
      <w:r w:rsidR="00DA64FE">
        <w:t xml:space="preserve">, Stimate </w:t>
      </w:r>
      <w:proofErr w:type="spellStart"/>
      <w:r w:rsidR="00DA64FE">
        <w:t>dn</w:t>
      </w:r>
      <w:proofErr w:type="spellEnd"/>
      <w:r w:rsidR="00DA64FE">
        <w:t xml:space="preserve">. </w:t>
      </w:r>
      <w:r>
        <w:rPr>
          <w:rStyle w:val="Robust"/>
        </w:rPr>
        <w:t>Petre Alexandru</w:t>
      </w:r>
    </w:p>
    <w:p w:rsidR="00DA64FE" w:rsidRDefault="00DA64FE" w:rsidP="000C3491">
      <w:pPr>
        <w:pStyle w:val="NormalWeb"/>
        <w:jc w:val="both"/>
      </w:pPr>
      <w:r>
        <w:t xml:space="preserve">Doresc a va prezenta candidatura pentru </w:t>
      </w:r>
      <w:proofErr w:type="spellStart"/>
      <w:r>
        <w:t>pozitia</w:t>
      </w:r>
      <w:proofErr w:type="spellEnd"/>
      <w:r>
        <w:t xml:space="preserve"> de </w:t>
      </w:r>
      <w:r w:rsidR="009D21CE">
        <w:t xml:space="preserve">agent de </w:t>
      </w:r>
      <w:proofErr w:type="spellStart"/>
      <w:r w:rsidR="009D21CE">
        <w:t>vanzari</w:t>
      </w:r>
      <w:proofErr w:type="spellEnd"/>
      <w:r>
        <w:t xml:space="preserve"> in cadrul companiei </w:t>
      </w:r>
      <w:proofErr w:type="spellStart"/>
      <w:r>
        <w:t>dumneavostra</w:t>
      </w:r>
      <w:proofErr w:type="spellEnd"/>
      <w:r>
        <w:t xml:space="preserve">, ca urmare a </w:t>
      </w:r>
      <w:proofErr w:type="spellStart"/>
      <w:r>
        <w:t>publicarii</w:t>
      </w:r>
      <w:proofErr w:type="spellEnd"/>
      <w:r>
        <w:t xml:space="preserve"> </w:t>
      </w:r>
      <w:proofErr w:type="spellStart"/>
      <w:r>
        <w:t>a</w:t>
      </w:r>
      <w:r w:rsidR="009D21CE">
        <w:t>nuntului</w:t>
      </w:r>
      <w:proofErr w:type="spellEnd"/>
      <w:r w:rsidR="009D21CE">
        <w:t xml:space="preserve"> de recrutare in ziarul”</w:t>
      </w:r>
      <w:proofErr w:type="spellStart"/>
      <w:r w:rsidR="009D21CE">
        <w:t>Adevarul</w:t>
      </w:r>
      <w:proofErr w:type="spellEnd"/>
      <w:r w:rsidR="009D21CE">
        <w:t>”.</w:t>
      </w:r>
      <w:r>
        <w:br/>
      </w:r>
      <w:r>
        <w:br/>
        <w:t xml:space="preserve">In sprijinul candidaturii mele, pe </w:t>
      </w:r>
      <w:proofErr w:type="spellStart"/>
      <w:r>
        <w:t>langa</w:t>
      </w:r>
      <w:proofErr w:type="spellEnd"/>
      <w:r>
        <w:t xml:space="preserve"> aptitudinile si </w:t>
      </w:r>
      <w:proofErr w:type="spellStart"/>
      <w:r>
        <w:t>experienta</w:t>
      </w:r>
      <w:proofErr w:type="spellEnd"/>
      <w:r>
        <w:t xml:space="preserve"> listata in cv-ul </w:t>
      </w:r>
      <w:proofErr w:type="spellStart"/>
      <w:r>
        <w:t>atasat</w:t>
      </w:r>
      <w:proofErr w:type="spellEnd"/>
      <w:r>
        <w:t xml:space="preserve">, doresc a </w:t>
      </w:r>
      <w:proofErr w:type="spellStart"/>
      <w:r>
        <w:t>mentiona</w:t>
      </w:r>
      <w:proofErr w:type="spellEnd"/>
      <w:r>
        <w:t xml:space="preserve"> interesul permanent si pasiunea pe care o manifest fata de acest domeniu al </w:t>
      </w:r>
      <w:r w:rsidR="009D21CE">
        <w:t>calculatoarelor.</w:t>
      </w:r>
      <w:r>
        <w:t xml:space="preserve"> Astfel in decursul ultimului an am participat la circa </w:t>
      </w:r>
      <w:r w:rsidR="009D21CE">
        <w:t xml:space="preserve">3 </w:t>
      </w:r>
      <w:r>
        <w:t>seminarii pe tematica "</w:t>
      </w:r>
      <w:r w:rsidR="009D21CE">
        <w:t>Informatica in viitor</w:t>
      </w:r>
      <w:r>
        <w:t xml:space="preserve">" si am beneficiat de </w:t>
      </w:r>
      <w:r w:rsidR="009D21CE">
        <w:t>2</w:t>
      </w:r>
      <w:r w:rsidR="000C3491">
        <w:t xml:space="preserve"> sesiuni de </w:t>
      </w:r>
      <w:r>
        <w:t>training "</w:t>
      </w:r>
      <w:r w:rsidR="009D21CE">
        <w:t xml:space="preserve">Componente si </w:t>
      </w:r>
      <w:proofErr w:type="spellStart"/>
      <w:r w:rsidR="009D21CE">
        <w:t>reparatii</w:t>
      </w:r>
      <w:proofErr w:type="spellEnd"/>
      <w:r w:rsidR="009D21CE">
        <w:t xml:space="preserve"> PC</w:t>
      </w:r>
      <w:r>
        <w:t>" realizat de firma "</w:t>
      </w:r>
      <w:proofErr w:type="spellStart"/>
      <w:r w:rsidR="009D21CE">
        <w:t>High</w:t>
      </w:r>
      <w:proofErr w:type="spellEnd"/>
      <w:r w:rsidR="009D21CE">
        <w:t xml:space="preserve"> </w:t>
      </w:r>
      <w:proofErr w:type="spellStart"/>
      <w:r w:rsidR="009D21CE">
        <w:t>Tech</w:t>
      </w:r>
      <w:proofErr w:type="spellEnd"/>
      <w:r>
        <w:t>".</w:t>
      </w:r>
    </w:p>
    <w:p w:rsidR="00DA64FE" w:rsidRDefault="00DA64FE" w:rsidP="000C3491">
      <w:pPr>
        <w:pStyle w:val="NormalWeb"/>
        <w:jc w:val="both"/>
      </w:pPr>
      <w:proofErr w:type="spellStart"/>
      <w:r>
        <w:t>Totodata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descriu ca o persoana responsabila, cu </w:t>
      </w:r>
      <w:proofErr w:type="spellStart"/>
      <w:r>
        <w:t>atentie</w:t>
      </w:r>
      <w:proofErr w:type="spellEnd"/>
      <w:r>
        <w:t xml:space="preserve"> la detalii, care acorda o importanta deosebita </w:t>
      </w:r>
      <w:proofErr w:type="spellStart"/>
      <w:r>
        <w:t>concretizarii</w:t>
      </w:r>
      <w:proofErr w:type="spellEnd"/>
      <w:r>
        <w:t xml:space="preserve"> rezultatelor la locul de munca si in comunicarea cu colegii.</w:t>
      </w:r>
    </w:p>
    <w:p w:rsidR="00DA64FE" w:rsidRDefault="00DA64FE" w:rsidP="000C3491">
      <w:pPr>
        <w:pStyle w:val="NormalWeb"/>
        <w:jc w:val="both"/>
      </w:pPr>
      <w:r>
        <w:t xml:space="preserve">Va rog a nu ezita sa </w:t>
      </w:r>
      <w:proofErr w:type="spellStart"/>
      <w:r>
        <w:t>ma</w:t>
      </w:r>
      <w:proofErr w:type="spellEnd"/>
      <w:r>
        <w:t xml:space="preserve"> </w:t>
      </w:r>
      <w:proofErr w:type="spellStart"/>
      <w:r>
        <w:t>contactati</w:t>
      </w:r>
      <w:proofErr w:type="spellEnd"/>
      <w:r>
        <w:t xml:space="preserve"> pentru orice </w:t>
      </w:r>
      <w:proofErr w:type="spellStart"/>
      <w:r>
        <w:t>informatii</w:t>
      </w:r>
      <w:proofErr w:type="spellEnd"/>
      <w:r>
        <w:t xml:space="preserve"> legate de cv-ul </w:t>
      </w:r>
      <w:proofErr w:type="spellStart"/>
      <w:r>
        <w:t>atasat</w:t>
      </w:r>
      <w:proofErr w:type="spellEnd"/>
      <w:r>
        <w:t xml:space="preserve">. </w:t>
      </w:r>
    </w:p>
    <w:p w:rsidR="000C3491" w:rsidRDefault="00DA64FE" w:rsidP="009D21CE">
      <w:pPr>
        <w:pStyle w:val="NormalWeb"/>
      </w:pPr>
      <w:r>
        <w:t xml:space="preserve">Cu respect, </w:t>
      </w:r>
      <w:r>
        <w:br/>
      </w:r>
      <w:r>
        <w:br/>
      </w:r>
      <w:proofErr w:type="spellStart"/>
      <w:r w:rsidR="009D21CE">
        <w:t>Jitea</w:t>
      </w:r>
      <w:proofErr w:type="spellEnd"/>
      <w:r w:rsidR="009D21CE">
        <w:t xml:space="preserve"> Alexandru</w:t>
      </w:r>
    </w:p>
    <w:p w:rsidR="009D21CE" w:rsidRDefault="009D21CE" w:rsidP="009D21CE">
      <w:pPr>
        <w:pStyle w:val="NormalWeb"/>
      </w:pPr>
      <w:r>
        <w:t>Nr. tel. : 0756886841</w:t>
      </w:r>
    </w:p>
    <w:sectPr w:rsidR="009D21CE" w:rsidSect="00465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491"/>
    <w:rsid w:val="000C3491"/>
    <w:rsid w:val="001D769C"/>
    <w:rsid w:val="00465C37"/>
    <w:rsid w:val="009D21CE"/>
    <w:rsid w:val="00DA64FE"/>
    <w:rsid w:val="00E5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6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DA64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8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5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5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scisoare+de+intentie+model+1.dotx</Template>
  <TotalTime>4</TotalTime>
  <Pages>1</Pages>
  <Words>144</Words>
  <Characters>836</Characters>
  <Application>Microsoft Office Word</Application>
  <DocSecurity>4</DocSecurity>
  <Lines>6</Lines>
  <Paragraphs>1</Paragraphs>
  <ScaleCrop>false</ScaleCrop>
  <Company>Unitate Scolara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2010-11-30T07:22:00Z</dcterms:created>
  <dcterms:modified xsi:type="dcterms:W3CDTF">2010-11-30T07:22:00Z</dcterms:modified>
</cp:coreProperties>
</file>