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110DF1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110DF1" w:rsidRDefault="0057574C">
            <w:pPr>
              <w:pStyle w:val="CVHeading3"/>
            </w:pPr>
            <w:r>
              <w:rPr>
                <w:noProof/>
                <w:lang w:eastAsia="ro-RO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AF2A98">
              <w:t xml:space="preserve"> </w:t>
            </w:r>
          </w:p>
          <w:p w:rsidR="00110DF1" w:rsidRDefault="00110DF1">
            <w:pPr>
              <w:pStyle w:val="CVNormal"/>
            </w:pPr>
          </w:p>
        </w:tc>
        <w:tc>
          <w:tcPr>
            <w:tcW w:w="281" w:type="dxa"/>
          </w:tcPr>
          <w:p w:rsidR="00110DF1" w:rsidRDefault="00110DF1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110DF1" w:rsidRDefault="00110DF1">
            <w:pPr>
              <w:pStyle w:val="CVNormal"/>
            </w:pPr>
          </w:p>
        </w:tc>
      </w:tr>
      <w:tr w:rsidR="00110DF1">
        <w:trPr>
          <w:cantSplit/>
          <w:trHeight w:hRule="exact" w:val="425"/>
        </w:trPr>
        <w:tc>
          <w:tcPr>
            <w:tcW w:w="2834" w:type="dxa"/>
            <w:vMerge/>
          </w:tcPr>
          <w:p w:rsidR="00110DF1" w:rsidRDefault="00110DF1"/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:rsidR="00110DF1" w:rsidRDefault="00110DF1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110DF1" w:rsidRDefault="00110DF1"/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Title"/>
            </w:pPr>
            <w:r>
              <w:t xml:space="preserve">Curriculum vitae </w:t>
            </w:r>
          </w:p>
          <w:p w:rsidR="00110DF1" w:rsidRDefault="00AF2A98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:rsidR="00110DF1" w:rsidRDefault="00AF2A98">
            <w:pPr>
              <w:pStyle w:val="CVNormal"/>
            </w:pPr>
            <w:r>
              <w:rPr>
                <w:sz w:val="22"/>
                <w:szCs w:val="22"/>
              </w:rPr>
              <w:t xml:space="preserve">Inseraţi fotografia. </w:t>
            </w:r>
            <w:r>
              <w:t>(rubrică facultativă, vezi instrucţiunile)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Normal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110DF1" w:rsidRDefault="007B097B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Tomas , Emilian Cristian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110DF1" w:rsidRDefault="0057574C" w:rsidP="0057574C">
            <w:pPr>
              <w:pStyle w:val="CVNormal"/>
            </w:pPr>
            <w:r>
              <w:t>Numarul 409 , sat Targu Trotus , comuna Targu Trotus , judetul Bacau , tara Romania , cod postal 607630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:rsidR="00110DF1" w:rsidRDefault="0057574C">
            <w:pPr>
              <w:pStyle w:val="CVNormal"/>
            </w:pPr>
            <w:r>
              <w:t>0234347386</w:t>
            </w:r>
          </w:p>
        </w:tc>
        <w:tc>
          <w:tcPr>
            <w:tcW w:w="1983" w:type="dxa"/>
            <w:gridSpan w:val="4"/>
          </w:tcPr>
          <w:p w:rsidR="00110DF1" w:rsidRDefault="00AF2A98">
            <w:pPr>
              <w:pStyle w:val="CVHeading3"/>
            </w:pPr>
            <w:r>
              <w:t>Mobil:</w:t>
            </w:r>
          </w:p>
        </w:tc>
        <w:tc>
          <w:tcPr>
            <w:tcW w:w="2840" w:type="dxa"/>
            <w:gridSpan w:val="4"/>
          </w:tcPr>
          <w:p w:rsidR="00110DF1" w:rsidRDefault="0057574C">
            <w:pPr>
              <w:pStyle w:val="CVNormal"/>
            </w:pPr>
            <w:r>
              <w:t>0753403932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110DF1" w:rsidRDefault="00086303">
            <w:pPr>
              <w:pStyle w:val="CVNormal"/>
            </w:pPr>
            <w:r>
              <w:t>-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110DF1" w:rsidRDefault="005C3345">
            <w:pPr>
              <w:pStyle w:val="CVNormal"/>
            </w:pPr>
            <w:hyperlink r:id="rId7" w:history="1">
              <w:r w:rsidR="0057574C" w:rsidRPr="00B83FEA">
                <w:rPr>
                  <w:rStyle w:val="Hyperlink"/>
                </w:rPr>
                <w:t>Temik92@yahoo.com</w:t>
              </w:r>
            </w:hyperlink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7" w:type="dxa"/>
            <w:gridSpan w:val="13"/>
          </w:tcPr>
          <w:p w:rsidR="00110DF1" w:rsidRDefault="0057574C">
            <w:pPr>
              <w:pStyle w:val="CVNormal"/>
            </w:pPr>
            <w:r>
              <w:t>Roman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110DF1" w:rsidRDefault="0057574C" w:rsidP="0057574C">
            <w:pPr>
              <w:pStyle w:val="CVNormal"/>
            </w:pPr>
            <w:r>
              <w:t>5 octombrie 1992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110DF1" w:rsidRDefault="0057574C">
            <w:pPr>
              <w:pStyle w:val="CVNormal"/>
            </w:pPr>
            <w:r>
              <w:t>masculin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110DF1" w:rsidRDefault="007B097B" w:rsidP="001C39C9">
            <w:pPr>
              <w:pStyle w:val="CVMajor-FirstLine"/>
              <w:spacing w:before="0"/>
            </w:pPr>
            <w:r>
              <w:t xml:space="preserve">Programator </w:t>
            </w:r>
            <w:r w:rsidR="001C39C9">
              <w:t>de sistem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110DF1" w:rsidRDefault="007B097B">
            <w:pPr>
              <w:pStyle w:val="CVNormal-FirstLine"/>
              <w:spacing w:before="0"/>
            </w:pPr>
            <w:r>
              <w:t>3 ani</w:t>
            </w:r>
            <w:r w:rsidR="00086303">
              <w:t xml:space="preserve"> in domeniul programarii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110DF1" w:rsidRDefault="001C39C9" w:rsidP="007B097B">
            <w:pPr>
              <w:pStyle w:val="CVNormal"/>
              <w:ind w:left="0"/>
            </w:pPr>
            <w:r>
              <w:t xml:space="preserve"> </w:t>
            </w:r>
            <w:r w:rsidR="00086303">
              <w:t xml:space="preserve">05 septembrie 2011 – 10 decembrie </w:t>
            </w:r>
            <w:r>
              <w:t>2014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Programator de sistem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Depanarea si intretinea statiilor de lucru .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S.C. Radon S.R.L. Onesti , bulevardul Republicii , numarul 44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I.T.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Normal-FirstLine"/>
              <w:spacing w:before="0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110DF1" w:rsidRDefault="002930B3">
            <w:pPr>
              <w:pStyle w:val="CVNormal"/>
            </w:pPr>
            <w:r>
              <w:t>Liceu : 2007 – 2011 . Gimnaziu: 2003 -2007 . Scoala generala : 1999 - 2003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Diploma de 12 clase , ECDL Avansat , CISCO , diploma de Bacalaureat .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Matematica , informatica intensiv informatica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110DF1" w:rsidRDefault="002930B3">
            <w:pPr>
              <w:pStyle w:val="CVNormal"/>
            </w:pPr>
            <w:r>
              <w:t>Colegiul Tehnic „Gheorghe Asachi „ Onesti .</w:t>
            </w:r>
          </w:p>
          <w:p w:rsidR="002930B3" w:rsidRDefault="002930B3">
            <w:pPr>
              <w:pStyle w:val="CVNormal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110DF1" w:rsidRDefault="001C39C9" w:rsidP="001C39C9">
            <w:pPr>
              <w:pStyle w:val="CVNormal"/>
            </w:pPr>
            <w:r>
              <w:t>-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Normal-FirstLine"/>
              <w:spacing w:before="0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110DF1" w:rsidRDefault="0057574C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>Limba romana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110DF1" w:rsidRDefault="003E4502">
            <w:pPr>
              <w:pStyle w:val="CVMedium-FirstLine"/>
              <w:spacing w:before="0"/>
            </w:pPr>
            <w:r>
              <w:t>Limba engleza , limba franceza .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110DF1" w:rsidRDefault="00110DF1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10DF1" w:rsidRDefault="00AF2A98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10DF1" w:rsidRDefault="00AF2A98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0DF1" w:rsidRDefault="00AF2A98">
            <w:pPr>
              <w:pStyle w:val="LevelAssessment-Heading1"/>
            </w:pPr>
            <w:r>
              <w:t>Scriere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110DF1" w:rsidRDefault="00110DF1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10DF1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110DF1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10DF1" w:rsidRDefault="00AF2A98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110DF1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0DF1" w:rsidRDefault="00AF2A98">
            <w:pPr>
              <w:pStyle w:val="Corp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Language"/>
            </w:pPr>
            <w:r>
              <w:t>Limba</w:t>
            </w:r>
            <w:r w:rsidR="0057574C">
              <w:t xml:space="preserve"> Engleza</w:t>
            </w:r>
          </w:p>
        </w:tc>
        <w:tc>
          <w:tcPr>
            <w:tcW w:w="141" w:type="dxa"/>
          </w:tcPr>
          <w:p w:rsidR="00110DF1" w:rsidRDefault="00110DF1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10DF1" w:rsidRDefault="00110DF1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110DF1" w:rsidRDefault="0057574C">
            <w:pPr>
              <w:pStyle w:val="LevelAssessment-Description"/>
            </w:pPr>
            <w:r>
              <w:t>Foarte bine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10DF1" w:rsidRDefault="00110DF1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110DF1" w:rsidRDefault="0057574C">
            <w:pPr>
              <w:pStyle w:val="LevelAssessment-Description"/>
            </w:pPr>
            <w:r>
              <w:t>Foarte bine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10DF1" w:rsidRDefault="00110DF1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110DF1" w:rsidRDefault="0057574C">
            <w:pPr>
              <w:pStyle w:val="LevelAssessment-Description"/>
            </w:pPr>
            <w:r>
              <w:t>Foarte bine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10DF1" w:rsidRDefault="00110DF1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110DF1" w:rsidRDefault="0057574C">
            <w:pPr>
              <w:pStyle w:val="LevelAssessment-Description"/>
            </w:pPr>
            <w:r>
              <w:t>Foarte bine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10DF1" w:rsidRDefault="00110DF1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110DF1" w:rsidRDefault="0057574C">
            <w:pPr>
              <w:pStyle w:val="LevelAssessment-Description"/>
            </w:pPr>
            <w:r>
              <w:t>Foarte bine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Language"/>
            </w:pPr>
            <w:r>
              <w:t>Limba</w:t>
            </w:r>
            <w:r w:rsidR="0057574C">
              <w:t xml:space="preserve"> Franceza</w:t>
            </w:r>
          </w:p>
        </w:tc>
        <w:tc>
          <w:tcPr>
            <w:tcW w:w="141" w:type="dxa"/>
          </w:tcPr>
          <w:p w:rsidR="00110DF1" w:rsidRDefault="00110DF1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10DF1" w:rsidRDefault="00110DF1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110DF1" w:rsidRDefault="0057574C">
            <w:pPr>
              <w:pStyle w:val="LevelAssessment-Description"/>
            </w:pPr>
            <w:r>
              <w:t>Bine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10DF1" w:rsidRDefault="00110DF1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110DF1" w:rsidRDefault="0057574C">
            <w:pPr>
              <w:pStyle w:val="LevelAssessment-Description"/>
            </w:pPr>
            <w:r>
              <w:t xml:space="preserve">Foarte bine 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10DF1" w:rsidRDefault="00110DF1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110DF1" w:rsidRDefault="0057574C">
            <w:pPr>
              <w:pStyle w:val="LevelAssessment-Description"/>
            </w:pPr>
            <w:r>
              <w:t>Satisfacator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10DF1" w:rsidRDefault="00110DF1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110DF1" w:rsidRDefault="0057574C">
            <w:pPr>
              <w:pStyle w:val="LevelAssessment-Description"/>
            </w:pPr>
            <w:r>
              <w:t>Bine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10DF1" w:rsidRDefault="00110DF1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110DF1" w:rsidRDefault="0057574C">
            <w:pPr>
              <w:pStyle w:val="LevelAssessment-Description"/>
            </w:pPr>
            <w:r>
              <w:t>Bine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110DF1" w:rsidRDefault="00AF2A98">
            <w:pPr>
              <w:pStyle w:val="LevelAssessment-Note"/>
            </w:pPr>
            <w:r>
              <w:t xml:space="preserve">(*) </w:t>
            </w:r>
            <w:hyperlink r:id="rId8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2-FirstLine"/>
              <w:spacing w:before="0"/>
            </w:pPr>
            <w:r>
              <w:lastRenderedPageBreak/>
              <w:t>Competenţe şi abilităţi sociale</w:t>
            </w:r>
          </w:p>
        </w:tc>
        <w:tc>
          <w:tcPr>
            <w:tcW w:w="7657" w:type="dxa"/>
            <w:gridSpan w:val="13"/>
          </w:tcPr>
          <w:p w:rsidR="00110DF1" w:rsidRDefault="00110DF1" w:rsidP="00086303">
            <w:pPr>
              <w:pStyle w:val="CVNormal"/>
              <w:ind w:left="0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-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-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-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-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-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-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-</w:t>
            </w: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110DF1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10DF1" w:rsidRDefault="00110DF1">
            <w:pPr>
              <w:pStyle w:val="CVSpacer"/>
            </w:pPr>
          </w:p>
        </w:tc>
      </w:tr>
      <w:tr w:rsidR="00110D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110DF1" w:rsidRDefault="00AF2A98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:rsidR="00110DF1" w:rsidRDefault="001C39C9">
            <w:pPr>
              <w:pStyle w:val="CVNormal"/>
            </w:pPr>
            <w:r>
              <w:t>-</w:t>
            </w:r>
          </w:p>
        </w:tc>
      </w:tr>
    </w:tbl>
    <w:p w:rsidR="00AF2A98" w:rsidRDefault="00AF2A98">
      <w:pPr>
        <w:pStyle w:val="CVNormal"/>
      </w:pPr>
    </w:p>
    <w:sectPr w:rsidR="00AF2A98" w:rsidSect="00110DF1"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03B" w:rsidRDefault="00C5403B">
      <w:r>
        <w:separator/>
      </w:r>
    </w:p>
  </w:endnote>
  <w:endnote w:type="continuationSeparator" w:id="1">
    <w:p w:rsidR="00C5403B" w:rsidRDefault="00C5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110DF1">
      <w:trPr>
        <w:cantSplit/>
      </w:trPr>
      <w:tc>
        <w:tcPr>
          <w:tcW w:w="3117" w:type="dxa"/>
        </w:tcPr>
        <w:p w:rsidR="00110DF1" w:rsidRDefault="00AF2A98">
          <w:pPr>
            <w:pStyle w:val="CVFooterLeft"/>
          </w:pPr>
          <w:r>
            <w:t xml:space="preserve">Pagina / - Curriculum vitae al </w:t>
          </w:r>
        </w:p>
        <w:p w:rsidR="00110DF1" w:rsidRDefault="00AF2A98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110DF1" w:rsidRDefault="00AF2A98">
          <w:pPr>
            <w:pStyle w:val="CVFooterRight"/>
          </w:pPr>
          <w:r>
            <w:t>Pentru mai multe informaţii despre Europass accesaţi pagina: http://europass.cedefop.europa.eu</w:t>
          </w:r>
        </w:p>
        <w:p w:rsidR="00110DF1" w:rsidRDefault="00AF2A98">
          <w:pPr>
            <w:pStyle w:val="CVFooterRight"/>
          </w:pPr>
          <w:r>
            <w:t>© Uniunea Europeană, 2002-2010   24082010</w:t>
          </w:r>
        </w:p>
      </w:tc>
    </w:tr>
  </w:tbl>
  <w:p w:rsidR="00110DF1" w:rsidRDefault="00110DF1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03B" w:rsidRDefault="00C5403B">
      <w:r>
        <w:separator/>
      </w:r>
    </w:p>
  </w:footnote>
  <w:footnote w:type="continuationSeparator" w:id="1">
    <w:p w:rsidR="00C5403B" w:rsidRDefault="00C540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E4502"/>
    <w:rsid w:val="00086303"/>
    <w:rsid w:val="00110DF1"/>
    <w:rsid w:val="001C39C9"/>
    <w:rsid w:val="002930B3"/>
    <w:rsid w:val="002C287F"/>
    <w:rsid w:val="003E4502"/>
    <w:rsid w:val="0057574C"/>
    <w:rsid w:val="005C3345"/>
    <w:rsid w:val="007B097B"/>
    <w:rsid w:val="007F4016"/>
    <w:rsid w:val="008705FD"/>
    <w:rsid w:val="00AF2A98"/>
    <w:rsid w:val="00C5403B"/>
    <w:rsid w:val="00E02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DF1"/>
    <w:pPr>
      <w:suppressAutoHyphens/>
    </w:pPr>
    <w:rPr>
      <w:rFonts w:ascii="Arial Narrow" w:hAnsi="Arial Narrow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otnoteCharacters">
    <w:name w:val="Footnote Characters"/>
    <w:rsid w:val="00110DF1"/>
  </w:style>
  <w:style w:type="character" w:styleId="Numrdepagin">
    <w:name w:val="page number"/>
    <w:basedOn w:val="WW-DefaultParagraphFont"/>
    <w:semiHidden/>
    <w:rsid w:val="00110DF1"/>
  </w:style>
  <w:style w:type="character" w:styleId="Hyperlink">
    <w:name w:val="Hyperlink"/>
    <w:basedOn w:val="WW-DefaultParagraphFont"/>
    <w:semiHidden/>
    <w:rsid w:val="00110DF1"/>
    <w:rPr>
      <w:color w:val="0000FF"/>
      <w:u w:val="single"/>
    </w:rPr>
  </w:style>
  <w:style w:type="character" w:customStyle="1" w:styleId="EndnoteCharacters">
    <w:name w:val="Endnote Characters"/>
    <w:rsid w:val="00110DF1"/>
  </w:style>
  <w:style w:type="character" w:customStyle="1" w:styleId="WW-DefaultParagraphFont">
    <w:name w:val="WW-Default Paragraph Font"/>
    <w:rsid w:val="00110DF1"/>
  </w:style>
  <w:style w:type="paragraph" w:styleId="Corptext">
    <w:name w:val="Body Text"/>
    <w:basedOn w:val="Normal"/>
    <w:semiHidden/>
    <w:rsid w:val="00110DF1"/>
    <w:pPr>
      <w:spacing w:after="120"/>
    </w:pPr>
  </w:style>
  <w:style w:type="paragraph" w:styleId="Antet">
    <w:name w:val="header"/>
    <w:basedOn w:val="Normal"/>
    <w:semiHidden/>
    <w:rsid w:val="00110DF1"/>
    <w:pPr>
      <w:suppressLineNumbers/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rsid w:val="00110DF1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text"/>
    <w:rsid w:val="00110DF1"/>
    <w:pPr>
      <w:suppressLineNumbers/>
    </w:pPr>
  </w:style>
  <w:style w:type="paragraph" w:customStyle="1" w:styleId="TableHeading">
    <w:name w:val="Table Heading"/>
    <w:basedOn w:val="TableContents"/>
    <w:rsid w:val="00110DF1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110DF1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110DF1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110DF1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10DF1"/>
    <w:pPr>
      <w:spacing w:before="74"/>
    </w:pPr>
  </w:style>
  <w:style w:type="paragraph" w:customStyle="1" w:styleId="CVHeading3">
    <w:name w:val="CV Heading 3"/>
    <w:basedOn w:val="Normal"/>
    <w:next w:val="Normal"/>
    <w:rsid w:val="00110DF1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110DF1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110DF1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110DF1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110DF1"/>
    <w:pPr>
      <w:textAlignment w:val="bottom"/>
    </w:pPr>
  </w:style>
  <w:style w:type="paragraph" w:customStyle="1" w:styleId="SmallGap">
    <w:name w:val="Small Gap"/>
    <w:basedOn w:val="Normal"/>
    <w:next w:val="Normal"/>
    <w:rsid w:val="00110DF1"/>
    <w:rPr>
      <w:sz w:val="10"/>
    </w:rPr>
  </w:style>
  <w:style w:type="paragraph" w:customStyle="1" w:styleId="CVHeadingLevel">
    <w:name w:val="CV Heading Level"/>
    <w:basedOn w:val="CVHeading3"/>
    <w:next w:val="Normal"/>
    <w:rsid w:val="00110DF1"/>
    <w:rPr>
      <w:i/>
    </w:rPr>
  </w:style>
  <w:style w:type="paragraph" w:customStyle="1" w:styleId="LevelAssessment-Heading1">
    <w:name w:val="Level Assessment - Heading 1"/>
    <w:basedOn w:val="LevelAssessment-Code"/>
    <w:rsid w:val="00110DF1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110DF1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110DF1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110DF1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110DF1"/>
    <w:pPr>
      <w:spacing w:before="74"/>
    </w:pPr>
  </w:style>
  <w:style w:type="paragraph" w:customStyle="1" w:styleId="CVMedium">
    <w:name w:val="CV Medium"/>
    <w:basedOn w:val="CVMajor"/>
    <w:rsid w:val="00110DF1"/>
    <w:rPr>
      <w:sz w:val="22"/>
    </w:rPr>
  </w:style>
  <w:style w:type="paragraph" w:customStyle="1" w:styleId="CVMedium-FirstLine">
    <w:name w:val="CV Medium - First Line"/>
    <w:basedOn w:val="CVMedium"/>
    <w:next w:val="CVMedium"/>
    <w:rsid w:val="00110DF1"/>
    <w:pPr>
      <w:spacing w:before="74"/>
    </w:pPr>
  </w:style>
  <w:style w:type="paragraph" w:customStyle="1" w:styleId="CVNormal">
    <w:name w:val="CV Normal"/>
    <w:basedOn w:val="CVMedium"/>
    <w:rsid w:val="00110DF1"/>
    <w:rPr>
      <w:b w:val="0"/>
      <w:sz w:val="20"/>
    </w:rPr>
  </w:style>
  <w:style w:type="paragraph" w:customStyle="1" w:styleId="CVSpacer">
    <w:name w:val="CV Spacer"/>
    <w:basedOn w:val="CVNormal"/>
    <w:rsid w:val="00110DF1"/>
    <w:rPr>
      <w:sz w:val="4"/>
    </w:rPr>
  </w:style>
  <w:style w:type="paragraph" w:customStyle="1" w:styleId="CVNormal-FirstLine">
    <w:name w:val="CV Normal - First Line"/>
    <w:basedOn w:val="CVNormal"/>
    <w:next w:val="CVNormal"/>
    <w:rsid w:val="00110DF1"/>
    <w:pPr>
      <w:spacing w:before="74"/>
    </w:pPr>
  </w:style>
  <w:style w:type="paragraph" w:customStyle="1" w:styleId="CVFooterLeft">
    <w:name w:val="CV Footer Left"/>
    <w:basedOn w:val="Normal"/>
    <w:rsid w:val="00110DF1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110DF1"/>
    <w:rPr>
      <w:bCs/>
      <w:sz w:val="16"/>
      <w:lang w:val="de-DE"/>
    </w:rPr>
  </w:style>
  <w:style w:type="paragraph" w:customStyle="1" w:styleId="GridStandard">
    <w:name w:val="Grid Standard"/>
    <w:rsid w:val="00110DF1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110DF1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110DF1"/>
    <w:rPr>
      <w:sz w:val="16"/>
    </w:rPr>
  </w:style>
  <w:style w:type="paragraph" w:customStyle="1" w:styleId="GridLevel">
    <w:name w:val="Grid Level"/>
    <w:basedOn w:val="GridStandard"/>
    <w:rsid w:val="00110DF1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110DF1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110DF1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110DF1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anguageSelfAssessmentGrid/r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emik92@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CLASA%20A%20XII-a%20A1\CVTemplate_ro_RO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CVTemplate_ro_RO.dotx</Template>
  <TotalTime>1</TotalTime>
  <Pages>2</Pages>
  <Words>348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Unitate Scolara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user</dc:creator>
  <cp:lastModifiedBy>user</cp:lastModifiedBy>
  <cp:revision>2</cp:revision>
  <cp:lastPrinted>2005-01-20T15:27:00Z</cp:lastPrinted>
  <dcterms:created xsi:type="dcterms:W3CDTF">2010-11-29T06:31:00Z</dcterms:created>
  <dcterms:modified xsi:type="dcterms:W3CDTF">2010-11-29T06:31:00Z</dcterms:modified>
</cp:coreProperties>
</file>