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0202" w:rsidRDefault="00C20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C3058F" w:rsidTr="003130CA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C3058F" w:rsidRDefault="00C20202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C3058F" w:rsidRDefault="00C3058F">
            <w:pPr>
              <w:pStyle w:val="CVNormal"/>
            </w:pPr>
          </w:p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  <w:trHeight w:hRule="exact" w:val="425"/>
        </w:trPr>
        <w:tc>
          <w:tcPr>
            <w:tcW w:w="2834" w:type="dxa"/>
            <w:vMerge/>
          </w:tcPr>
          <w:p w:rsidR="00C3058F" w:rsidRDefault="00C3058F"/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C3058F" w:rsidRDefault="00C3058F"/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Title"/>
            </w:pPr>
            <w:r>
              <w:t xml:space="preserve">Curriculum vitae </w:t>
            </w:r>
          </w:p>
          <w:p w:rsidR="00C3058F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Irimia Georgian Alexandru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Strada Libertatii 13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C3058F" w:rsidRDefault="00C20202" w:rsidP="00C20202">
            <w:pPr>
              <w:pStyle w:val="CVNormal"/>
            </w:pPr>
            <w:r>
              <w:t>0334402995</w:t>
            </w:r>
          </w:p>
        </w:tc>
        <w:tc>
          <w:tcPr>
            <w:tcW w:w="1983" w:type="dxa"/>
            <w:gridSpan w:val="4"/>
          </w:tcPr>
          <w:p w:rsidR="00C3058F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C3058F" w:rsidRDefault="00C20202" w:rsidP="00C20202">
            <w:pPr>
              <w:pStyle w:val="CVNormal"/>
            </w:pPr>
            <w:r>
              <w:t>0720528184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C3058F" w:rsidRDefault="00C3058F" w:rsidP="00C20202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Alecsutz92@yahoo.com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 xml:space="preserve">Romana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19 martie 1992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C3058F" w:rsidRDefault="00C20202" w:rsidP="00C20202">
            <w:pPr>
              <w:pStyle w:val="CVNormal"/>
            </w:pPr>
            <w:r>
              <w:t>masculin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C3058F" w:rsidRDefault="00C20202" w:rsidP="00C20202">
            <w:pPr>
              <w:pStyle w:val="CVMajor-FirstLine"/>
              <w:spacing w:before="0"/>
            </w:pPr>
            <w:r>
              <w:t>medic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C20202">
        <w:trPr>
          <w:cantSplit/>
          <w:trHeight w:val="530"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C3058F" w:rsidP="00C20202">
            <w:pPr>
              <w:pStyle w:val="CVNormal"/>
              <w:ind w:left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medic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C20202" w:rsidP="00EA1F25">
            <w:pPr>
              <w:pStyle w:val="CVNormal"/>
            </w:pPr>
            <w:r>
              <w:t xml:space="preserve">Liceu 2007-2011 (Gimnaziu </w:t>
            </w:r>
            <w:r w:rsidR="00EA1F25">
              <w:t>1999</w:t>
            </w:r>
            <w:r>
              <w:t>-2007)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Diploma de absolvire a liceului cu profil real-matematica-informatica intensiv informatica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Fizica,Chimie</w:t>
            </w:r>
          </w:p>
        </w:tc>
      </w:tr>
      <w:tr w:rsidR="00C3058F" w:rsidTr="00C20202">
        <w:trPr>
          <w:cantSplit/>
          <w:trHeight w:val="586"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C3058F" w:rsidRDefault="00C3058F" w:rsidP="00C20202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Romana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Medium-FirstLine"/>
              <w:spacing w:before="0"/>
            </w:pPr>
            <w:r>
              <w:t xml:space="preserve">Franceza si engleza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3004" w:type="dxa"/>
            <w:gridSpan w:val="5"/>
          </w:tcPr>
          <w:p w:rsidR="00C3058F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</w:tcPr>
          <w:p w:rsidR="00C3058F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LevelAssessment-Heading1"/>
            </w:pPr>
            <w:r>
              <w:t>Scriere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1501" w:type="dxa"/>
            <w:gridSpan w:val="2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Language"/>
            </w:pPr>
            <w:r>
              <w:lastRenderedPageBreak/>
              <w:t>Limba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C3058F" w:rsidRDefault="00C20202">
            <w:pPr>
              <w:pStyle w:val="LevelAssessment-Description"/>
            </w:pPr>
            <w:r>
              <w:t>Mediu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C3058F" w:rsidRDefault="00AF2A9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C3058F" w:rsidRDefault="00C20202">
            <w:pPr>
              <w:pStyle w:val="CVNormal"/>
            </w:pPr>
            <w:r>
              <w:t>Nu detin permis de conducere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</w:tbl>
    <w:p w:rsidR="00AF2A98" w:rsidRDefault="00AF2A98">
      <w:pPr>
        <w:pStyle w:val="CVNormal"/>
      </w:pPr>
    </w:p>
    <w:sectPr w:rsidR="00AF2A98" w:rsidSect="00C3058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92C" w:rsidRDefault="002E792C">
      <w:r>
        <w:separator/>
      </w:r>
    </w:p>
  </w:endnote>
  <w:endnote w:type="continuationSeparator" w:id="1">
    <w:p w:rsidR="002E792C" w:rsidRDefault="002E7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C3058F">
      <w:trPr>
        <w:cantSplit/>
      </w:trPr>
      <w:tc>
        <w:tcPr>
          <w:tcW w:w="3117" w:type="dxa"/>
        </w:tcPr>
        <w:p w:rsidR="00C3058F" w:rsidRDefault="00AF2A98">
          <w:pPr>
            <w:pStyle w:val="CVFooterLeft"/>
          </w:pPr>
          <w:r>
            <w:t xml:space="preserve">Pagina / - Curriculum vitae al </w:t>
          </w:r>
        </w:p>
        <w:p w:rsidR="00C3058F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C3058F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C3058F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C3058F" w:rsidRDefault="00C3058F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92C" w:rsidRDefault="002E792C">
      <w:r>
        <w:separator/>
      </w:r>
    </w:p>
  </w:footnote>
  <w:footnote w:type="continuationSeparator" w:id="1">
    <w:p w:rsidR="002E792C" w:rsidRDefault="002E79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E792C"/>
    <w:rsid w:val="002071C6"/>
    <w:rsid w:val="002E792C"/>
    <w:rsid w:val="003130CA"/>
    <w:rsid w:val="007F4016"/>
    <w:rsid w:val="00AF2A98"/>
    <w:rsid w:val="00C20202"/>
    <w:rsid w:val="00C3058F"/>
    <w:rsid w:val="00E001D5"/>
    <w:rsid w:val="00E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8F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C3058F"/>
  </w:style>
  <w:style w:type="character" w:styleId="Numrdepagin">
    <w:name w:val="page number"/>
    <w:basedOn w:val="WW-DefaultParagraphFont"/>
    <w:semiHidden/>
    <w:rsid w:val="00C3058F"/>
  </w:style>
  <w:style w:type="character" w:styleId="Hyperlink">
    <w:name w:val="Hyperlink"/>
    <w:basedOn w:val="WW-DefaultParagraphFont"/>
    <w:semiHidden/>
    <w:rsid w:val="00C3058F"/>
    <w:rPr>
      <w:color w:val="0000FF"/>
      <w:u w:val="single"/>
    </w:rPr>
  </w:style>
  <w:style w:type="character" w:customStyle="1" w:styleId="EndnoteCharacters">
    <w:name w:val="Endnote Characters"/>
    <w:rsid w:val="00C3058F"/>
  </w:style>
  <w:style w:type="character" w:customStyle="1" w:styleId="WW-DefaultParagraphFont">
    <w:name w:val="WW-Default Paragraph Font"/>
    <w:rsid w:val="00C3058F"/>
  </w:style>
  <w:style w:type="paragraph" w:styleId="Corptext">
    <w:name w:val="Body Text"/>
    <w:basedOn w:val="Normal"/>
    <w:semiHidden/>
    <w:rsid w:val="00C3058F"/>
    <w:pPr>
      <w:spacing w:after="120"/>
    </w:pPr>
  </w:style>
  <w:style w:type="paragraph" w:styleId="Antet">
    <w:name w:val="head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C3058F"/>
    <w:pPr>
      <w:suppressLineNumbers/>
    </w:pPr>
  </w:style>
  <w:style w:type="paragraph" w:customStyle="1" w:styleId="TableHeading">
    <w:name w:val="Table Heading"/>
    <w:basedOn w:val="TableContents"/>
    <w:rsid w:val="00C3058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C3058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C3058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C3058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3058F"/>
    <w:pPr>
      <w:spacing w:before="74"/>
    </w:pPr>
  </w:style>
  <w:style w:type="paragraph" w:customStyle="1" w:styleId="CVHeading3">
    <w:name w:val="CV Heading 3"/>
    <w:basedOn w:val="Normal"/>
    <w:next w:val="Normal"/>
    <w:rsid w:val="00C3058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C3058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3058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C3058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3058F"/>
    <w:pPr>
      <w:textAlignment w:val="bottom"/>
    </w:pPr>
  </w:style>
  <w:style w:type="paragraph" w:customStyle="1" w:styleId="SmallGap">
    <w:name w:val="Small Gap"/>
    <w:basedOn w:val="Normal"/>
    <w:next w:val="Normal"/>
    <w:rsid w:val="00C3058F"/>
    <w:rPr>
      <w:sz w:val="10"/>
    </w:rPr>
  </w:style>
  <w:style w:type="paragraph" w:customStyle="1" w:styleId="CVHeadingLevel">
    <w:name w:val="CV Heading Level"/>
    <w:basedOn w:val="CVHeading3"/>
    <w:next w:val="Normal"/>
    <w:rsid w:val="00C3058F"/>
    <w:rPr>
      <w:i/>
    </w:rPr>
  </w:style>
  <w:style w:type="paragraph" w:customStyle="1" w:styleId="LevelAssessment-Heading1">
    <w:name w:val="Level Assessment - Heading 1"/>
    <w:basedOn w:val="LevelAssessment-Code"/>
    <w:rsid w:val="00C3058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C3058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C3058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C3058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C3058F"/>
    <w:pPr>
      <w:spacing w:before="74"/>
    </w:pPr>
  </w:style>
  <w:style w:type="paragraph" w:customStyle="1" w:styleId="CVMedium">
    <w:name w:val="CV Medium"/>
    <w:basedOn w:val="CVMajor"/>
    <w:rsid w:val="00C3058F"/>
    <w:rPr>
      <w:sz w:val="22"/>
    </w:rPr>
  </w:style>
  <w:style w:type="paragraph" w:customStyle="1" w:styleId="CVMedium-FirstLine">
    <w:name w:val="CV Medium - First Line"/>
    <w:basedOn w:val="CVMedium"/>
    <w:next w:val="CVMedium"/>
    <w:rsid w:val="00C3058F"/>
    <w:pPr>
      <w:spacing w:before="74"/>
    </w:pPr>
  </w:style>
  <w:style w:type="paragraph" w:customStyle="1" w:styleId="CVNormal">
    <w:name w:val="CV Normal"/>
    <w:basedOn w:val="CVMedium"/>
    <w:rsid w:val="00C3058F"/>
    <w:rPr>
      <w:b w:val="0"/>
      <w:sz w:val="20"/>
    </w:rPr>
  </w:style>
  <w:style w:type="paragraph" w:customStyle="1" w:styleId="CVSpacer">
    <w:name w:val="CV Spacer"/>
    <w:basedOn w:val="CVNormal"/>
    <w:rsid w:val="00C3058F"/>
    <w:rPr>
      <w:sz w:val="4"/>
    </w:rPr>
  </w:style>
  <w:style w:type="paragraph" w:customStyle="1" w:styleId="CVNormal-FirstLine">
    <w:name w:val="CV Normal - First Line"/>
    <w:basedOn w:val="CVNormal"/>
    <w:next w:val="CVNormal"/>
    <w:rsid w:val="00C3058F"/>
    <w:pPr>
      <w:spacing w:before="74"/>
    </w:pPr>
  </w:style>
  <w:style w:type="paragraph" w:customStyle="1" w:styleId="CVFooterLeft">
    <w:name w:val="CV Footer Left"/>
    <w:basedOn w:val="Normal"/>
    <w:rsid w:val="00C3058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C3058F"/>
    <w:rPr>
      <w:bCs/>
      <w:sz w:val="16"/>
      <w:lang w:val="de-DE"/>
    </w:rPr>
  </w:style>
  <w:style w:type="paragraph" w:customStyle="1" w:styleId="GridStandard">
    <w:name w:val="Grid Standard"/>
    <w:rsid w:val="00C3058F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C3058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C3058F"/>
    <w:rPr>
      <w:sz w:val="16"/>
    </w:rPr>
  </w:style>
  <w:style w:type="paragraph" w:customStyle="1" w:styleId="GridLevel">
    <w:name w:val="Grid Level"/>
    <w:basedOn w:val="GridStandard"/>
    <w:rsid w:val="00C3058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C3058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C3058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C3058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12%20a1\Curriculum_vitae_Europass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Curriculum_vitae_Europass.dot</Template>
  <TotalTime>1</TotalTime>
  <Pages>2</Pages>
  <Words>278</Words>
  <Characters>1615</Characters>
  <Application>Microsoft Office Word</Application>
  <DocSecurity>4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1890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2</cp:revision>
  <cp:lastPrinted>2005-01-20T15:27:00Z</cp:lastPrinted>
  <dcterms:created xsi:type="dcterms:W3CDTF">2010-11-30T12:27:00Z</dcterms:created>
  <dcterms:modified xsi:type="dcterms:W3CDTF">2010-11-30T12:27:00Z</dcterms:modified>
</cp:coreProperties>
</file>