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5"/>
        <w:gridCol w:w="137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4D2DB4" w:rsidTr="00EC2FF6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4D2DB4" w:rsidRDefault="00EC2FF6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4D2DB4" w:rsidRDefault="004D2DB4">
            <w:pPr>
              <w:pStyle w:val="CVNormal"/>
            </w:pPr>
          </w:p>
        </w:tc>
        <w:tc>
          <w:tcPr>
            <w:tcW w:w="285" w:type="dxa"/>
          </w:tcPr>
          <w:p w:rsidR="004D2DB4" w:rsidRDefault="004D2DB4">
            <w:pPr>
              <w:pStyle w:val="CVNormal"/>
            </w:pPr>
          </w:p>
        </w:tc>
        <w:tc>
          <w:tcPr>
            <w:tcW w:w="7653" w:type="dxa"/>
            <w:gridSpan w:val="13"/>
            <w:vMerge w:val="restart"/>
          </w:tcPr>
          <w:p w:rsidR="004D2DB4" w:rsidRDefault="004D2DB4">
            <w:pPr>
              <w:pStyle w:val="CVNormal"/>
            </w:pPr>
          </w:p>
        </w:tc>
      </w:tr>
      <w:tr w:rsidR="004D2DB4" w:rsidTr="00EC2FF6">
        <w:trPr>
          <w:cantSplit/>
          <w:trHeight w:hRule="exact" w:val="425"/>
        </w:trPr>
        <w:tc>
          <w:tcPr>
            <w:tcW w:w="2834" w:type="dxa"/>
            <w:vMerge/>
          </w:tcPr>
          <w:p w:rsidR="004D2DB4" w:rsidRDefault="004D2DB4"/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:rsidR="004D2DB4" w:rsidRDefault="004D2DB4">
            <w:pPr>
              <w:pStyle w:val="CVNormal"/>
            </w:pPr>
          </w:p>
        </w:tc>
        <w:tc>
          <w:tcPr>
            <w:tcW w:w="7653" w:type="dxa"/>
            <w:gridSpan w:val="13"/>
            <w:vMerge/>
          </w:tcPr>
          <w:p w:rsidR="004D2DB4" w:rsidRDefault="004D2DB4"/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Title"/>
            </w:pPr>
            <w:r>
              <w:t xml:space="preserve">Curriculum vitae </w:t>
            </w:r>
          </w:p>
          <w:p w:rsidR="004D2DB4" w:rsidRDefault="00AF2A98">
            <w:pPr>
              <w:pStyle w:val="CVTitle"/>
            </w:pPr>
            <w:r>
              <w:t xml:space="preserve">Europass </w:t>
            </w:r>
          </w:p>
        </w:tc>
        <w:tc>
          <w:tcPr>
            <w:tcW w:w="7653" w:type="dxa"/>
            <w:gridSpan w:val="13"/>
          </w:tcPr>
          <w:p w:rsidR="004D2DB4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Normal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3" w:type="dxa"/>
            <w:gridSpan w:val="13"/>
          </w:tcPr>
          <w:p w:rsidR="004D2DB4" w:rsidRDefault="00767DB3" w:rsidP="00767DB3">
            <w:pPr>
              <w:pStyle w:val="CVMajor-FirstLine"/>
              <w:spacing w:before="0"/>
              <w:ind w:left="0"/>
              <w:rPr>
                <w:b w:val="0"/>
                <w:sz w:val="20"/>
              </w:rPr>
            </w:pPr>
            <w:r>
              <w:t>Vrabie Diana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3" w:type="dxa"/>
            <w:gridSpan w:val="13"/>
          </w:tcPr>
          <w:p w:rsidR="004D2DB4" w:rsidRDefault="00767DB3" w:rsidP="00767DB3">
            <w:pPr>
              <w:pStyle w:val="CVNormal"/>
              <w:ind w:left="0"/>
            </w:pPr>
            <w:r>
              <w:t>Sat Berzunti.Comuna Berzunti,Judet Bacau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"/>
            </w:pPr>
            <w:r>
              <w:t>Telefon(oane)</w:t>
            </w:r>
          </w:p>
        </w:tc>
        <w:tc>
          <w:tcPr>
            <w:tcW w:w="2830" w:type="dxa"/>
            <w:gridSpan w:val="5"/>
          </w:tcPr>
          <w:p w:rsidR="004D2DB4" w:rsidRDefault="00767DB3" w:rsidP="00767DB3">
            <w:pPr>
              <w:pStyle w:val="CVNormal"/>
              <w:ind w:left="0"/>
            </w:pPr>
            <w:r>
              <w:t>0765534248</w:t>
            </w:r>
          </w:p>
        </w:tc>
        <w:tc>
          <w:tcPr>
            <w:tcW w:w="1983" w:type="dxa"/>
            <w:gridSpan w:val="4"/>
          </w:tcPr>
          <w:p w:rsidR="004D2DB4" w:rsidRDefault="004D2DB4" w:rsidP="00767DB3">
            <w:pPr>
              <w:pStyle w:val="CVHeading3"/>
              <w:ind w:left="0"/>
              <w:jc w:val="left"/>
            </w:pPr>
          </w:p>
        </w:tc>
        <w:tc>
          <w:tcPr>
            <w:tcW w:w="2840" w:type="dxa"/>
            <w:gridSpan w:val="4"/>
          </w:tcPr>
          <w:p w:rsidR="004D2DB4" w:rsidRDefault="004D2DB4" w:rsidP="00767DB3">
            <w:pPr>
              <w:pStyle w:val="CVNormal"/>
              <w:ind w:left="0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3" w:type="dxa"/>
            <w:gridSpan w:val="13"/>
          </w:tcPr>
          <w:p w:rsidR="004D2DB4" w:rsidRDefault="004D2DB4" w:rsidP="00767DB3">
            <w:pPr>
              <w:pStyle w:val="CVNormal"/>
              <w:ind w:left="0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3" w:type="dxa"/>
            <w:gridSpan w:val="13"/>
          </w:tcPr>
          <w:p w:rsidR="004D2DB4" w:rsidRDefault="00767DB3" w:rsidP="00767DB3">
            <w:pPr>
              <w:pStyle w:val="CVNormal"/>
              <w:ind w:left="0"/>
            </w:pPr>
            <w:r>
              <w:t>Dyanna_lary@yahoo.com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653" w:type="dxa"/>
            <w:gridSpan w:val="13"/>
          </w:tcPr>
          <w:p w:rsidR="004D2DB4" w:rsidRDefault="00767DB3" w:rsidP="00767DB3">
            <w:pPr>
              <w:pStyle w:val="CVNormal"/>
              <w:ind w:left="0"/>
            </w:pPr>
            <w:r>
              <w:t>Romania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3" w:type="dxa"/>
            <w:gridSpan w:val="13"/>
          </w:tcPr>
          <w:p w:rsidR="004D2DB4" w:rsidRDefault="00767DB3" w:rsidP="00767DB3">
            <w:pPr>
              <w:pStyle w:val="CVNormal"/>
              <w:ind w:left="0"/>
            </w:pPr>
            <w:r>
              <w:t>11.09.1992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3" w:type="dxa"/>
            <w:gridSpan w:val="13"/>
          </w:tcPr>
          <w:p w:rsidR="004D2DB4" w:rsidRDefault="00767DB3">
            <w:pPr>
              <w:pStyle w:val="CVNormal"/>
            </w:pPr>
            <w:r>
              <w:t>F</w:t>
            </w: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3" w:type="dxa"/>
            <w:gridSpan w:val="13"/>
          </w:tcPr>
          <w:p w:rsidR="004D2DB4" w:rsidRDefault="004D2DB4" w:rsidP="00767DB3">
            <w:pPr>
              <w:pStyle w:val="CVMajor-FirstLine"/>
              <w:spacing w:before="0"/>
              <w:ind w:left="0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Normal-FirstLine"/>
              <w:spacing w:before="0"/>
            </w:pPr>
          </w:p>
        </w:tc>
      </w:tr>
      <w:tr w:rsidR="004D2DB4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4D2DB4" w:rsidRDefault="004D2DB4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4D2DB4" w:rsidRDefault="004D2DB4">
            <w:pPr>
              <w:pStyle w:val="CVSpacer"/>
            </w:pPr>
          </w:p>
        </w:tc>
      </w:tr>
      <w:tr w:rsidR="00EC2FF6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C2FF6" w:rsidRDefault="00EC2FF6" w:rsidP="005D13D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3" w:type="dxa"/>
            <w:gridSpan w:val="13"/>
          </w:tcPr>
          <w:p w:rsidR="00EC2FF6" w:rsidRDefault="00FD26B1" w:rsidP="00EC2FF6">
            <w:pPr>
              <w:pStyle w:val="CVNormal"/>
              <w:ind w:left="0"/>
            </w:pPr>
            <w:r>
              <w:t xml:space="preserve">  18 decembre 2003</w:t>
            </w:r>
          </w:p>
        </w:tc>
      </w:tr>
      <w:tr w:rsidR="00EC2FF6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C2FF6" w:rsidRDefault="00EC2FF6" w:rsidP="005D13D8">
            <w:pPr>
              <w:pStyle w:val="CVHeading3"/>
            </w:pPr>
            <w:r>
              <w:t>Funcţia sau postul ocupat</w:t>
            </w:r>
          </w:p>
        </w:tc>
        <w:tc>
          <w:tcPr>
            <w:tcW w:w="7653" w:type="dxa"/>
            <w:gridSpan w:val="13"/>
          </w:tcPr>
          <w:p w:rsidR="00EC2FF6" w:rsidRDefault="00FD26B1" w:rsidP="00EC2FF6">
            <w:pPr>
              <w:pStyle w:val="CVNormal"/>
              <w:ind w:left="0"/>
            </w:pPr>
            <w:r>
              <w:t>Locul 2 la Olimpiada de romana</w:t>
            </w:r>
          </w:p>
        </w:tc>
      </w:tr>
      <w:tr w:rsidR="00EC2FF6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C2FF6" w:rsidRDefault="00EC2FF6" w:rsidP="005D13D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3" w:type="dxa"/>
            <w:gridSpan w:val="13"/>
          </w:tcPr>
          <w:p w:rsidR="00EC2FF6" w:rsidRDefault="00EC2FF6" w:rsidP="00EC2FF6">
            <w:pPr>
              <w:pStyle w:val="CVNormal"/>
              <w:ind w:left="0"/>
            </w:pPr>
          </w:p>
        </w:tc>
      </w:tr>
      <w:tr w:rsidR="00EC2FF6" w:rsidTr="00EC2FF6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C2FF6" w:rsidRDefault="00EC2FF6" w:rsidP="005D13D8">
            <w:pPr>
              <w:pStyle w:val="CVHeading3"/>
            </w:pPr>
            <w:r>
              <w:t>Numele şi adresa angajatorului</w:t>
            </w:r>
          </w:p>
        </w:tc>
        <w:tc>
          <w:tcPr>
            <w:tcW w:w="7653" w:type="dxa"/>
            <w:gridSpan w:val="13"/>
          </w:tcPr>
          <w:p w:rsidR="00EC2FF6" w:rsidRDefault="00FD26B1">
            <w:pPr>
              <w:pStyle w:val="CVNormal"/>
            </w:pPr>
            <w:r>
              <w:t>Vrabie Diana</w:t>
            </w:r>
          </w:p>
        </w:tc>
      </w:tr>
      <w:tr w:rsidR="00EC2FF6" w:rsidTr="00EC2FF6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EC2FF6" w:rsidRDefault="00EC2FF6" w:rsidP="005D13D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3" w:type="dxa"/>
            <w:gridSpan w:val="13"/>
          </w:tcPr>
          <w:p w:rsidR="00EC2FF6" w:rsidRDefault="00FD26B1">
            <w:pPr>
              <w:pStyle w:val="CVNormal"/>
            </w:pPr>
            <w:r>
              <w:t>Educational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1A0142">
            <w:pPr>
              <w:pStyle w:val="CVHeading3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1A0142">
            <w:pPr>
              <w:pStyle w:val="CVHeading3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Normal-FirstLine"/>
              <w:spacing w:before="0"/>
            </w:pPr>
          </w:p>
        </w:tc>
      </w:tr>
      <w:tr w:rsidR="00230EC3" w:rsidTr="00230EC3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3" w:type="dxa"/>
            <w:gridSpan w:val="13"/>
          </w:tcPr>
          <w:p w:rsidR="00230EC3" w:rsidRDefault="00230EC3" w:rsidP="00EC2FF6">
            <w:pPr>
              <w:pStyle w:val="CVNormal"/>
              <w:ind w:left="0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tbl>
            <w:tblPr>
              <w:tblW w:w="31680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/>
            </w:tblPr>
            <w:tblGrid>
              <w:gridCol w:w="10772"/>
              <w:gridCol w:w="2483"/>
              <w:gridCol w:w="7653"/>
              <w:gridCol w:w="3119"/>
              <w:gridCol w:w="7653"/>
            </w:tblGrid>
            <w:tr w:rsidR="00230EC3" w:rsidTr="00BE5473">
              <w:trPr>
                <w:cantSplit/>
              </w:trPr>
              <w:tc>
                <w:tcPr>
                  <w:tcW w:w="10772" w:type="dxa"/>
                  <w:tcBorders>
                    <w:right w:val="single" w:sz="1" w:space="0" w:color="000000"/>
                  </w:tcBorders>
                </w:tcPr>
                <w:p w:rsidR="00230EC3" w:rsidRDefault="00230EC3" w:rsidP="00BE5473">
                  <w:pPr>
                    <w:pStyle w:val="CVHeading3-FirstLine"/>
                    <w:tabs>
                      <w:tab w:val="left" w:pos="2805"/>
                      <w:tab w:val="right" w:pos="10658"/>
                    </w:tabs>
                    <w:spacing w:before="0"/>
                    <w:ind w:left="0"/>
                    <w:jc w:val="left"/>
                  </w:pPr>
                  <w:r>
                    <w:t>Perioada</w:t>
                  </w:r>
                </w:p>
              </w:tc>
              <w:tc>
                <w:tcPr>
                  <w:tcW w:w="2483" w:type="dxa"/>
                </w:tcPr>
                <w:p w:rsidR="00230EC3" w:rsidRDefault="00230EC3" w:rsidP="00BE5473">
                  <w:pPr>
                    <w:pStyle w:val="CVHeading3-FirstLine"/>
                    <w:tabs>
                      <w:tab w:val="left" w:pos="2805"/>
                      <w:tab w:val="right" w:pos="10658"/>
                    </w:tabs>
                    <w:spacing w:before="0"/>
                    <w:ind w:left="0"/>
                    <w:jc w:val="left"/>
                  </w:pPr>
                </w:p>
              </w:tc>
              <w:tc>
                <w:tcPr>
                  <w:tcW w:w="10772" w:type="dxa"/>
                  <w:gridSpan w:val="2"/>
                  <w:tcBorders>
                    <w:right w:val="single" w:sz="1" w:space="0" w:color="000000"/>
                  </w:tcBorders>
                </w:tcPr>
                <w:p w:rsidR="00230EC3" w:rsidRDefault="00230EC3" w:rsidP="00BE5473">
                  <w:pPr>
                    <w:pStyle w:val="CVHeading3-FirstLine"/>
                    <w:tabs>
                      <w:tab w:val="left" w:pos="2805"/>
                      <w:tab w:val="right" w:pos="10658"/>
                    </w:tabs>
                    <w:spacing w:before="0"/>
                    <w:ind w:left="0"/>
                    <w:jc w:val="left"/>
                  </w:pPr>
                  <w:r>
                    <w:t xml:space="preserve">                                             Perioada</w:t>
                  </w:r>
                </w:p>
              </w:tc>
              <w:tc>
                <w:tcPr>
                  <w:tcW w:w="7653" w:type="dxa"/>
                </w:tcPr>
                <w:p w:rsidR="00230EC3" w:rsidRDefault="00230EC3" w:rsidP="00881ECB">
                  <w:pPr>
                    <w:pStyle w:val="CVNormal"/>
                    <w:ind w:left="0"/>
                  </w:pPr>
                </w:p>
              </w:tc>
            </w:tr>
            <w:tr w:rsidR="00230EC3" w:rsidTr="00BE5473">
              <w:trPr>
                <w:cantSplit/>
              </w:trPr>
              <w:tc>
                <w:tcPr>
                  <w:tcW w:w="10772" w:type="dxa"/>
                  <w:tcBorders>
                    <w:right w:val="single" w:sz="1" w:space="0" w:color="000000"/>
                  </w:tcBorders>
                </w:tcPr>
                <w:p w:rsidR="00230EC3" w:rsidRDefault="00230EC3" w:rsidP="00BE5473">
                  <w:pPr>
                    <w:pStyle w:val="CVHeading3"/>
                    <w:tabs>
                      <w:tab w:val="left" w:pos="1980"/>
                      <w:tab w:val="right" w:pos="10658"/>
                    </w:tabs>
                    <w:jc w:val="left"/>
                  </w:pPr>
                  <w:r>
                    <w:t>Calificarea/diploma obtinuta</w:t>
                  </w:r>
                  <w:r>
                    <w:tab/>
                  </w:r>
                  <w:r w:rsidRPr="00400C84">
                    <w:t>Calificarea / diploma obţinută Calificarea / diploma obţinută</w:t>
                  </w:r>
                  <w:r>
                    <w:t xml:space="preserve"> Calificarea / diploma obţinută</w:t>
                  </w:r>
                </w:p>
              </w:tc>
              <w:tc>
                <w:tcPr>
                  <w:tcW w:w="10136" w:type="dxa"/>
                  <w:gridSpan w:val="2"/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772" w:type="dxa"/>
                  <w:gridSpan w:val="2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  <w:r>
                    <w:t>Calificarea / diploma obţinută</w:t>
                  </w:r>
                </w:p>
              </w:tc>
            </w:tr>
            <w:tr w:rsidR="00230EC3" w:rsidTr="00BE5473">
              <w:trPr>
                <w:cantSplit/>
              </w:trPr>
              <w:tc>
                <w:tcPr>
                  <w:tcW w:w="10772" w:type="dxa"/>
                  <w:tcBorders>
                    <w:right w:val="single" w:sz="1" w:space="0" w:color="000000"/>
                  </w:tcBorders>
                </w:tcPr>
                <w:p w:rsidR="00230EC3" w:rsidRDefault="00230EC3" w:rsidP="00BE5473">
                  <w:pPr>
                    <w:pStyle w:val="CVHeading3"/>
                    <w:tabs>
                      <w:tab w:val="left" w:pos="2160"/>
                    </w:tabs>
                    <w:jc w:val="left"/>
                  </w:pPr>
                  <w:r>
                    <w:t>Disciplinele principale studiate/</w:t>
                  </w:r>
                </w:p>
                <w:p w:rsidR="00230EC3" w:rsidRPr="00BE5473" w:rsidRDefault="00230EC3" w:rsidP="00BE5473">
                  <w:r>
                    <w:t>Competente profesionale dobandite</w:t>
                  </w:r>
                </w:p>
              </w:tc>
              <w:tc>
                <w:tcPr>
                  <w:tcW w:w="10136" w:type="dxa"/>
                  <w:gridSpan w:val="2"/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772" w:type="dxa"/>
                  <w:gridSpan w:val="2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  <w:r>
                    <w:t>Disciplinele principale studiate / competenţe profesionale dobândite</w:t>
                  </w:r>
                </w:p>
              </w:tc>
            </w:tr>
            <w:tr w:rsidR="00230EC3" w:rsidTr="00BE5473">
              <w:trPr>
                <w:cantSplit/>
              </w:trPr>
              <w:tc>
                <w:tcPr>
                  <w:tcW w:w="10772" w:type="dxa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136" w:type="dxa"/>
                  <w:gridSpan w:val="2"/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772" w:type="dxa"/>
                  <w:gridSpan w:val="2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  <w:r>
                    <w:t>Numele şi tipul instituţiei de învăţământ / furnizorului de formare</w:t>
                  </w:r>
                </w:p>
              </w:tc>
            </w:tr>
            <w:tr w:rsidR="00230EC3" w:rsidTr="00BE5473">
              <w:trPr>
                <w:cantSplit/>
              </w:trPr>
              <w:tc>
                <w:tcPr>
                  <w:tcW w:w="10772" w:type="dxa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136" w:type="dxa"/>
                  <w:gridSpan w:val="2"/>
                </w:tcPr>
                <w:p w:rsidR="00230EC3" w:rsidRDefault="00230EC3" w:rsidP="00881ECB">
                  <w:pPr>
                    <w:pStyle w:val="CVHeading3"/>
                  </w:pPr>
                </w:p>
              </w:tc>
              <w:tc>
                <w:tcPr>
                  <w:tcW w:w="10772" w:type="dxa"/>
                  <w:gridSpan w:val="2"/>
                  <w:tcBorders>
                    <w:right w:val="single" w:sz="1" w:space="0" w:color="000000"/>
                  </w:tcBorders>
                </w:tcPr>
                <w:p w:rsidR="00230EC3" w:rsidRDefault="00230EC3" w:rsidP="00881ECB">
                  <w:pPr>
                    <w:pStyle w:val="CVHeading3"/>
                  </w:pPr>
                  <w:r>
                    <w:t>Nivelul în clasificarea naţională sau internaţională</w:t>
                  </w:r>
                </w:p>
              </w:tc>
            </w:tr>
          </w:tbl>
          <w:p w:rsidR="00230EC3" w:rsidRDefault="00230EC3" w:rsidP="005D13D8">
            <w:pPr>
              <w:pStyle w:val="CVSpacer"/>
            </w:pPr>
          </w:p>
        </w:tc>
        <w:tc>
          <w:tcPr>
            <w:tcW w:w="7653" w:type="dxa"/>
            <w:gridSpan w:val="13"/>
          </w:tcPr>
          <w:tbl>
            <w:tblPr>
              <w:tblW w:w="10772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/>
            </w:tblPr>
            <w:tblGrid>
              <w:gridCol w:w="10772"/>
            </w:tblGrid>
            <w:tr w:rsidR="00230EC3" w:rsidTr="00881ECB">
              <w:trPr>
                <w:cantSplit/>
              </w:trPr>
              <w:tc>
                <w:tcPr>
                  <w:tcW w:w="7653" w:type="dxa"/>
                </w:tcPr>
                <w:p w:rsidR="00230EC3" w:rsidRDefault="00230EC3" w:rsidP="00881ECB">
                  <w:pPr>
                    <w:pStyle w:val="CVSpacer"/>
                  </w:pPr>
                </w:p>
              </w:tc>
            </w:tr>
            <w:tr w:rsidR="00230EC3" w:rsidTr="00881ECB">
              <w:trPr>
                <w:cantSplit/>
              </w:trPr>
              <w:tc>
                <w:tcPr>
                  <w:tcW w:w="7653" w:type="dxa"/>
                </w:tcPr>
                <w:p w:rsidR="00230EC3" w:rsidRDefault="00230EC3" w:rsidP="00881ECB">
                  <w:pPr>
                    <w:pStyle w:val="CVNormal"/>
                  </w:pPr>
                  <w:r>
                    <w:t>2003-2007</w:t>
                  </w:r>
                </w:p>
              </w:tc>
            </w:tr>
            <w:tr w:rsidR="00230EC3" w:rsidTr="00881ECB">
              <w:trPr>
                <w:cantSplit/>
              </w:trPr>
              <w:tc>
                <w:tcPr>
                  <w:tcW w:w="7653" w:type="dxa"/>
                </w:tcPr>
                <w:p w:rsidR="00230EC3" w:rsidRDefault="00230EC3" w:rsidP="00881ECB">
                  <w:pPr>
                    <w:pStyle w:val="CVNormal"/>
                  </w:pPr>
                  <w:r>
                    <w:t>Diploma de VIII clase</w:t>
                  </w:r>
                </w:p>
              </w:tc>
            </w:tr>
            <w:tr w:rsidR="00230EC3" w:rsidTr="00881ECB">
              <w:trPr>
                <w:cantSplit/>
              </w:trPr>
              <w:tc>
                <w:tcPr>
                  <w:tcW w:w="7653" w:type="dxa"/>
                </w:tcPr>
                <w:p w:rsidR="00230EC3" w:rsidRDefault="00230EC3" w:rsidP="00BE5473">
                  <w:pPr>
                    <w:pStyle w:val="CVNormal"/>
                    <w:ind w:left="0"/>
                  </w:pPr>
                  <w:r>
                    <w:t>Locul 2 pe comuna la Olimpiada de romana 2003-2004</w:t>
                  </w:r>
                </w:p>
              </w:tc>
            </w:tr>
            <w:tr w:rsidR="00230EC3" w:rsidTr="00881ECB">
              <w:trPr>
                <w:cantSplit/>
              </w:trPr>
              <w:tc>
                <w:tcPr>
                  <w:tcW w:w="7653" w:type="dxa"/>
                </w:tcPr>
                <w:p w:rsidR="00230EC3" w:rsidRDefault="00230EC3" w:rsidP="00881ECB">
                  <w:pPr>
                    <w:pStyle w:val="CVNormal-FirstLine"/>
                    <w:spacing w:before="0"/>
                  </w:pPr>
                </w:p>
              </w:tc>
            </w:tr>
          </w:tbl>
          <w:p w:rsidR="00230EC3" w:rsidRDefault="00230EC3" w:rsidP="00881ECB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3" w:type="dxa"/>
            <w:gridSpan w:val="13"/>
          </w:tcPr>
          <w:p w:rsidR="00230EC3" w:rsidRDefault="00230EC3" w:rsidP="00BE5473">
            <w:pPr>
              <w:pStyle w:val="CVNormal"/>
              <w:ind w:left="0"/>
            </w:pPr>
            <w:r>
              <w:t>2007-2011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r w:rsidRPr="00400C84">
              <w:t>Calificarea / diploma obţinută</w:t>
            </w:r>
          </w:p>
        </w:tc>
        <w:tc>
          <w:tcPr>
            <w:tcW w:w="7653" w:type="dxa"/>
            <w:gridSpan w:val="13"/>
          </w:tcPr>
          <w:p w:rsidR="00230EC3" w:rsidRDefault="00230EC3">
            <w:r>
              <w:t>Diploma de X si XII clase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:rsidR="00230EC3" w:rsidRDefault="00230EC3" w:rsidP="00BE5473">
            <w:pPr>
              <w:pStyle w:val="CVNormal"/>
              <w:ind w:left="0"/>
            </w:pPr>
            <w:r>
              <w:t>Competente lingvistice,digitale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3" w:type="dxa"/>
            <w:gridSpan w:val="13"/>
          </w:tcPr>
          <w:p w:rsidR="00230EC3" w:rsidRPr="00FD26B1" w:rsidRDefault="00230EC3" w:rsidP="00881ECB">
            <w:pPr>
              <w:pStyle w:val="CVNormal-FirstLine"/>
              <w:spacing w:before="0"/>
              <w:rPr>
                <w:lang w:val="en-US"/>
              </w:rPr>
            </w:pPr>
            <w:r>
              <w:t xml:space="preserve">Colegiul tehnic </w:t>
            </w:r>
            <w:r>
              <w:rPr>
                <w:lang w:val="en-US"/>
              </w:rPr>
              <w:t>“Gh Asachi”-Onesti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"/>
            </w:pPr>
            <w:r>
              <w:t xml:space="preserve">Nivelul in calificarea nationala sau </w:t>
            </w:r>
          </w:p>
          <w:p w:rsidR="00230EC3" w:rsidRPr="00230EC3" w:rsidRDefault="00230EC3" w:rsidP="00230EC3">
            <w:r>
              <w:t xml:space="preserve">                                             internationala</w:t>
            </w: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Normal-FirstLine"/>
              <w:spacing w:before="0"/>
            </w:pPr>
            <w:r>
              <w:t>12 clase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3-FirstLine"/>
              <w:spacing w:before="0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EC2FF6">
            <w:pPr>
              <w:pStyle w:val="CVHeading3"/>
              <w:ind w:left="0"/>
              <w:jc w:val="left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 xml:space="preserve">Precizaţi limba(ile) maternă(e) </w:t>
            </w:r>
            <w:r>
              <w:rPr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EC2FF6">
            <w:pPr>
              <w:pStyle w:val="CVHeading3"/>
              <w:ind w:left="0"/>
              <w:jc w:val="left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Medium-FirstLine"/>
              <w:spacing w:before="0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2"/>
            </w:pPr>
            <w:r>
              <w:lastRenderedPageBreak/>
              <w:t>Autoevaluare</w:t>
            </w:r>
          </w:p>
        </w:tc>
        <w:tc>
          <w:tcPr>
            <w:tcW w:w="137" w:type="dxa"/>
          </w:tcPr>
          <w:p w:rsidR="00230EC3" w:rsidRDefault="00230EC3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EC3" w:rsidRDefault="00230EC3">
            <w:pPr>
              <w:pStyle w:val="LevelAssessment-Heading1"/>
            </w:pPr>
            <w:r>
              <w:t>Scriere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 w:rsidP="005D13D8">
            <w:pPr>
              <w:pStyle w:val="CVHeadingLevel"/>
            </w:pPr>
            <w:r>
              <w:t>Nivel european (*)</w:t>
            </w:r>
          </w:p>
        </w:tc>
        <w:tc>
          <w:tcPr>
            <w:tcW w:w="137" w:type="dxa"/>
          </w:tcPr>
          <w:p w:rsidR="00230EC3" w:rsidRDefault="00230EC3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30EC3" w:rsidRDefault="00230EC3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EC3" w:rsidRDefault="00230EC3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Pr="00EC2FF6" w:rsidRDefault="00230EC3" w:rsidP="00EC2FF6">
            <w:pPr>
              <w:pStyle w:val="CVHeadingLevel"/>
              <w:ind w:left="0"/>
              <w:rPr>
                <w:b/>
                <w:i w:val="0"/>
                <w:color w:val="000000" w:themeColor="text1"/>
                <w:sz w:val="22"/>
                <w:szCs w:val="22"/>
              </w:rPr>
            </w:pPr>
            <w:r w:rsidRPr="00EC2FF6">
              <w:rPr>
                <w:b/>
                <w:i w:val="0"/>
                <w:color w:val="000000" w:themeColor="text1"/>
                <w:sz w:val="22"/>
                <w:szCs w:val="22"/>
              </w:rPr>
              <w:t>Limba(1)</w:t>
            </w:r>
          </w:p>
        </w:tc>
        <w:tc>
          <w:tcPr>
            <w:tcW w:w="137" w:type="dxa"/>
          </w:tcPr>
          <w:p w:rsidR="00230EC3" w:rsidRPr="00EC2FF6" w:rsidRDefault="00230EC3">
            <w:pPr>
              <w:pStyle w:val="CVNormal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Pr="00EC2FF6" w:rsidRDefault="00230EC3">
            <w:pPr>
              <w:pStyle w:val="LevelAssessment-Code"/>
              <w:rPr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230EC3" w:rsidRDefault="00230EC3" w:rsidP="00767DB3">
            <w:pPr>
              <w:pStyle w:val="LevelAssessment-Description"/>
              <w:ind w:left="0"/>
              <w:jc w:val="left"/>
            </w:pPr>
            <w:r>
              <w:t xml:space="preserve">          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Language"/>
            </w:pPr>
            <w:r>
              <w:t>Limba(2)</w:t>
            </w:r>
          </w:p>
        </w:tc>
        <w:tc>
          <w:tcPr>
            <w:tcW w:w="137" w:type="dxa"/>
          </w:tcPr>
          <w:p w:rsidR="00230EC3" w:rsidRDefault="00230EC3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230EC3" w:rsidRDefault="00230EC3">
            <w:pPr>
              <w:pStyle w:val="LevelAssessment-Description"/>
            </w:pPr>
            <w:r>
              <w:t>mediu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Normal"/>
            </w:pPr>
          </w:p>
        </w:tc>
        <w:tc>
          <w:tcPr>
            <w:tcW w:w="7653" w:type="dxa"/>
            <w:gridSpan w:val="13"/>
            <w:tcMar>
              <w:top w:w="0" w:type="dxa"/>
              <w:bottom w:w="113" w:type="dxa"/>
            </w:tcMar>
          </w:tcPr>
          <w:p w:rsidR="00230EC3" w:rsidRDefault="00230EC3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Persoana sociabila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Nu am,dar imi place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-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avansat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Imi place muzica si dansul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-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Nu am,dar am in vedere obtinerea lui</w:t>
            </w: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Spacer"/>
            </w:pPr>
          </w:p>
        </w:tc>
        <w:tc>
          <w:tcPr>
            <w:tcW w:w="7653" w:type="dxa"/>
            <w:gridSpan w:val="13"/>
          </w:tcPr>
          <w:p w:rsidR="00230EC3" w:rsidRDefault="00230EC3">
            <w:pPr>
              <w:pStyle w:val="CVSpacer"/>
            </w:pPr>
          </w:p>
        </w:tc>
      </w:tr>
      <w:tr w:rsidR="00230EC3" w:rsidTr="00EC2FF6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:rsidR="00230EC3" w:rsidRDefault="00230EC3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3" w:type="dxa"/>
            <w:gridSpan w:val="13"/>
          </w:tcPr>
          <w:p w:rsidR="00230EC3" w:rsidRDefault="00230EC3" w:rsidP="00503D7E">
            <w:pPr>
              <w:pStyle w:val="CVNormal"/>
              <w:ind w:left="0"/>
            </w:pPr>
            <w:r>
              <w:t>Scrisoarea de intentie</w:t>
            </w:r>
          </w:p>
        </w:tc>
      </w:tr>
    </w:tbl>
    <w:p w:rsidR="00AF2A98" w:rsidRDefault="00AF2A98">
      <w:pPr>
        <w:pStyle w:val="CVNormal"/>
      </w:pPr>
    </w:p>
    <w:sectPr w:rsidR="00AF2A98" w:rsidSect="004D2DB4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5C2" w:rsidRDefault="00EF05C2">
      <w:r>
        <w:separator/>
      </w:r>
    </w:p>
  </w:endnote>
  <w:endnote w:type="continuationSeparator" w:id="1">
    <w:p w:rsidR="00EF05C2" w:rsidRDefault="00EF0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4D2DB4">
      <w:trPr>
        <w:cantSplit/>
      </w:trPr>
      <w:tc>
        <w:tcPr>
          <w:tcW w:w="3117" w:type="dxa"/>
        </w:tcPr>
        <w:p w:rsidR="004D2DB4" w:rsidRDefault="00AF2A98">
          <w:pPr>
            <w:pStyle w:val="CVFooterLeft"/>
          </w:pPr>
          <w:r>
            <w:t xml:space="preserve">Pagina / - Curriculum vitae al </w:t>
          </w:r>
        </w:p>
        <w:p w:rsidR="004D2DB4" w:rsidRDefault="00AF2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4D2DB4" w:rsidRDefault="00AF2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4D2DB4" w:rsidRDefault="00AF2A98">
          <w:pPr>
            <w:pStyle w:val="CVFooterRight"/>
          </w:pPr>
          <w:r>
            <w:t>© Uniunea Europeană, 2002-2010   24082010</w:t>
          </w:r>
        </w:p>
      </w:tc>
    </w:tr>
  </w:tbl>
  <w:p w:rsidR="004D2DB4" w:rsidRDefault="004D2DB4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5C2" w:rsidRDefault="00EF05C2">
      <w:r>
        <w:separator/>
      </w:r>
    </w:p>
  </w:footnote>
  <w:footnote w:type="continuationSeparator" w:id="1">
    <w:p w:rsidR="00EF05C2" w:rsidRDefault="00EF05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03D7E"/>
    <w:rsid w:val="00084E4C"/>
    <w:rsid w:val="0009150F"/>
    <w:rsid w:val="001E593C"/>
    <w:rsid w:val="00230EC3"/>
    <w:rsid w:val="004C2563"/>
    <w:rsid w:val="004D2DB4"/>
    <w:rsid w:val="004E3FCC"/>
    <w:rsid w:val="00503D7E"/>
    <w:rsid w:val="006F4136"/>
    <w:rsid w:val="00767DB3"/>
    <w:rsid w:val="007F4016"/>
    <w:rsid w:val="00AF2A98"/>
    <w:rsid w:val="00B05F9C"/>
    <w:rsid w:val="00BE5473"/>
    <w:rsid w:val="00EC2FF6"/>
    <w:rsid w:val="00EF05C2"/>
    <w:rsid w:val="00FD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DB4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4D2DB4"/>
  </w:style>
  <w:style w:type="character" w:styleId="Numrdepagin">
    <w:name w:val="page number"/>
    <w:basedOn w:val="WW-DefaultParagraphFont"/>
    <w:semiHidden/>
    <w:rsid w:val="004D2DB4"/>
  </w:style>
  <w:style w:type="character" w:styleId="Hyperlink">
    <w:name w:val="Hyperlink"/>
    <w:basedOn w:val="WW-DefaultParagraphFont"/>
    <w:semiHidden/>
    <w:rsid w:val="004D2DB4"/>
    <w:rPr>
      <w:color w:val="0000FF"/>
      <w:u w:val="single"/>
    </w:rPr>
  </w:style>
  <w:style w:type="character" w:customStyle="1" w:styleId="EndnoteCharacters">
    <w:name w:val="Endnote Characters"/>
    <w:rsid w:val="004D2DB4"/>
  </w:style>
  <w:style w:type="character" w:customStyle="1" w:styleId="WW-DefaultParagraphFont">
    <w:name w:val="WW-Default Paragraph Font"/>
    <w:rsid w:val="004D2DB4"/>
  </w:style>
  <w:style w:type="paragraph" w:styleId="Corptext">
    <w:name w:val="Body Text"/>
    <w:basedOn w:val="Normal"/>
    <w:semiHidden/>
    <w:rsid w:val="004D2DB4"/>
    <w:pPr>
      <w:spacing w:after="120"/>
    </w:pPr>
  </w:style>
  <w:style w:type="paragraph" w:styleId="Antet">
    <w:name w:val="header"/>
    <w:basedOn w:val="Normal"/>
    <w:semiHidden/>
    <w:rsid w:val="004D2DB4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4D2DB4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4D2DB4"/>
    <w:pPr>
      <w:suppressLineNumbers/>
    </w:pPr>
  </w:style>
  <w:style w:type="paragraph" w:customStyle="1" w:styleId="TableHeading">
    <w:name w:val="Table Heading"/>
    <w:basedOn w:val="TableContents"/>
    <w:rsid w:val="004D2DB4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4D2DB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4D2DB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4D2DB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4D2DB4"/>
    <w:pPr>
      <w:spacing w:before="74"/>
    </w:pPr>
  </w:style>
  <w:style w:type="paragraph" w:customStyle="1" w:styleId="CVHeading3">
    <w:name w:val="CV Heading 3"/>
    <w:basedOn w:val="Normal"/>
    <w:next w:val="Normal"/>
    <w:rsid w:val="004D2DB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4D2DB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4D2DB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4D2DB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4D2DB4"/>
    <w:pPr>
      <w:textAlignment w:val="bottom"/>
    </w:pPr>
  </w:style>
  <w:style w:type="paragraph" w:customStyle="1" w:styleId="SmallGap">
    <w:name w:val="Small Gap"/>
    <w:basedOn w:val="Normal"/>
    <w:next w:val="Normal"/>
    <w:rsid w:val="004D2DB4"/>
    <w:rPr>
      <w:sz w:val="10"/>
    </w:rPr>
  </w:style>
  <w:style w:type="paragraph" w:customStyle="1" w:styleId="CVHeadingLevel">
    <w:name w:val="CV Heading Level"/>
    <w:basedOn w:val="CVHeading3"/>
    <w:next w:val="Normal"/>
    <w:rsid w:val="004D2DB4"/>
    <w:rPr>
      <w:i/>
    </w:rPr>
  </w:style>
  <w:style w:type="paragraph" w:customStyle="1" w:styleId="LevelAssessment-Heading1">
    <w:name w:val="Level Assessment - Heading 1"/>
    <w:basedOn w:val="LevelAssessment-Code"/>
    <w:rsid w:val="004D2DB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4D2DB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4D2DB4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4D2DB4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4D2DB4"/>
    <w:pPr>
      <w:spacing w:before="74"/>
    </w:pPr>
  </w:style>
  <w:style w:type="paragraph" w:customStyle="1" w:styleId="CVMedium">
    <w:name w:val="CV Medium"/>
    <w:basedOn w:val="CVMajor"/>
    <w:rsid w:val="004D2DB4"/>
    <w:rPr>
      <w:sz w:val="22"/>
    </w:rPr>
  </w:style>
  <w:style w:type="paragraph" w:customStyle="1" w:styleId="CVMedium-FirstLine">
    <w:name w:val="CV Medium - First Line"/>
    <w:basedOn w:val="CVMedium"/>
    <w:next w:val="CVMedium"/>
    <w:rsid w:val="004D2DB4"/>
    <w:pPr>
      <w:spacing w:before="74"/>
    </w:pPr>
  </w:style>
  <w:style w:type="paragraph" w:customStyle="1" w:styleId="CVNormal">
    <w:name w:val="CV Normal"/>
    <w:basedOn w:val="CVMedium"/>
    <w:rsid w:val="004D2DB4"/>
    <w:rPr>
      <w:b w:val="0"/>
      <w:sz w:val="20"/>
    </w:rPr>
  </w:style>
  <w:style w:type="paragraph" w:customStyle="1" w:styleId="CVSpacer">
    <w:name w:val="CV Spacer"/>
    <w:basedOn w:val="CVNormal"/>
    <w:rsid w:val="004D2DB4"/>
    <w:rPr>
      <w:sz w:val="4"/>
    </w:rPr>
  </w:style>
  <w:style w:type="paragraph" w:customStyle="1" w:styleId="CVNormal-FirstLine">
    <w:name w:val="CV Normal - First Line"/>
    <w:basedOn w:val="CVNormal"/>
    <w:next w:val="CVNormal"/>
    <w:rsid w:val="004D2DB4"/>
    <w:pPr>
      <w:spacing w:before="74"/>
    </w:pPr>
  </w:style>
  <w:style w:type="paragraph" w:customStyle="1" w:styleId="CVFooterLeft">
    <w:name w:val="CV Footer Left"/>
    <w:basedOn w:val="Normal"/>
    <w:rsid w:val="004D2DB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4D2DB4"/>
    <w:rPr>
      <w:bCs/>
      <w:sz w:val="16"/>
      <w:lang w:val="de-DE"/>
    </w:rPr>
  </w:style>
  <w:style w:type="paragraph" w:customStyle="1" w:styleId="GridStandard">
    <w:name w:val="Grid Standard"/>
    <w:rsid w:val="004D2DB4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4D2DB4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4D2DB4"/>
    <w:rPr>
      <w:sz w:val="16"/>
    </w:rPr>
  </w:style>
  <w:style w:type="paragraph" w:customStyle="1" w:styleId="GridLevel">
    <w:name w:val="Grid Level"/>
    <w:basedOn w:val="GridStandard"/>
    <w:rsid w:val="004D2DB4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4D2DB4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4D2DB4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4D2DB4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VTemplate_ro_RO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CVTemplate_ro_RO.dotx</Template>
  <TotalTime>1</TotalTime>
  <Pages>2</Pages>
  <Words>391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user</dc:creator>
  <cp:lastModifiedBy>user</cp:lastModifiedBy>
  <cp:revision>2</cp:revision>
  <cp:lastPrinted>2005-01-20T15:27:00Z</cp:lastPrinted>
  <dcterms:created xsi:type="dcterms:W3CDTF">2010-12-13T06:14:00Z</dcterms:created>
  <dcterms:modified xsi:type="dcterms:W3CDTF">2010-12-13T06:14:00Z</dcterms:modified>
</cp:coreProperties>
</file>