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6486" w:rsidRDefault="00666486"/>
    <w:p w:rsidR="00666486" w:rsidRDefault="00666486"/>
    <w:p w:rsidR="00666486" w:rsidRDefault="00666486"/>
    <w:p w:rsidR="00666486" w:rsidRDefault="00666486"/>
    <w:p w:rsidR="00666486" w:rsidRDefault="0066648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C3058F" w:rsidTr="003130CA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C3058F" w:rsidRDefault="0027412C">
            <w:pPr>
              <w:pStyle w:val="CVHeading3"/>
            </w:pPr>
            <w:r>
              <w:rPr>
                <w:noProof/>
                <w:lang w:eastAsia="ro-RO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612ADD">
              <w:t>,</w:t>
            </w:r>
            <w:r w:rsidR="00AF2A98">
              <w:t xml:space="preserve"> </w:t>
            </w:r>
          </w:p>
          <w:p w:rsidR="00C3058F" w:rsidRDefault="00C3058F">
            <w:pPr>
              <w:pStyle w:val="CVNormal"/>
            </w:pPr>
          </w:p>
        </w:tc>
        <w:tc>
          <w:tcPr>
            <w:tcW w:w="281" w:type="dxa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  <w:trHeight w:hRule="exact" w:val="425"/>
        </w:trPr>
        <w:tc>
          <w:tcPr>
            <w:tcW w:w="2834" w:type="dxa"/>
            <w:vMerge/>
          </w:tcPr>
          <w:p w:rsidR="00C3058F" w:rsidRDefault="00C3058F"/>
        </w:tc>
        <w:tc>
          <w:tcPr>
            <w:tcW w:w="281" w:type="dxa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C3058F" w:rsidRDefault="00C3058F"/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Title"/>
            </w:pPr>
            <w:r>
              <w:t xml:space="preserve">Curriculum vitae </w:t>
            </w:r>
          </w:p>
          <w:p w:rsidR="00C3058F" w:rsidRDefault="00AF2A98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C3058F" w:rsidRDefault="00612ADD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Vartolomei Vasilica Diana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C3058F" w:rsidRDefault="00612ADD">
            <w:pPr>
              <w:pStyle w:val="CVNormal"/>
            </w:pPr>
            <w:r>
              <w:t>Sat Cucuieti, com Dofteana, jud Bacau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:rsidR="00C3058F" w:rsidRDefault="00C3058F" w:rsidP="00612ADD">
            <w:pPr>
              <w:pStyle w:val="CVNormal"/>
            </w:pPr>
          </w:p>
        </w:tc>
        <w:tc>
          <w:tcPr>
            <w:tcW w:w="1983" w:type="dxa"/>
            <w:gridSpan w:val="4"/>
          </w:tcPr>
          <w:p w:rsidR="00C3058F" w:rsidRDefault="00AF2A98">
            <w:pPr>
              <w:pStyle w:val="CVHeading3"/>
            </w:pPr>
            <w:r>
              <w:t>Mobil:</w:t>
            </w:r>
          </w:p>
        </w:tc>
        <w:tc>
          <w:tcPr>
            <w:tcW w:w="2840" w:type="dxa"/>
            <w:gridSpan w:val="4"/>
          </w:tcPr>
          <w:p w:rsidR="00C3058F" w:rsidRDefault="00612ADD">
            <w:pPr>
              <w:pStyle w:val="CVNormal"/>
            </w:pPr>
            <w:r>
              <w:t>0749357802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C3058F" w:rsidRDefault="00C3058F" w:rsidP="00612ADD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C3058F" w:rsidRDefault="00612ADD">
            <w:pPr>
              <w:pStyle w:val="CVNormal"/>
            </w:pPr>
            <w:r>
              <w:t>dodo_dyana16@yahoo.com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7" w:type="dxa"/>
            <w:gridSpan w:val="13"/>
          </w:tcPr>
          <w:p w:rsidR="00C3058F" w:rsidRDefault="00612ADD">
            <w:pPr>
              <w:pStyle w:val="CVNormal"/>
            </w:pPr>
            <w:r>
              <w:t>romana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C3058F" w:rsidRDefault="00612ADD">
            <w:pPr>
              <w:pStyle w:val="CVNormal"/>
            </w:pPr>
            <w:r>
              <w:t>01.01.1993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C3058F" w:rsidRDefault="00612ADD">
            <w:pPr>
              <w:pStyle w:val="CVNormal"/>
            </w:pPr>
            <w:r>
              <w:t>F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C3058F" w:rsidRDefault="00AF2A98">
            <w:pPr>
              <w:pStyle w:val="CVMajor-FirstLine"/>
              <w:spacing w:before="0"/>
            </w:pPr>
            <w:r>
              <w:t>(rubrică facultativă, vezi instrucţiunile)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C3058F" w:rsidRDefault="0014371A">
            <w:pPr>
              <w:pStyle w:val="CVNormal"/>
            </w:pPr>
            <w:r>
              <w:t>2003-2007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C3058F" w:rsidRDefault="0014371A">
            <w:pPr>
              <w:pStyle w:val="CVNormal"/>
            </w:pPr>
            <w:r>
              <w:t>Diploma VIII clase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612ADD" w:rsidRDefault="00612ADD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C3058F" w:rsidRDefault="0014371A">
            <w:pPr>
              <w:pStyle w:val="CVNormal"/>
            </w:pPr>
            <w:r>
              <w:t>Scoala cu clasele I-VIII Cucuieti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C3058F" w:rsidRDefault="00882208" w:rsidP="0027412C">
            <w:pPr>
              <w:pStyle w:val="CVNormal"/>
            </w:pPr>
            <w:r>
              <w:t>VIII clase</w:t>
            </w:r>
          </w:p>
        </w:tc>
      </w:tr>
      <w:tr w:rsidR="00612ADD" w:rsidTr="003130CA">
        <w:trPr>
          <w:cantSplit/>
        </w:trPr>
        <w:tc>
          <w:tcPr>
            <w:tcW w:w="3115" w:type="dxa"/>
            <w:gridSpan w:val="2"/>
          </w:tcPr>
          <w:p w:rsidR="00612ADD" w:rsidRDefault="00612ADD" w:rsidP="007035E6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612ADD" w:rsidRPr="00612ADD" w:rsidRDefault="0014371A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>2007-2011</w:t>
            </w:r>
          </w:p>
        </w:tc>
      </w:tr>
      <w:tr w:rsidR="00612ADD" w:rsidTr="003130CA">
        <w:trPr>
          <w:cantSplit/>
        </w:trPr>
        <w:tc>
          <w:tcPr>
            <w:tcW w:w="3115" w:type="dxa"/>
            <w:gridSpan w:val="2"/>
          </w:tcPr>
          <w:p w:rsidR="00612ADD" w:rsidRDefault="00612ADD" w:rsidP="007035E6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612ADD" w:rsidRDefault="0014371A">
            <w:pPr>
              <w:pStyle w:val="CVNormal-FirstLine"/>
              <w:spacing w:before="0"/>
            </w:pPr>
            <w:r>
              <w:t>Matematica-informatica/Diploma bacalaureat</w:t>
            </w:r>
          </w:p>
        </w:tc>
      </w:tr>
      <w:tr w:rsidR="00612ADD" w:rsidTr="003130CA">
        <w:trPr>
          <w:cantSplit/>
        </w:trPr>
        <w:tc>
          <w:tcPr>
            <w:tcW w:w="3115" w:type="dxa"/>
            <w:gridSpan w:val="2"/>
          </w:tcPr>
          <w:p w:rsidR="00612ADD" w:rsidRDefault="00612ADD" w:rsidP="007035E6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612ADD" w:rsidRPr="00612ADD" w:rsidRDefault="00A16385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>ECDL,atestat</w:t>
            </w:r>
          </w:p>
        </w:tc>
      </w:tr>
      <w:tr w:rsidR="00612ADD" w:rsidTr="003130CA">
        <w:trPr>
          <w:cantSplit/>
        </w:trPr>
        <w:tc>
          <w:tcPr>
            <w:tcW w:w="3115" w:type="dxa"/>
            <w:gridSpan w:val="2"/>
          </w:tcPr>
          <w:p w:rsidR="00612ADD" w:rsidRDefault="00612ADD" w:rsidP="007035E6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612ADD" w:rsidRPr="00612ADD" w:rsidRDefault="00612ADD">
            <w:pPr>
              <w:pStyle w:val="CVMedium-FirstLine"/>
              <w:spacing w:before="0"/>
              <w:rPr>
                <w:b w:val="0"/>
                <w:sz w:val="20"/>
                <w:lang w:val="en-US"/>
              </w:rPr>
            </w:pPr>
            <w:r>
              <w:rPr>
                <w:sz w:val="20"/>
              </w:rPr>
              <w:t>Colegiul Tehnic „Gh Asachi” onesti</w:t>
            </w: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 w:rsidP="003E0E70">
            <w:pPr>
              <w:pStyle w:val="CVHeading1"/>
              <w:spacing w:before="0"/>
            </w:pPr>
            <w:r>
              <w:lastRenderedPageBreak/>
              <w:t>Aptitudini şi competenţe personale</w:t>
            </w:r>
          </w:p>
        </w:tc>
        <w:tc>
          <w:tcPr>
            <w:tcW w:w="7657" w:type="dxa"/>
            <w:gridSpan w:val="13"/>
          </w:tcPr>
          <w:p w:rsidR="0014371A" w:rsidRDefault="0014371A" w:rsidP="003E0E70">
            <w:pPr>
              <w:pStyle w:val="CVNormal-FirstLine"/>
              <w:spacing w:before="0"/>
            </w:pPr>
            <w:r>
              <w:t>Gestionarea bazelor de date</w:t>
            </w: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 w:rsidP="003E0E7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4371A" w:rsidRDefault="0014371A" w:rsidP="003E0E70">
            <w:pPr>
              <w:pStyle w:val="CVSpacer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 w:rsidP="003E0E70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14371A" w:rsidRDefault="0014371A" w:rsidP="003E0E70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>Romana</w:t>
            </w: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14371A" w:rsidRDefault="0014371A">
            <w:pPr>
              <w:pStyle w:val="CVNormal"/>
            </w:pPr>
          </w:p>
        </w:tc>
        <w:tc>
          <w:tcPr>
            <w:tcW w:w="3004" w:type="dxa"/>
            <w:gridSpan w:val="5"/>
          </w:tcPr>
          <w:p w:rsidR="0014371A" w:rsidRDefault="0014371A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</w:tcPr>
          <w:p w:rsidR="0014371A" w:rsidRDefault="0014371A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</w:tcPr>
          <w:p w:rsidR="0014371A" w:rsidRDefault="0014371A">
            <w:pPr>
              <w:pStyle w:val="LevelAssessment-Heading1"/>
            </w:pPr>
            <w:r>
              <w:t>Scriere</w:t>
            </w: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14371A" w:rsidRDefault="0014371A">
            <w:pPr>
              <w:pStyle w:val="CVNormal"/>
            </w:pPr>
          </w:p>
        </w:tc>
        <w:tc>
          <w:tcPr>
            <w:tcW w:w="1501" w:type="dxa"/>
            <w:gridSpan w:val="2"/>
          </w:tcPr>
          <w:p w:rsidR="0014371A" w:rsidRDefault="0014371A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:rsidR="0014371A" w:rsidRDefault="0014371A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:rsidR="0014371A" w:rsidRDefault="0014371A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:rsidR="0014371A" w:rsidRDefault="0014371A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</w:tcPr>
          <w:p w:rsidR="0014371A" w:rsidRDefault="0014371A">
            <w:pPr>
              <w:pStyle w:val="Corp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HeadingLanguage"/>
            </w:pPr>
            <w:r>
              <w:t>Limba(1)</w:t>
            </w:r>
          </w:p>
        </w:tc>
        <w:tc>
          <w:tcPr>
            <w:tcW w:w="141" w:type="dxa"/>
          </w:tcPr>
          <w:p w:rsidR="0014371A" w:rsidRDefault="0014371A">
            <w:pPr>
              <w:pStyle w:val="CVNormal"/>
            </w:pPr>
          </w:p>
        </w:tc>
        <w:tc>
          <w:tcPr>
            <w:tcW w:w="281" w:type="dxa"/>
            <w:vAlign w:val="center"/>
          </w:tcPr>
          <w:p w:rsidR="0014371A" w:rsidRDefault="0014371A">
            <w:pPr>
              <w:pStyle w:val="LevelAssessment-Code"/>
            </w:pPr>
          </w:p>
        </w:tc>
        <w:tc>
          <w:tcPr>
            <w:tcW w:w="1220" w:type="dxa"/>
            <w:vAlign w:val="center"/>
          </w:tcPr>
          <w:p w:rsidR="0014371A" w:rsidRDefault="0014371A">
            <w:pPr>
              <w:pStyle w:val="LevelAssessment-Description"/>
            </w:pPr>
            <w:r>
              <w:t>incepator</w:t>
            </w:r>
          </w:p>
        </w:tc>
        <w:tc>
          <w:tcPr>
            <w:tcW w:w="279" w:type="dxa"/>
            <w:vAlign w:val="center"/>
          </w:tcPr>
          <w:p w:rsidR="0014371A" w:rsidRDefault="0014371A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14371A" w:rsidRDefault="0014371A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vAlign w:val="center"/>
          </w:tcPr>
          <w:p w:rsidR="0014371A" w:rsidRDefault="0014371A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14371A" w:rsidRDefault="0014371A">
            <w:pPr>
              <w:pStyle w:val="LevelAssessment-Description"/>
            </w:pPr>
            <w:r>
              <w:t>incepator</w:t>
            </w:r>
          </w:p>
        </w:tc>
        <w:tc>
          <w:tcPr>
            <w:tcW w:w="277" w:type="dxa"/>
            <w:gridSpan w:val="2"/>
            <w:vAlign w:val="center"/>
          </w:tcPr>
          <w:p w:rsidR="0014371A" w:rsidRDefault="0014371A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14371A" w:rsidRDefault="0014371A">
            <w:pPr>
              <w:pStyle w:val="LevelAssessment-Description"/>
            </w:pPr>
            <w:r>
              <w:t>incepator</w:t>
            </w:r>
          </w:p>
        </w:tc>
        <w:tc>
          <w:tcPr>
            <w:tcW w:w="263" w:type="dxa"/>
            <w:vAlign w:val="center"/>
          </w:tcPr>
          <w:p w:rsidR="0014371A" w:rsidRDefault="0014371A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14371A" w:rsidRDefault="0014371A">
            <w:pPr>
              <w:pStyle w:val="LevelAssessment-Description"/>
            </w:pPr>
            <w:r>
              <w:t>incepator</w:t>
            </w: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HeadingLanguage"/>
            </w:pPr>
            <w:r>
              <w:t>Limba(2)</w:t>
            </w:r>
          </w:p>
        </w:tc>
        <w:tc>
          <w:tcPr>
            <w:tcW w:w="141" w:type="dxa"/>
          </w:tcPr>
          <w:p w:rsidR="0014371A" w:rsidRDefault="0014371A">
            <w:pPr>
              <w:pStyle w:val="CVNormal"/>
            </w:pPr>
          </w:p>
        </w:tc>
        <w:tc>
          <w:tcPr>
            <w:tcW w:w="281" w:type="dxa"/>
            <w:vAlign w:val="center"/>
          </w:tcPr>
          <w:p w:rsidR="0014371A" w:rsidRDefault="0014371A">
            <w:pPr>
              <w:pStyle w:val="LevelAssessment-Code"/>
            </w:pPr>
          </w:p>
        </w:tc>
        <w:tc>
          <w:tcPr>
            <w:tcW w:w="1220" w:type="dxa"/>
            <w:vAlign w:val="center"/>
          </w:tcPr>
          <w:p w:rsidR="0014371A" w:rsidRDefault="0014371A">
            <w:pPr>
              <w:pStyle w:val="LevelAssessment-Description"/>
            </w:pPr>
            <w:r>
              <w:t>avansat</w:t>
            </w:r>
          </w:p>
        </w:tc>
        <w:tc>
          <w:tcPr>
            <w:tcW w:w="279" w:type="dxa"/>
            <w:vAlign w:val="center"/>
          </w:tcPr>
          <w:p w:rsidR="0014371A" w:rsidRDefault="0014371A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14371A" w:rsidRDefault="0014371A">
            <w:pPr>
              <w:pStyle w:val="LevelAssessment-Description"/>
            </w:pPr>
            <w:r>
              <w:t>avansat</w:t>
            </w:r>
          </w:p>
        </w:tc>
        <w:tc>
          <w:tcPr>
            <w:tcW w:w="276" w:type="dxa"/>
            <w:vAlign w:val="center"/>
          </w:tcPr>
          <w:p w:rsidR="0014371A" w:rsidRDefault="0014371A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14371A" w:rsidRDefault="0014371A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vAlign w:val="center"/>
          </w:tcPr>
          <w:p w:rsidR="0014371A" w:rsidRDefault="0014371A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14371A" w:rsidRDefault="0014371A">
            <w:pPr>
              <w:pStyle w:val="LevelAssessment-Description"/>
            </w:pPr>
            <w:r>
              <w:t>avansat</w:t>
            </w:r>
          </w:p>
        </w:tc>
        <w:tc>
          <w:tcPr>
            <w:tcW w:w="263" w:type="dxa"/>
            <w:vAlign w:val="center"/>
          </w:tcPr>
          <w:p w:rsidR="0014371A" w:rsidRDefault="0014371A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14371A" w:rsidRDefault="0014371A">
            <w:pPr>
              <w:pStyle w:val="LevelAssessment-Description"/>
            </w:pPr>
            <w:r>
              <w:t>avansat</w:t>
            </w: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14371A" w:rsidRDefault="0014371A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Spacer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Heading2-FirstLine"/>
              <w:spacing w:before="0"/>
            </w:pPr>
            <w:r>
              <w:t>Competenţe şi abilităţi sociale</w:t>
            </w: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Normal"/>
            </w:pPr>
            <w:r>
              <w:t>Persoana comunicativa,capabila sa lucrez in echipa</w:t>
            </w: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Spacer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Normal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Spacer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Normal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Spacer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Normal"/>
            </w:pPr>
            <w:r>
              <w:t>Detin permisul ECDL</w:t>
            </w: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Spacer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Normal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Spacer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Normal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Spacer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Normal"/>
            </w:pPr>
            <w:r>
              <w:t>Nu detin inca, dar doresc obtinerea lui</w:t>
            </w: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Spacer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Normal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Spacer"/>
            </w:pPr>
          </w:p>
        </w:tc>
      </w:tr>
      <w:tr w:rsidR="0014371A" w:rsidTr="003130CA">
        <w:trPr>
          <w:cantSplit/>
        </w:trPr>
        <w:tc>
          <w:tcPr>
            <w:tcW w:w="3115" w:type="dxa"/>
            <w:gridSpan w:val="2"/>
          </w:tcPr>
          <w:p w:rsidR="0014371A" w:rsidRDefault="0014371A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:rsidR="0014371A" w:rsidRDefault="0014371A">
            <w:pPr>
              <w:pStyle w:val="CVNormal"/>
            </w:pPr>
            <w:r>
              <w:t>Scrisoarea de intentie</w:t>
            </w:r>
          </w:p>
        </w:tc>
      </w:tr>
    </w:tbl>
    <w:p w:rsidR="00AF2A98" w:rsidRDefault="00AF2A98">
      <w:pPr>
        <w:pStyle w:val="CVNormal"/>
      </w:pPr>
    </w:p>
    <w:sectPr w:rsidR="00AF2A98" w:rsidSect="00C3058F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918" w:rsidRDefault="00D02918">
      <w:r>
        <w:separator/>
      </w:r>
    </w:p>
  </w:endnote>
  <w:endnote w:type="continuationSeparator" w:id="1">
    <w:p w:rsidR="00D02918" w:rsidRDefault="00D029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C3058F">
      <w:trPr>
        <w:cantSplit/>
      </w:trPr>
      <w:tc>
        <w:tcPr>
          <w:tcW w:w="3117" w:type="dxa"/>
        </w:tcPr>
        <w:p w:rsidR="00C3058F" w:rsidRDefault="00AF2A98">
          <w:pPr>
            <w:pStyle w:val="CVFooterLeft"/>
          </w:pPr>
          <w:r>
            <w:t xml:space="preserve">Pagina / - Curriculum vitae al </w:t>
          </w:r>
        </w:p>
        <w:p w:rsidR="00C3058F" w:rsidRDefault="00AF2A98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C3058F" w:rsidRDefault="00AF2A98">
          <w:pPr>
            <w:pStyle w:val="CVFooterRight"/>
          </w:pPr>
          <w:r>
            <w:t>Pentru mai multe informaţii despre Europass accesaţi pagina: http://europass.cedefop.europa.eu</w:t>
          </w:r>
        </w:p>
        <w:p w:rsidR="00C3058F" w:rsidRDefault="00AF2A98">
          <w:pPr>
            <w:pStyle w:val="CVFooterRight"/>
          </w:pPr>
          <w:r>
            <w:t>© Uniunea Europeană, 2002-2010   24082010</w:t>
          </w:r>
        </w:p>
      </w:tc>
    </w:tr>
  </w:tbl>
  <w:p w:rsidR="00C3058F" w:rsidRDefault="00C3058F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918" w:rsidRDefault="00D02918">
      <w:r>
        <w:separator/>
      </w:r>
    </w:p>
  </w:footnote>
  <w:footnote w:type="continuationSeparator" w:id="1">
    <w:p w:rsidR="00D02918" w:rsidRDefault="00D029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7412C"/>
    <w:rsid w:val="000179C9"/>
    <w:rsid w:val="0014371A"/>
    <w:rsid w:val="002071C6"/>
    <w:rsid w:val="0027412C"/>
    <w:rsid w:val="003130CA"/>
    <w:rsid w:val="00612ADD"/>
    <w:rsid w:val="00666486"/>
    <w:rsid w:val="007F4016"/>
    <w:rsid w:val="00882208"/>
    <w:rsid w:val="00A16385"/>
    <w:rsid w:val="00AC09C9"/>
    <w:rsid w:val="00AF2A98"/>
    <w:rsid w:val="00C3058F"/>
    <w:rsid w:val="00D02918"/>
    <w:rsid w:val="00D43A85"/>
    <w:rsid w:val="00FF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58F"/>
    <w:pPr>
      <w:suppressAutoHyphens/>
    </w:pPr>
    <w:rPr>
      <w:rFonts w:ascii="Arial Narrow" w:hAnsi="Arial Narrow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otnoteCharacters">
    <w:name w:val="Footnote Characters"/>
    <w:rsid w:val="00C3058F"/>
  </w:style>
  <w:style w:type="character" w:styleId="Numrdepagin">
    <w:name w:val="page number"/>
    <w:basedOn w:val="WW-DefaultParagraphFont"/>
    <w:semiHidden/>
    <w:rsid w:val="00C3058F"/>
  </w:style>
  <w:style w:type="character" w:styleId="Hyperlink">
    <w:name w:val="Hyperlink"/>
    <w:basedOn w:val="WW-DefaultParagraphFont"/>
    <w:semiHidden/>
    <w:rsid w:val="00C3058F"/>
    <w:rPr>
      <w:color w:val="0000FF"/>
      <w:u w:val="single"/>
    </w:rPr>
  </w:style>
  <w:style w:type="character" w:customStyle="1" w:styleId="EndnoteCharacters">
    <w:name w:val="Endnote Characters"/>
    <w:rsid w:val="00C3058F"/>
  </w:style>
  <w:style w:type="character" w:customStyle="1" w:styleId="WW-DefaultParagraphFont">
    <w:name w:val="WW-Default Paragraph Font"/>
    <w:rsid w:val="00C3058F"/>
  </w:style>
  <w:style w:type="paragraph" w:styleId="Corptext">
    <w:name w:val="Body Text"/>
    <w:basedOn w:val="Normal"/>
    <w:semiHidden/>
    <w:rsid w:val="00C3058F"/>
    <w:pPr>
      <w:spacing w:after="120"/>
    </w:pPr>
  </w:style>
  <w:style w:type="paragraph" w:styleId="Antet">
    <w:name w:val="header"/>
    <w:basedOn w:val="Normal"/>
    <w:semiHidden/>
    <w:rsid w:val="00C3058F"/>
    <w:pPr>
      <w:suppressLineNumbers/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rsid w:val="00C3058F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text"/>
    <w:rsid w:val="00C3058F"/>
    <w:pPr>
      <w:suppressLineNumbers/>
    </w:pPr>
  </w:style>
  <w:style w:type="paragraph" w:customStyle="1" w:styleId="TableHeading">
    <w:name w:val="Table Heading"/>
    <w:basedOn w:val="TableContents"/>
    <w:rsid w:val="00C3058F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C3058F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C3058F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C3058F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C3058F"/>
    <w:pPr>
      <w:spacing w:before="74"/>
    </w:pPr>
  </w:style>
  <w:style w:type="paragraph" w:customStyle="1" w:styleId="CVHeading3">
    <w:name w:val="CV Heading 3"/>
    <w:basedOn w:val="Normal"/>
    <w:next w:val="Normal"/>
    <w:rsid w:val="00C3058F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C3058F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C3058F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C3058F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C3058F"/>
    <w:pPr>
      <w:textAlignment w:val="bottom"/>
    </w:pPr>
  </w:style>
  <w:style w:type="paragraph" w:customStyle="1" w:styleId="SmallGap">
    <w:name w:val="Small Gap"/>
    <w:basedOn w:val="Normal"/>
    <w:next w:val="Normal"/>
    <w:rsid w:val="00C3058F"/>
    <w:rPr>
      <w:sz w:val="10"/>
    </w:rPr>
  </w:style>
  <w:style w:type="paragraph" w:customStyle="1" w:styleId="CVHeadingLevel">
    <w:name w:val="CV Heading Level"/>
    <w:basedOn w:val="CVHeading3"/>
    <w:next w:val="Normal"/>
    <w:rsid w:val="00C3058F"/>
    <w:rPr>
      <w:i/>
    </w:rPr>
  </w:style>
  <w:style w:type="paragraph" w:customStyle="1" w:styleId="LevelAssessment-Heading1">
    <w:name w:val="Level Assessment - Heading 1"/>
    <w:basedOn w:val="LevelAssessment-Code"/>
    <w:rsid w:val="00C3058F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C3058F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C3058F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C3058F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C3058F"/>
    <w:pPr>
      <w:spacing w:before="74"/>
    </w:pPr>
  </w:style>
  <w:style w:type="paragraph" w:customStyle="1" w:styleId="CVMedium">
    <w:name w:val="CV Medium"/>
    <w:basedOn w:val="CVMajor"/>
    <w:rsid w:val="00C3058F"/>
    <w:rPr>
      <w:sz w:val="22"/>
    </w:rPr>
  </w:style>
  <w:style w:type="paragraph" w:customStyle="1" w:styleId="CVMedium-FirstLine">
    <w:name w:val="CV Medium - First Line"/>
    <w:basedOn w:val="CVMedium"/>
    <w:next w:val="CVMedium"/>
    <w:rsid w:val="00C3058F"/>
    <w:pPr>
      <w:spacing w:before="74"/>
    </w:pPr>
  </w:style>
  <w:style w:type="paragraph" w:customStyle="1" w:styleId="CVNormal">
    <w:name w:val="CV Normal"/>
    <w:basedOn w:val="CVMedium"/>
    <w:rsid w:val="00C3058F"/>
    <w:rPr>
      <w:b w:val="0"/>
      <w:sz w:val="20"/>
    </w:rPr>
  </w:style>
  <w:style w:type="paragraph" w:customStyle="1" w:styleId="CVSpacer">
    <w:name w:val="CV Spacer"/>
    <w:basedOn w:val="CVNormal"/>
    <w:rsid w:val="00C3058F"/>
    <w:rPr>
      <w:sz w:val="4"/>
    </w:rPr>
  </w:style>
  <w:style w:type="paragraph" w:customStyle="1" w:styleId="CVNormal-FirstLine">
    <w:name w:val="CV Normal - First Line"/>
    <w:basedOn w:val="CVNormal"/>
    <w:next w:val="CVNormal"/>
    <w:rsid w:val="00C3058F"/>
    <w:pPr>
      <w:spacing w:before="74"/>
    </w:pPr>
  </w:style>
  <w:style w:type="paragraph" w:customStyle="1" w:styleId="CVFooterLeft">
    <w:name w:val="CV Footer Left"/>
    <w:basedOn w:val="Normal"/>
    <w:rsid w:val="00C3058F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C3058F"/>
    <w:rPr>
      <w:bCs/>
      <w:sz w:val="16"/>
      <w:lang w:val="de-DE"/>
    </w:rPr>
  </w:style>
  <w:style w:type="paragraph" w:customStyle="1" w:styleId="GridStandard">
    <w:name w:val="Grid Standard"/>
    <w:rsid w:val="00C3058F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C3058F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C3058F"/>
    <w:rPr>
      <w:sz w:val="16"/>
    </w:rPr>
  </w:style>
  <w:style w:type="paragraph" w:customStyle="1" w:styleId="GridLevel">
    <w:name w:val="Grid Level"/>
    <w:basedOn w:val="GridStandard"/>
    <w:rsid w:val="00C3058F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C3058F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C3058F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C3058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XII%20A1\Curriculum_vitae_Europass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Curriculum_vitae_Europass</Template>
  <TotalTime>28</TotalTime>
  <Pages>2</Pages>
  <Words>319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Unitate Scolara</Company>
  <LinksUpToDate>false</LinksUpToDate>
  <CharactersWithSpaces>2170</CharactersWithSpaces>
  <SharedDoc>false</SharedDoc>
  <HLinks>
    <vt:vector size="6" baseType="variant">
      <vt:variant>
        <vt:i4>7340128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user</dc:creator>
  <cp:lastModifiedBy>user</cp:lastModifiedBy>
  <cp:revision>4</cp:revision>
  <cp:lastPrinted>2005-01-20T15:27:00Z</cp:lastPrinted>
  <dcterms:created xsi:type="dcterms:W3CDTF">2010-12-07T08:27:00Z</dcterms:created>
  <dcterms:modified xsi:type="dcterms:W3CDTF">2010-12-08T06:28:00Z</dcterms:modified>
</cp:coreProperties>
</file>