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718"/>
        <w:gridCol w:w="783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5D48C0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 </w:t>
            </w:r>
            <w:r w:rsidR="005D48C0">
              <w:rPr>
                <w:b w:val="0"/>
                <w:sz w:val="20"/>
              </w:rPr>
              <w:t xml:space="preserve"> Bontas Danut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 xml:space="preserve">Com Gura Vaii, nr.100 str. Principala jud Bacau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5D48C0">
            <w:pPr>
              <w:pStyle w:val="CVNormal"/>
            </w:pPr>
            <w:r>
              <w:t>0234/334594</w:t>
            </w: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5D48C0">
            <w:pPr>
              <w:pStyle w:val="CVNormal"/>
            </w:pPr>
            <w:r>
              <w:t>0766679065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danutz_vb@yahoo.com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Roman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04/10/1992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Masculin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Major-FirstLine"/>
              <w:spacing w:before="0"/>
            </w:pP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1-03-2008-30-03-2009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Coordonator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>Coordonator in cadrul echipei nr.5 de geografie, responsabil cu corectitudinea si calitalea proiectului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5D48C0">
            <w:pPr>
              <w:pStyle w:val="CVNormal"/>
            </w:pPr>
            <w:r>
              <w:t xml:space="preserve">D-na prof. Kelemen Gabriela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825FF1">
            <w:pPr>
              <w:pStyle w:val="CVHeading3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825FF1" w:rsidRDefault="00061913">
            <w:pPr>
              <w:pStyle w:val="CVNormal"/>
            </w:pPr>
            <w:r>
              <w:t>1.10.2010-8.01.2011</w:t>
            </w: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825FF1">
            <w:pPr>
              <w:pStyle w:val="CVHeading3"/>
            </w:pPr>
            <w:r>
              <w:t xml:space="preserve">Functia sau postul ocupat </w:t>
            </w:r>
          </w:p>
        </w:tc>
        <w:tc>
          <w:tcPr>
            <w:tcW w:w="7657" w:type="dxa"/>
            <w:gridSpan w:val="13"/>
          </w:tcPr>
          <w:p w:rsidR="00825FF1" w:rsidRDefault="00061913">
            <w:pPr>
              <w:pStyle w:val="CVNormal"/>
            </w:pPr>
            <w:r>
              <w:t xml:space="preserve">Coordonator </w:t>
            </w: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825FF1">
            <w:pPr>
              <w:pStyle w:val="CVHeading3"/>
            </w:pPr>
            <w:r>
              <w:t xml:space="preserve">Activitati si responsabilitati principale </w:t>
            </w:r>
          </w:p>
        </w:tc>
        <w:tc>
          <w:tcPr>
            <w:tcW w:w="7657" w:type="dxa"/>
            <w:gridSpan w:val="13"/>
          </w:tcPr>
          <w:p w:rsidR="00825FF1" w:rsidRDefault="00061913">
            <w:pPr>
              <w:pStyle w:val="CVNormal"/>
            </w:pPr>
            <w:r>
              <w:t>Coordonator in cadrul echipei nr.2 de informatica, responsabil cu efectuarea proiectului power point</w:t>
            </w: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825FF1">
            <w:pPr>
              <w:pStyle w:val="CVHeading3"/>
            </w:pPr>
            <w:r>
              <w:t>Numele si adresa angajatorului</w:t>
            </w:r>
          </w:p>
        </w:tc>
        <w:tc>
          <w:tcPr>
            <w:tcW w:w="7657" w:type="dxa"/>
            <w:gridSpan w:val="13"/>
          </w:tcPr>
          <w:p w:rsidR="00825FF1" w:rsidRDefault="00061913">
            <w:pPr>
              <w:pStyle w:val="CVNormal"/>
            </w:pPr>
            <w:r>
              <w:t xml:space="preserve">D-na Arghire Diana </w:t>
            </w: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061913">
            <w:pPr>
              <w:pStyle w:val="CVHeading3"/>
            </w:pPr>
            <w:r>
              <w:t>Tipul activitatii sau sectorul de activitate</w:t>
            </w:r>
          </w:p>
        </w:tc>
        <w:tc>
          <w:tcPr>
            <w:tcW w:w="7657" w:type="dxa"/>
            <w:gridSpan w:val="13"/>
          </w:tcPr>
          <w:p w:rsidR="00825FF1" w:rsidRDefault="00825FF1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825FF1" w:rsidTr="003130CA">
        <w:trPr>
          <w:cantSplit/>
        </w:trPr>
        <w:tc>
          <w:tcPr>
            <w:tcW w:w="3115" w:type="dxa"/>
            <w:gridSpan w:val="2"/>
          </w:tcPr>
          <w:p w:rsidR="00825FF1" w:rsidRDefault="00825F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25FF1" w:rsidRDefault="00825FF1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061913">
            <w:pPr>
              <w:pStyle w:val="CVNormal"/>
            </w:pPr>
            <w:r>
              <w:t>15 sept. 1999- 15 iun.2007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C3058F" w:rsidRDefault="00061913">
            <w:pPr>
              <w:pStyle w:val="CVNormal"/>
            </w:pPr>
            <w:r>
              <w:t xml:space="preserve">Diploma 8 clase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061913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C3058F" w:rsidRDefault="00061913">
            <w:pPr>
              <w:pStyle w:val="CVNormal"/>
            </w:pPr>
            <w:r>
              <w:t>Scoala generala nr. 5 Ghita Mocanu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061913" w:rsidTr="003130CA">
        <w:trPr>
          <w:cantSplit/>
        </w:trPr>
        <w:tc>
          <w:tcPr>
            <w:tcW w:w="3115" w:type="dxa"/>
            <w:gridSpan w:val="2"/>
          </w:tcPr>
          <w:p w:rsidR="00061913" w:rsidRDefault="00061913">
            <w:pPr>
              <w:pStyle w:val="CVHeading3"/>
            </w:pPr>
            <w:r>
              <w:t xml:space="preserve">Perioada </w:t>
            </w:r>
          </w:p>
        </w:tc>
        <w:tc>
          <w:tcPr>
            <w:tcW w:w="7657" w:type="dxa"/>
            <w:gridSpan w:val="13"/>
          </w:tcPr>
          <w:p w:rsidR="00061913" w:rsidRDefault="00061913">
            <w:pPr>
              <w:pStyle w:val="CVNormal"/>
            </w:pPr>
            <w:r>
              <w:t>2007-2011</w:t>
            </w:r>
          </w:p>
        </w:tc>
      </w:tr>
      <w:tr w:rsidR="00061913" w:rsidTr="003130CA">
        <w:trPr>
          <w:cantSplit/>
        </w:trPr>
        <w:tc>
          <w:tcPr>
            <w:tcW w:w="3115" w:type="dxa"/>
            <w:gridSpan w:val="2"/>
          </w:tcPr>
          <w:p w:rsidR="00061913" w:rsidRDefault="00061913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061913" w:rsidRDefault="00C77A17">
            <w:pPr>
              <w:pStyle w:val="CVNormal"/>
            </w:pPr>
            <w:r>
              <w:t>Colegiul Tehnic Gheorghe Asachi Onesti, profilul matematica-informatica</w:t>
            </w:r>
          </w:p>
        </w:tc>
      </w:tr>
      <w:tr w:rsidR="00061913" w:rsidTr="003130CA">
        <w:trPr>
          <w:cantSplit/>
        </w:trPr>
        <w:tc>
          <w:tcPr>
            <w:tcW w:w="3115" w:type="dxa"/>
            <w:gridSpan w:val="2"/>
          </w:tcPr>
          <w:p w:rsidR="00061913" w:rsidRDefault="00C77A17">
            <w:pPr>
              <w:pStyle w:val="CVHeading3"/>
            </w:pPr>
            <w:r>
              <w:t>Calificare/diploma obtinuta</w:t>
            </w:r>
          </w:p>
        </w:tc>
        <w:tc>
          <w:tcPr>
            <w:tcW w:w="7657" w:type="dxa"/>
            <w:gridSpan w:val="13"/>
          </w:tcPr>
          <w:p w:rsidR="00061913" w:rsidRDefault="00C77A17">
            <w:pPr>
              <w:pStyle w:val="CVNormal"/>
            </w:pPr>
            <w:r>
              <w:t>Diploma 12 clase, diploma atestat, diploma Cisco</w:t>
            </w:r>
          </w:p>
        </w:tc>
      </w:tr>
      <w:tr w:rsidR="00061913" w:rsidTr="003130CA">
        <w:trPr>
          <w:cantSplit/>
        </w:trPr>
        <w:tc>
          <w:tcPr>
            <w:tcW w:w="3115" w:type="dxa"/>
            <w:gridSpan w:val="2"/>
          </w:tcPr>
          <w:p w:rsidR="00061913" w:rsidRDefault="00061913">
            <w:pPr>
              <w:pStyle w:val="CVHeading3"/>
            </w:pPr>
          </w:p>
        </w:tc>
        <w:tc>
          <w:tcPr>
            <w:tcW w:w="7657" w:type="dxa"/>
            <w:gridSpan w:val="13"/>
          </w:tcPr>
          <w:p w:rsidR="00061913" w:rsidRDefault="00061913">
            <w:pPr>
              <w:pStyle w:val="CVNormal"/>
            </w:pPr>
          </w:p>
        </w:tc>
      </w:tr>
      <w:tr w:rsidR="00061913" w:rsidTr="003130CA">
        <w:trPr>
          <w:cantSplit/>
        </w:trPr>
        <w:tc>
          <w:tcPr>
            <w:tcW w:w="3115" w:type="dxa"/>
            <w:gridSpan w:val="2"/>
          </w:tcPr>
          <w:p w:rsidR="00061913" w:rsidRDefault="00061913">
            <w:pPr>
              <w:pStyle w:val="CVHeading3"/>
            </w:pPr>
          </w:p>
        </w:tc>
        <w:tc>
          <w:tcPr>
            <w:tcW w:w="7657" w:type="dxa"/>
            <w:gridSpan w:val="13"/>
          </w:tcPr>
          <w:p w:rsidR="00061913" w:rsidRDefault="00061913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 xml:space="preserve">Precizaţi limba(ile) maternă(e) </w:t>
            </w:r>
            <w:r>
              <w:rPr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Medium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C3058F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C3058F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1"/>
            </w:pPr>
            <w:r>
              <w:t>Scriere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3058F" w:rsidTr="00C77A17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718" w:type="dxa"/>
            <w:vAlign w:val="center"/>
          </w:tcPr>
          <w:p w:rsidR="00C3058F" w:rsidRDefault="00C77A17">
            <w:pPr>
              <w:pStyle w:val="LevelAssessment-Code"/>
            </w:pPr>
            <w:r>
              <w:t>Englenza</w:t>
            </w:r>
          </w:p>
        </w:tc>
        <w:tc>
          <w:tcPr>
            <w:tcW w:w="783" w:type="dxa"/>
            <w:vAlign w:val="center"/>
          </w:tcPr>
          <w:p w:rsidR="00C3058F" w:rsidRDefault="00C77A17">
            <w:pPr>
              <w:pStyle w:val="LevelAssessment-Description"/>
            </w:pPr>
            <w:r>
              <w:t>Avansat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77A17">
            <w:pPr>
              <w:pStyle w:val="LevelAssessment-Description"/>
            </w:pPr>
            <w:r>
              <w:t>Avansat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77A17">
            <w:pPr>
              <w:pStyle w:val="LevelAssessment-Description"/>
            </w:pPr>
            <w:r>
              <w:t>Avansat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77A17">
            <w:pPr>
              <w:pStyle w:val="LevelAssessment-Description"/>
            </w:pPr>
            <w:r>
              <w:t>Avansat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</w:tr>
      <w:tr w:rsidR="00C3058F" w:rsidTr="00C77A17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718" w:type="dxa"/>
            <w:vAlign w:val="center"/>
          </w:tcPr>
          <w:p w:rsidR="00C3058F" w:rsidRDefault="00C77A17">
            <w:pPr>
              <w:pStyle w:val="LevelAssessment-Code"/>
            </w:pPr>
            <w:r>
              <w:t xml:space="preserve">Spaniola </w:t>
            </w:r>
          </w:p>
        </w:tc>
        <w:tc>
          <w:tcPr>
            <w:tcW w:w="783" w:type="dxa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77A17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C3058F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Carismatic, glumet, socialbil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Organizator in cadrul catorva proiecte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-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 xml:space="preserve">Diploma Cisco, diploma ECDL, diploma Atestat, diploma Oracle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-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-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Categoria B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-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C3058F" w:rsidRDefault="00C77A17">
            <w:pPr>
              <w:pStyle w:val="CVNormal"/>
            </w:pPr>
            <w:r>
              <w:t>Toate diplomele din liceu</w:t>
            </w: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728" w:rsidRDefault="00910728">
      <w:r>
        <w:separator/>
      </w:r>
    </w:p>
  </w:endnote>
  <w:endnote w:type="continuationSeparator" w:id="1">
    <w:p w:rsidR="00910728" w:rsidRDefault="00910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3058F">
      <w:trPr>
        <w:cantSplit/>
      </w:trPr>
      <w:tc>
        <w:tcPr>
          <w:tcW w:w="3117" w:type="dxa"/>
        </w:tcPr>
        <w:p w:rsidR="00C3058F" w:rsidRDefault="00AF2A98">
          <w:pPr>
            <w:pStyle w:val="CVFooterLeft"/>
          </w:pPr>
          <w:r>
            <w:t xml:space="preserve">Pagina / - Curriculum vitae al </w:t>
          </w:r>
        </w:p>
        <w:p w:rsidR="00C3058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C3058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C3058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C3058F" w:rsidRDefault="00C305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728" w:rsidRDefault="00910728">
      <w:r>
        <w:separator/>
      </w:r>
    </w:p>
  </w:footnote>
  <w:footnote w:type="continuationSeparator" w:id="1">
    <w:p w:rsidR="00910728" w:rsidRDefault="00910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5FF1"/>
    <w:rsid w:val="00061913"/>
    <w:rsid w:val="002071C6"/>
    <w:rsid w:val="003130CA"/>
    <w:rsid w:val="005D48C0"/>
    <w:rsid w:val="006C17F0"/>
    <w:rsid w:val="007F4016"/>
    <w:rsid w:val="00825FF1"/>
    <w:rsid w:val="00910728"/>
    <w:rsid w:val="00AF2A98"/>
    <w:rsid w:val="00C3058F"/>
    <w:rsid w:val="00C77A17"/>
    <w:rsid w:val="00C9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a1\Curriculum_vitae_Europass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Curriculum_vitae_Europass.dot</Template>
  <TotalTime>25</TotalTime>
  <Pages>2</Pages>
  <Words>408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2773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3</cp:revision>
  <cp:lastPrinted>2005-01-20T15:27:00Z</cp:lastPrinted>
  <dcterms:created xsi:type="dcterms:W3CDTF">2010-12-07T08:27:00Z</dcterms:created>
  <dcterms:modified xsi:type="dcterms:W3CDTF">2010-12-13T06:19:00Z</dcterms:modified>
</cp:coreProperties>
</file>