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713"/>
        <w:gridCol w:w="788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390ECA" w:rsidTr="00325972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390ECA" w:rsidRDefault="00A84995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390ECA" w:rsidRDefault="00390ECA">
            <w:pPr>
              <w:pStyle w:val="CVNormal"/>
            </w:pPr>
          </w:p>
        </w:tc>
        <w:tc>
          <w:tcPr>
            <w:tcW w:w="281" w:type="dxa"/>
          </w:tcPr>
          <w:p w:rsidR="00390ECA" w:rsidRDefault="00390ECA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  <w:trHeight w:hRule="exact" w:val="425"/>
        </w:trPr>
        <w:tc>
          <w:tcPr>
            <w:tcW w:w="2834" w:type="dxa"/>
            <w:vMerge/>
          </w:tcPr>
          <w:p w:rsidR="00390ECA" w:rsidRDefault="00390ECA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390ECA" w:rsidRDefault="00390ECA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390ECA" w:rsidRDefault="00390ECA"/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Title"/>
            </w:pPr>
            <w:r>
              <w:t xml:space="preserve">Curriculum vitae </w:t>
            </w:r>
          </w:p>
          <w:p w:rsidR="00390ECA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7" w:type="dxa"/>
            <w:gridSpan w:val="13"/>
          </w:tcPr>
          <w:p w:rsidR="00390ECA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Bontas, Danut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Com. Gura Vaii, nr.100, str. principala, jud Bacau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:rsidR="00390ECA" w:rsidRDefault="00325972">
            <w:pPr>
              <w:pStyle w:val="CVNormal"/>
            </w:pPr>
            <w:r>
              <w:t>0234/356985</w:t>
            </w:r>
          </w:p>
        </w:tc>
        <w:tc>
          <w:tcPr>
            <w:tcW w:w="1983" w:type="dxa"/>
            <w:gridSpan w:val="4"/>
          </w:tcPr>
          <w:p w:rsidR="00390ECA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390ECA" w:rsidRDefault="00325972">
            <w:pPr>
              <w:pStyle w:val="CVNormal"/>
            </w:pPr>
            <w:r>
              <w:t>0766679065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-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danutz_vb@yahoo.com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Roman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4/10/1992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masculin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Major-FirstLine"/>
              <w:spacing w:before="0"/>
              <w:rPr>
                <w:lang w:val="en-US"/>
              </w:rPr>
            </w:pPr>
            <w:r>
              <w:t>Firma: BTL</w:t>
            </w:r>
            <w:r>
              <w:rPr>
                <w:lang w:val="en-US"/>
              </w:rPr>
              <w:t>-rent</w:t>
            </w:r>
          </w:p>
          <w:p w:rsidR="00325972" w:rsidRPr="00325972" w:rsidRDefault="00325972" w:rsidP="00325972">
            <w:pPr>
              <w:pStyle w:val="CVMajor"/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-FirstLine"/>
              <w:spacing w:before="0"/>
            </w:pPr>
            <w:r>
              <w:t>5 ani in domeniul vanzarilor de automobile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22/11/2010-23/12/2015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 xml:space="preserve">Manger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Supervizarea, masinilor, a documentelor;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-FirstLine"/>
              <w:spacing w:before="0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Liceul Gheorghe Asachi Onesti, filiera matematica-informatica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 xml:space="preserve">Tehnician ajutor programator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"/>
            </w:pPr>
            <w:r>
              <w:t>Diploma ECDL, atestat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390ECA" w:rsidRDefault="00390ECA" w:rsidP="00325972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390ECA" w:rsidRDefault="00325972">
            <w:pPr>
              <w:pStyle w:val="CVNormal-FirstLine"/>
              <w:spacing w:before="0"/>
            </w:pPr>
            <w:r>
              <w:t xml:space="preserve">Lucrez bine in echipa si fac fata stresului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390ECA" w:rsidRDefault="00AF2A98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 xml:space="preserve">Precizaţi limba(ile) maternă(e) </w:t>
            </w:r>
            <w:r>
              <w:rPr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Medium-FirstLine"/>
              <w:spacing w:before="0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390ECA" w:rsidRDefault="00390ECA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0ECA" w:rsidRDefault="00AF2A98">
            <w:pPr>
              <w:pStyle w:val="LevelAssessment-Heading1"/>
            </w:pPr>
            <w:r>
              <w:t>Scriere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390ECA" w:rsidRDefault="00390EC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90ECA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90ECA" w:rsidRDefault="00AF2A98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390ECA" w:rsidRDefault="00390ECA">
            <w:pPr>
              <w:pStyle w:val="CVNormal"/>
            </w:pPr>
          </w:p>
        </w:tc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25972">
            <w:pPr>
              <w:pStyle w:val="LevelAssessment-Code"/>
            </w:pPr>
            <w:r>
              <w:t>Engleza</w:t>
            </w:r>
          </w:p>
        </w:tc>
        <w:tc>
          <w:tcPr>
            <w:tcW w:w="788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avansat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390ECA" w:rsidRDefault="00325972" w:rsidP="00325972">
            <w:pPr>
              <w:pStyle w:val="LevelAssessment-Description"/>
              <w:jc w:val="left"/>
            </w:pPr>
            <w:r>
              <w:t>avansat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avansat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avansat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mediu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390ECA" w:rsidRDefault="00390ECA">
            <w:pPr>
              <w:pStyle w:val="CVNormal"/>
            </w:pPr>
          </w:p>
        </w:tc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25972">
            <w:pPr>
              <w:pStyle w:val="LevelAssessment-Code"/>
            </w:pPr>
            <w:r>
              <w:t>Spaniola</w:t>
            </w:r>
          </w:p>
        </w:tc>
        <w:tc>
          <w:tcPr>
            <w:tcW w:w="788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avansat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90ECA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390ECA" w:rsidRDefault="00325972">
            <w:pPr>
              <w:pStyle w:val="LevelAssessment-Description"/>
            </w:pPr>
            <w:r>
              <w:t>mediu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390ECA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lastRenderedPageBreak/>
              <w:t>Competenţe şi abilităţi sociale</w:t>
            </w:r>
          </w:p>
        </w:tc>
        <w:tc>
          <w:tcPr>
            <w:tcW w:w="7657" w:type="dxa"/>
            <w:gridSpan w:val="13"/>
          </w:tcPr>
          <w:p w:rsidR="00390ECA" w:rsidRDefault="009A5A76" w:rsidP="009A5A76">
            <w:pPr>
              <w:pStyle w:val="CVNormal"/>
            </w:pPr>
            <w:r>
              <w:t xml:space="preserve">Carismatic, linistit, glumet,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>-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>-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390ECA" w:rsidRDefault="00A84995">
            <w:pPr>
              <w:pStyle w:val="CVNormal"/>
            </w:pPr>
            <w:r>
              <w:t>Diploma ECDL, diploma Cisco,</w:t>
            </w:r>
            <w:r w:rsidR="009A5A76">
              <w:t xml:space="preserve"> Diploma Atestat </w:t>
            </w:r>
            <w:r>
              <w:t xml:space="preserve">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 xml:space="preserve">Talentat la desen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>Un declarat fan al genului Stiintifico-Fantastic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 xml:space="preserve">Categoria B </w:t>
            </w: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Normal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390ECA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390ECA" w:rsidRDefault="00390ECA">
            <w:pPr>
              <w:pStyle w:val="CVSpacer"/>
            </w:pPr>
          </w:p>
        </w:tc>
      </w:tr>
      <w:tr w:rsidR="00390ECA" w:rsidTr="00325972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390ECA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390ECA" w:rsidRDefault="009A5A76">
            <w:pPr>
              <w:pStyle w:val="CVNormal"/>
            </w:pPr>
            <w:r>
              <w:t>Scrisoare de intentie</w:t>
            </w:r>
          </w:p>
        </w:tc>
      </w:tr>
    </w:tbl>
    <w:p w:rsidR="00AF2A98" w:rsidRDefault="00AF2A98">
      <w:pPr>
        <w:pStyle w:val="CVNormal"/>
      </w:pPr>
    </w:p>
    <w:sectPr w:rsidR="00AF2A98" w:rsidSect="00390ECA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853" w:rsidRDefault="00755853">
      <w:r>
        <w:separator/>
      </w:r>
    </w:p>
  </w:endnote>
  <w:endnote w:type="continuationSeparator" w:id="1">
    <w:p w:rsidR="00755853" w:rsidRDefault="00755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325972">
      <w:trPr>
        <w:cantSplit/>
      </w:trPr>
      <w:tc>
        <w:tcPr>
          <w:tcW w:w="3117" w:type="dxa"/>
        </w:tcPr>
        <w:p w:rsidR="00325972" w:rsidRDefault="00325972">
          <w:pPr>
            <w:pStyle w:val="CVFooterLeft"/>
          </w:pPr>
          <w:r>
            <w:t xml:space="preserve">Pagina / - Curriculum vitae al </w:t>
          </w:r>
        </w:p>
        <w:p w:rsidR="00325972" w:rsidRDefault="00325972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325972" w:rsidRDefault="00325972">
          <w:pPr>
            <w:pStyle w:val="CVFooterRight"/>
          </w:pPr>
          <w:r>
            <w:t>Pentru mai multe informaţii despre Europass accesaţi pagina: http://europass.cedefop.europa.eu</w:t>
          </w:r>
        </w:p>
        <w:p w:rsidR="00325972" w:rsidRDefault="00325972">
          <w:pPr>
            <w:pStyle w:val="CVFooterRight"/>
          </w:pPr>
          <w:r>
            <w:t>© Uniunea Europeană, 2002-2010   24082010</w:t>
          </w:r>
        </w:p>
      </w:tc>
    </w:tr>
  </w:tbl>
  <w:p w:rsidR="00325972" w:rsidRDefault="00325972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853" w:rsidRDefault="00755853">
      <w:r>
        <w:separator/>
      </w:r>
    </w:p>
  </w:footnote>
  <w:footnote w:type="continuationSeparator" w:id="1">
    <w:p w:rsidR="00755853" w:rsidRDefault="007558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55853"/>
    <w:rsid w:val="00325972"/>
    <w:rsid w:val="00390ECA"/>
    <w:rsid w:val="006356F3"/>
    <w:rsid w:val="00755853"/>
    <w:rsid w:val="007F4016"/>
    <w:rsid w:val="009A5A76"/>
    <w:rsid w:val="00A84995"/>
    <w:rsid w:val="00AF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CA"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0ECA"/>
  </w:style>
  <w:style w:type="character" w:styleId="PageNumber">
    <w:name w:val="page number"/>
    <w:basedOn w:val="WW-DefaultParagraphFont"/>
    <w:semiHidden/>
    <w:rsid w:val="00390ECA"/>
  </w:style>
  <w:style w:type="character" w:styleId="Hyperlink">
    <w:name w:val="Hyperlink"/>
    <w:basedOn w:val="WW-DefaultParagraphFont"/>
    <w:semiHidden/>
    <w:rsid w:val="00390ECA"/>
    <w:rPr>
      <w:color w:val="0000FF"/>
      <w:u w:val="single"/>
    </w:rPr>
  </w:style>
  <w:style w:type="character" w:customStyle="1" w:styleId="EndnoteCharacters">
    <w:name w:val="Endnote Characters"/>
    <w:rsid w:val="00390ECA"/>
  </w:style>
  <w:style w:type="character" w:customStyle="1" w:styleId="WW-DefaultParagraphFont">
    <w:name w:val="WW-Default Paragraph Font"/>
    <w:rsid w:val="00390ECA"/>
  </w:style>
  <w:style w:type="paragraph" w:styleId="BodyText">
    <w:name w:val="Body Text"/>
    <w:basedOn w:val="Normal"/>
    <w:semiHidden/>
    <w:rsid w:val="00390ECA"/>
    <w:pPr>
      <w:spacing w:after="120"/>
    </w:pPr>
  </w:style>
  <w:style w:type="paragraph" w:styleId="Header">
    <w:name w:val="header"/>
    <w:basedOn w:val="Normal"/>
    <w:semiHidden/>
    <w:rsid w:val="00390ECA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90ECA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390ECA"/>
    <w:pPr>
      <w:suppressLineNumbers/>
    </w:pPr>
  </w:style>
  <w:style w:type="paragraph" w:customStyle="1" w:styleId="TableHeading">
    <w:name w:val="Table Heading"/>
    <w:basedOn w:val="TableContents"/>
    <w:rsid w:val="00390ECA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390EC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390EC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390EC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390ECA"/>
    <w:pPr>
      <w:spacing w:before="74"/>
    </w:pPr>
  </w:style>
  <w:style w:type="paragraph" w:customStyle="1" w:styleId="CVHeading3">
    <w:name w:val="CV Heading 3"/>
    <w:basedOn w:val="Normal"/>
    <w:next w:val="Normal"/>
    <w:rsid w:val="00390EC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390ECA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390ECA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390ECA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390ECA"/>
    <w:pPr>
      <w:textAlignment w:val="bottom"/>
    </w:pPr>
  </w:style>
  <w:style w:type="paragraph" w:customStyle="1" w:styleId="SmallGap">
    <w:name w:val="Small Gap"/>
    <w:basedOn w:val="Normal"/>
    <w:next w:val="Normal"/>
    <w:rsid w:val="00390ECA"/>
    <w:rPr>
      <w:sz w:val="10"/>
    </w:rPr>
  </w:style>
  <w:style w:type="paragraph" w:customStyle="1" w:styleId="CVHeadingLevel">
    <w:name w:val="CV Heading Level"/>
    <w:basedOn w:val="CVHeading3"/>
    <w:next w:val="Normal"/>
    <w:rsid w:val="00390ECA"/>
    <w:rPr>
      <w:i/>
    </w:rPr>
  </w:style>
  <w:style w:type="paragraph" w:customStyle="1" w:styleId="LevelAssessment-Heading1">
    <w:name w:val="Level Assessment - Heading 1"/>
    <w:basedOn w:val="LevelAssessment-Code"/>
    <w:rsid w:val="00390ECA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390ECA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390ECA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390ECA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390ECA"/>
    <w:pPr>
      <w:spacing w:before="74"/>
    </w:pPr>
  </w:style>
  <w:style w:type="paragraph" w:customStyle="1" w:styleId="CVMedium">
    <w:name w:val="CV Medium"/>
    <w:basedOn w:val="CVMajor"/>
    <w:rsid w:val="00390ECA"/>
    <w:rPr>
      <w:sz w:val="22"/>
    </w:rPr>
  </w:style>
  <w:style w:type="paragraph" w:customStyle="1" w:styleId="CVMedium-FirstLine">
    <w:name w:val="CV Medium - First Line"/>
    <w:basedOn w:val="CVMedium"/>
    <w:next w:val="CVMedium"/>
    <w:rsid w:val="00390ECA"/>
    <w:pPr>
      <w:spacing w:before="74"/>
    </w:pPr>
  </w:style>
  <w:style w:type="paragraph" w:customStyle="1" w:styleId="CVNormal">
    <w:name w:val="CV Normal"/>
    <w:basedOn w:val="CVMedium"/>
    <w:rsid w:val="00390ECA"/>
    <w:rPr>
      <w:b w:val="0"/>
      <w:sz w:val="20"/>
    </w:rPr>
  </w:style>
  <w:style w:type="paragraph" w:customStyle="1" w:styleId="CVSpacer">
    <w:name w:val="CV Spacer"/>
    <w:basedOn w:val="CVNormal"/>
    <w:rsid w:val="00390ECA"/>
    <w:rPr>
      <w:sz w:val="4"/>
    </w:rPr>
  </w:style>
  <w:style w:type="paragraph" w:customStyle="1" w:styleId="CVNormal-FirstLine">
    <w:name w:val="CV Normal - First Line"/>
    <w:basedOn w:val="CVNormal"/>
    <w:next w:val="CVNormal"/>
    <w:rsid w:val="00390ECA"/>
    <w:pPr>
      <w:spacing w:before="74"/>
    </w:pPr>
  </w:style>
  <w:style w:type="paragraph" w:customStyle="1" w:styleId="CVFooterLeft">
    <w:name w:val="CV Footer Left"/>
    <w:basedOn w:val="Normal"/>
    <w:rsid w:val="00390ECA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390ECA"/>
    <w:rPr>
      <w:bCs/>
      <w:sz w:val="16"/>
      <w:lang w:val="de-DE"/>
    </w:rPr>
  </w:style>
  <w:style w:type="paragraph" w:customStyle="1" w:styleId="GridStandard">
    <w:name w:val="Grid Standard"/>
    <w:rsid w:val="00390ECA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390ECA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390ECA"/>
    <w:rPr>
      <w:sz w:val="16"/>
    </w:rPr>
  </w:style>
  <w:style w:type="paragraph" w:customStyle="1" w:styleId="GridLevel">
    <w:name w:val="Grid Level"/>
    <w:basedOn w:val="GridStandard"/>
    <w:rsid w:val="00390ECA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390ECA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390ECA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390ECA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DaNnYy\Desktop\attachments_2010_12_07\Documente%20office\Documente%20office\cv%20Bontas%20Danut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 Bontas Danut</Template>
  <TotalTime>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Dany</dc:creator>
  <cp:lastModifiedBy>Dany</cp:lastModifiedBy>
  <cp:revision>1</cp:revision>
  <cp:lastPrinted>2005-01-20T15:27:00Z</cp:lastPrinted>
  <dcterms:created xsi:type="dcterms:W3CDTF">2010-12-07T19:36:00Z</dcterms:created>
  <dcterms:modified xsi:type="dcterms:W3CDTF">2010-12-07T19:42:00Z</dcterms:modified>
</cp:coreProperties>
</file>